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DB255A" w14:textId="63AB98B5" w:rsidR="009E316F" w:rsidRPr="00F002DC" w:rsidRDefault="00004581" w:rsidP="00B95096">
      <w:pPr>
        <w:jc w:val="center"/>
        <w:rPr>
          <w:b/>
          <w:sz w:val="96"/>
        </w:rPr>
      </w:pPr>
      <w:r w:rsidRPr="00F002DC">
        <w:rPr>
          <w:b/>
          <w:sz w:val="96"/>
        </w:rPr>
        <w:t>READ ME FIRST</w:t>
      </w:r>
    </w:p>
    <w:p w14:paraId="12D3D553" w14:textId="77777777" w:rsidR="00004581" w:rsidRDefault="00004581" w:rsidP="002A2436">
      <w:pPr>
        <w:rPr>
          <w:b/>
          <w:sz w:val="48"/>
        </w:rPr>
      </w:pPr>
    </w:p>
    <w:p w14:paraId="7F111B27" w14:textId="60235F72" w:rsidR="0026232C" w:rsidRPr="007615AF" w:rsidRDefault="002A2436" w:rsidP="002A2436">
      <w:pPr>
        <w:rPr>
          <w:b/>
          <w:sz w:val="40"/>
        </w:rPr>
      </w:pPr>
      <w:r w:rsidRPr="007615AF">
        <w:rPr>
          <w:b/>
          <w:sz w:val="40"/>
        </w:rPr>
        <w:t xml:space="preserve">This </w:t>
      </w:r>
      <w:r w:rsidR="003D0496" w:rsidRPr="007615AF">
        <w:rPr>
          <w:b/>
          <w:sz w:val="40"/>
        </w:rPr>
        <w:t>MAX 10 10M50 Development</w:t>
      </w:r>
      <w:r w:rsidRPr="007615AF">
        <w:rPr>
          <w:b/>
          <w:sz w:val="40"/>
        </w:rPr>
        <w:t xml:space="preserve"> kit is supported with</w:t>
      </w:r>
      <w:r w:rsidR="003D0496" w:rsidRPr="007615AF">
        <w:rPr>
          <w:b/>
          <w:sz w:val="40"/>
        </w:rPr>
        <w:t xml:space="preserve"> the Quartus II </w:t>
      </w:r>
      <w:r w:rsidRPr="007615AF">
        <w:rPr>
          <w:b/>
          <w:sz w:val="40"/>
        </w:rPr>
        <w:t>v</w:t>
      </w:r>
      <w:r w:rsidR="003D0496" w:rsidRPr="007615AF">
        <w:rPr>
          <w:b/>
          <w:sz w:val="40"/>
        </w:rPr>
        <w:t>15.0 Beta Software for MAX 10 (10M5</w:t>
      </w:r>
      <w:r w:rsidRPr="007615AF">
        <w:rPr>
          <w:b/>
          <w:sz w:val="40"/>
        </w:rPr>
        <w:t>0)</w:t>
      </w:r>
      <w:r w:rsidR="003D0496" w:rsidRPr="007615AF">
        <w:rPr>
          <w:b/>
          <w:sz w:val="40"/>
        </w:rPr>
        <w:t xml:space="preserve">. </w:t>
      </w:r>
      <w:r w:rsidRPr="007615AF">
        <w:rPr>
          <w:b/>
          <w:sz w:val="40"/>
        </w:rPr>
        <w:t xml:space="preserve"> </w:t>
      </w:r>
      <w:r w:rsidR="0026232C" w:rsidRPr="007615AF">
        <w:rPr>
          <w:b/>
          <w:sz w:val="40"/>
        </w:rPr>
        <w:t>Follow these steps to install Quartus II and enable licensing:</w:t>
      </w:r>
    </w:p>
    <w:p w14:paraId="481193F8" w14:textId="77777777" w:rsidR="0026232C" w:rsidRDefault="0026232C" w:rsidP="002A2436">
      <w:pPr>
        <w:rPr>
          <w:b/>
          <w:sz w:val="48"/>
        </w:rPr>
      </w:pPr>
    </w:p>
    <w:p w14:paraId="5EA55CEC" w14:textId="3994C83E" w:rsidR="00F002DC" w:rsidRPr="00756DAF" w:rsidRDefault="0026232C" w:rsidP="00483A47">
      <w:pPr>
        <w:pStyle w:val="ListParagraph"/>
        <w:numPr>
          <w:ilvl w:val="0"/>
          <w:numId w:val="6"/>
        </w:numPr>
        <w:rPr>
          <w:sz w:val="36"/>
        </w:rPr>
      </w:pPr>
      <w:r w:rsidRPr="00756DAF">
        <w:rPr>
          <w:sz w:val="36"/>
        </w:rPr>
        <w:t xml:space="preserve">Create an </w:t>
      </w:r>
      <w:r w:rsidR="007A0FBD" w:rsidRPr="00756DAF">
        <w:rPr>
          <w:sz w:val="36"/>
        </w:rPr>
        <w:t xml:space="preserve">account, validate your email, and </w:t>
      </w:r>
      <w:r w:rsidR="002A2436" w:rsidRPr="00756DAF">
        <w:rPr>
          <w:sz w:val="36"/>
        </w:rPr>
        <w:t xml:space="preserve">download </w:t>
      </w:r>
      <w:r w:rsidR="00756DAF">
        <w:rPr>
          <w:sz w:val="36"/>
        </w:rPr>
        <w:t>Quartus II Software</w:t>
      </w:r>
      <w:r w:rsidR="007A0FBD" w:rsidRPr="00756DAF">
        <w:rPr>
          <w:sz w:val="36"/>
        </w:rPr>
        <w:t xml:space="preserve"> from this </w:t>
      </w:r>
      <w:r w:rsidRPr="00756DAF">
        <w:rPr>
          <w:sz w:val="36"/>
        </w:rPr>
        <w:t xml:space="preserve">cloud </w:t>
      </w:r>
      <w:r w:rsidR="007A0FBD" w:rsidRPr="00756DAF">
        <w:rPr>
          <w:sz w:val="36"/>
        </w:rPr>
        <w:t>link:</w:t>
      </w:r>
      <w:r w:rsidR="003D0496" w:rsidRPr="00756DAF">
        <w:rPr>
          <w:sz w:val="36"/>
        </w:rPr>
        <w:t xml:space="preserve"> </w:t>
      </w:r>
    </w:p>
    <w:p w14:paraId="372A464A" w14:textId="00222708" w:rsidR="00A76E74" w:rsidRPr="00756DAF" w:rsidRDefault="00483A47" w:rsidP="00483A47">
      <w:pPr>
        <w:rPr>
          <w:sz w:val="44"/>
        </w:rPr>
      </w:pPr>
      <w:r w:rsidRPr="00756DAF">
        <w:rPr>
          <w:sz w:val="10"/>
        </w:rPr>
        <w:t xml:space="preserve">                  </w:t>
      </w:r>
      <w:r w:rsidR="00756DAF">
        <w:rPr>
          <w:sz w:val="10"/>
        </w:rPr>
        <w:t xml:space="preserve">            </w:t>
      </w:r>
      <w:hyperlink r:id="rId13" w:history="1">
        <w:r w:rsidR="002A2436" w:rsidRPr="00756DAF">
          <w:rPr>
            <w:rStyle w:val="Hyperlink"/>
            <w:sz w:val="36"/>
          </w:rPr>
          <w:t>http://www.altera.com/10m50</w:t>
        </w:r>
      </w:hyperlink>
    </w:p>
    <w:p w14:paraId="737E0865" w14:textId="77777777" w:rsidR="002A2436" w:rsidRPr="00756DAF" w:rsidRDefault="002A2436" w:rsidP="00004581">
      <w:pPr>
        <w:jc w:val="center"/>
        <w:rPr>
          <w:sz w:val="36"/>
        </w:rPr>
      </w:pPr>
    </w:p>
    <w:p w14:paraId="1CF6459C" w14:textId="62B757C0" w:rsidR="00483A47" w:rsidRPr="00756DAF" w:rsidRDefault="00483A47" w:rsidP="002A2436">
      <w:pPr>
        <w:pStyle w:val="ListParagraph"/>
        <w:numPr>
          <w:ilvl w:val="0"/>
          <w:numId w:val="6"/>
        </w:numPr>
        <w:rPr>
          <w:sz w:val="36"/>
        </w:rPr>
      </w:pPr>
      <w:r w:rsidRPr="00756DAF">
        <w:rPr>
          <w:sz w:val="36"/>
        </w:rPr>
        <w:t xml:space="preserve">Send an email to </w:t>
      </w:r>
      <w:hyperlink r:id="rId14" w:history="1">
        <w:r w:rsidRPr="00756DAF">
          <w:rPr>
            <w:rStyle w:val="Hyperlink"/>
            <w:sz w:val="36"/>
          </w:rPr>
          <w:t>apgcs@altera.com</w:t>
        </w:r>
      </w:hyperlink>
      <w:r w:rsidRPr="00756DAF">
        <w:rPr>
          <w:sz w:val="36"/>
        </w:rPr>
        <w:t xml:space="preserve"> </w:t>
      </w:r>
      <w:r w:rsidR="0026232C" w:rsidRPr="00756DAF">
        <w:rPr>
          <w:sz w:val="36"/>
        </w:rPr>
        <w:t>with your n</w:t>
      </w:r>
      <w:r w:rsidRPr="00756DAF">
        <w:rPr>
          <w:sz w:val="36"/>
        </w:rPr>
        <w:t xml:space="preserve">etwork </w:t>
      </w:r>
      <w:r w:rsidR="0026232C" w:rsidRPr="00756DAF">
        <w:rPr>
          <w:sz w:val="36"/>
        </w:rPr>
        <w:t>interface c</w:t>
      </w:r>
      <w:r w:rsidRPr="00756DAF">
        <w:rPr>
          <w:sz w:val="36"/>
        </w:rPr>
        <w:t>ard (NIC</w:t>
      </w:r>
      <w:r w:rsidR="0026232C" w:rsidRPr="00756DAF">
        <w:rPr>
          <w:sz w:val="36"/>
        </w:rPr>
        <w:t xml:space="preserve"> ID</w:t>
      </w:r>
      <w:r w:rsidRPr="00756DAF">
        <w:rPr>
          <w:sz w:val="36"/>
        </w:rPr>
        <w:t>)</w:t>
      </w:r>
      <w:r w:rsidR="0026232C" w:rsidRPr="00756DAF">
        <w:rPr>
          <w:sz w:val="36"/>
        </w:rPr>
        <w:t xml:space="preserve"> and email address </w:t>
      </w:r>
      <w:r w:rsidR="0026232C" w:rsidRPr="00756DAF">
        <w:rPr>
          <w:sz w:val="36"/>
        </w:rPr>
        <w:t xml:space="preserve">for </w:t>
      </w:r>
      <w:r w:rsidR="0026232C" w:rsidRPr="00756DAF">
        <w:rPr>
          <w:sz w:val="36"/>
        </w:rPr>
        <w:t xml:space="preserve">a </w:t>
      </w:r>
      <w:r w:rsidR="0026232C" w:rsidRPr="00756DAF">
        <w:rPr>
          <w:sz w:val="36"/>
        </w:rPr>
        <w:t>temporary fixed node license</w:t>
      </w:r>
      <w:r w:rsidR="0026232C" w:rsidRPr="00756DAF">
        <w:rPr>
          <w:sz w:val="36"/>
        </w:rPr>
        <w:t>.</w:t>
      </w:r>
    </w:p>
    <w:p w14:paraId="5B4B0511" w14:textId="50A5CBF6" w:rsidR="00756DAF" w:rsidRPr="00162CE8" w:rsidRDefault="00756DAF" w:rsidP="00756DAF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162CE8">
        <w:rPr>
          <w:rFonts w:ascii="Arial" w:hAnsi="Arial" w:cs="Arial"/>
          <w:szCs w:val="22"/>
        </w:rPr>
        <w:t xml:space="preserve">To find your Windows NIC ID, </w:t>
      </w:r>
      <w:r w:rsidRPr="00162CE8">
        <w:rPr>
          <w:rFonts w:ascii="Arial" w:hAnsi="Arial" w:cs="Arial"/>
          <w:szCs w:val="22"/>
        </w:rPr>
        <w:t>t</w:t>
      </w:r>
      <w:r w:rsidRPr="00162CE8">
        <w:rPr>
          <w:rFonts w:ascii="Arial" w:eastAsia="MinionPro-Regular" w:hAnsi="Arial" w:cs="Arial"/>
          <w:szCs w:val="22"/>
        </w:rPr>
        <w:t>ype the following command at a command prompt:</w:t>
      </w:r>
    </w:p>
    <w:p w14:paraId="680E4360" w14:textId="77777777" w:rsidR="00756DAF" w:rsidRPr="00162CE8" w:rsidRDefault="00756DAF" w:rsidP="00756DAF">
      <w:pPr>
        <w:pStyle w:val="ListParagraph"/>
        <w:autoSpaceDE w:val="0"/>
        <w:autoSpaceDN w:val="0"/>
        <w:adjustRightInd w:val="0"/>
        <w:ind w:firstLine="360"/>
        <w:rPr>
          <w:rFonts w:ascii="Arial" w:hAnsi="Arial" w:cs="Arial"/>
          <w:b/>
          <w:sz w:val="16"/>
          <w:szCs w:val="18"/>
        </w:rPr>
      </w:pPr>
      <w:r w:rsidRPr="00162CE8">
        <w:rPr>
          <w:rFonts w:ascii="Arial" w:hAnsi="Arial" w:cs="Arial"/>
          <w:b/>
          <w:sz w:val="16"/>
          <w:szCs w:val="18"/>
        </w:rPr>
        <w:t>ipconfig /all</w:t>
      </w:r>
    </w:p>
    <w:p w14:paraId="2B2D66DA" w14:textId="77777777" w:rsidR="00756DAF" w:rsidRPr="00162CE8" w:rsidRDefault="00756DAF" w:rsidP="00756DAF">
      <w:pPr>
        <w:autoSpaceDE w:val="0"/>
        <w:autoSpaceDN w:val="0"/>
        <w:adjustRightInd w:val="0"/>
        <w:rPr>
          <w:rFonts w:ascii="Arial" w:hAnsi="Arial" w:cs="Arial"/>
          <w:sz w:val="16"/>
          <w:szCs w:val="18"/>
        </w:rPr>
      </w:pPr>
    </w:p>
    <w:p w14:paraId="21EB2023" w14:textId="70B60CF3" w:rsidR="00756DAF" w:rsidRPr="00162CE8" w:rsidRDefault="00756DAF" w:rsidP="00756DAF">
      <w:pPr>
        <w:pStyle w:val="ListParagraph"/>
        <w:autoSpaceDE w:val="0"/>
        <w:autoSpaceDN w:val="0"/>
        <w:adjustRightInd w:val="0"/>
        <w:ind w:left="1080"/>
        <w:rPr>
          <w:rFonts w:ascii="Arial" w:eastAsia="MinionPro-Regular" w:hAnsi="Arial" w:cs="Arial"/>
          <w:szCs w:val="22"/>
        </w:rPr>
      </w:pPr>
      <w:r w:rsidRPr="00162CE8">
        <w:rPr>
          <w:rFonts w:ascii="Arial" w:eastAsia="MinionPro-Regular" w:hAnsi="Arial" w:cs="Arial"/>
          <w:szCs w:val="22"/>
        </w:rPr>
        <w:t>In the output of the command, the NIC ID is the physical address without the dashes. If your PC has</w:t>
      </w:r>
      <w:r w:rsidRPr="00162CE8">
        <w:rPr>
          <w:rFonts w:ascii="Arial" w:eastAsia="MinionPro-Regular" w:hAnsi="Arial" w:cs="Arial"/>
          <w:szCs w:val="22"/>
        </w:rPr>
        <w:t xml:space="preserve"> </w:t>
      </w:r>
      <w:r w:rsidRPr="00162CE8">
        <w:rPr>
          <w:rFonts w:ascii="Arial" w:eastAsia="MinionPro-Regular" w:hAnsi="Arial" w:cs="Arial"/>
          <w:szCs w:val="22"/>
        </w:rPr>
        <w:t xml:space="preserve">more than one network card, you can use the NIC ID of any network card connected to the </w:t>
      </w:r>
      <w:r w:rsidR="00371278" w:rsidRPr="00162CE8">
        <w:rPr>
          <w:rFonts w:ascii="Arial" w:eastAsia="MinionPro-Regular" w:hAnsi="Arial" w:cs="Arial"/>
          <w:szCs w:val="22"/>
        </w:rPr>
        <w:t>computer that</w:t>
      </w:r>
      <w:r w:rsidRPr="00162CE8">
        <w:rPr>
          <w:rFonts w:ascii="Arial" w:eastAsia="MinionPro-Regular" w:hAnsi="Arial" w:cs="Arial"/>
          <w:szCs w:val="22"/>
        </w:rPr>
        <w:t xml:space="preserve"> is turned on when the Quartus II software is in use.</w:t>
      </w:r>
    </w:p>
    <w:p w14:paraId="07CF7CDC" w14:textId="77777777" w:rsidR="00756DAF" w:rsidRPr="00162CE8" w:rsidRDefault="00756DAF" w:rsidP="00756DAF">
      <w:pPr>
        <w:autoSpaceDE w:val="0"/>
        <w:autoSpaceDN w:val="0"/>
        <w:adjustRightInd w:val="0"/>
        <w:rPr>
          <w:rFonts w:ascii="Arial" w:eastAsia="MinionPro-Regular" w:hAnsi="Arial" w:cs="Arial"/>
          <w:szCs w:val="22"/>
        </w:rPr>
      </w:pPr>
    </w:p>
    <w:p w14:paraId="5D879BAB" w14:textId="77777777" w:rsidR="00756DAF" w:rsidRPr="00162CE8" w:rsidRDefault="00756DAF" w:rsidP="00756DAF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162CE8">
        <w:rPr>
          <w:rFonts w:ascii="Arial" w:hAnsi="Arial" w:cs="Arial"/>
          <w:szCs w:val="22"/>
        </w:rPr>
        <w:t>To find your Linux NIC ID</w:t>
      </w:r>
      <w:r w:rsidRPr="00162CE8">
        <w:rPr>
          <w:rFonts w:ascii="Arial" w:hAnsi="Arial" w:cs="Arial"/>
          <w:szCs w:val="22"/>
        </w:rPr>
        <w:t>, t</w:t>
      </w:r>
      <w:r w:rsidRPr="00162CE8">
        <w:rPr>
          <w:rFonts w:ascii="Arial" w:eastAsia="MinionPro-Regular" w:hAnsi="Arial" w:cs="Arial"/>
          <w:szCs w:val="22"/>
        </w:rPr>
        <w:t>ype the following command at a command prompt:</w:t>
      </w:r>
    </w:p>
    <w:p w14:paraId="41B78FEE" w14:textId="77777777" w:rsidR="00756DAF" w:rsidRPr="00162CE8" w:rsidRDefault="00756DAF" w:rsidP="00756DAF">
      <w:pPr>
        <w:pStyle w:val="ListParagraph"/>
        <w:autoSpaceDE w:val="0"/>
        <w:autoSpaceDN w:val="0"/>
        <w:adjustRightInd w:val="0"/>
        <w:ind w:firstLine="360"/>
        <w:rPr>
          <w:rFonts w:ascii="Arial" w:hAnsi="Arial" w:cs="Arial"/>
          <w:b/>
          <w:sz w:val="16"/>
          <w:szCs w:val="18"/>
        </w:rPr>
      </w:pPr>
      <w:r w:rsidRPr="00162CE8">
        <w:rPr>
          <w:rFonts w:ascii="Arial" w:hAnsi="Arial" w:cs="Arial"/>
          <w:b/>
          <w:sz w:val="16"/>
          <w:szCs w:val="18"/>
        </w:rPr>
        <w:t>/sbin/ifconfig eth0</w:t>
      </w:r>
    </w:p>
    <w:p w14:paraId="006C9AD8" w14:textId="77777777" w:rsidR="00756DAF" w:rsidRPr="00162CE8" w:rsidRDefault="00756DAF" w:rsidP="00756DAF">
      <w:pPr>
        <w:pStyle w:val="ListParagraph"/>
        <w:autoSpaceDE w:val="0"/>
        <w:autoSpaceDN w:val="0"/>
        <w:adjustRightInd w:val="0"/>
        <w:rPr>
          <w:rFonts w:ascii="Arial" w:hAnsi="Arial" w:cs="Arial"/>
          <w:sz w:val="16"/>
          <w:szCs w:val="18"/>
        </w:rPr>
      </w:pPr>
      <w:bookmarkStart w:id="0" w:name="_GoBack"/>
      <w:bookmarkEnd w:id="0"/>
    </w:p>
    <w:p w14:paraId="233FA294" w14:textId="3A198769" w:rsidR="00756DAF" w:rsidRPr="00162CE8" w:rsidRDefault="00756DAF" w:rsidP="00E316C4">
      <w:pPr>
        <w:pStyle w:val="ListParagraph"/>
        <w:autoSpaceDE w:val="0"/>
        <w:autoSpaceDN w:val="0"/>
        <w:adjustRightInd w:val="0"/>
        <w:ind w:left="1080"/>
        <w:rPr>
          <w:rFonts w:ascii="Arial" w:hAnsi="Arial" w:cs="Arial"/>
          <w:szCs w:val="22"/>
        </w:rPr>
      </w:pPr>
      <w:r w:rsidRPr="00162CE8">
        <w:rPr>
          <w:rFonts w:ascii="Arial" w:eastAsia="MinionPro-Regular" w:hAnsi="Arial" w:cs="Arial"/>
          <w:szCs w:val="22"/>
        </w:rPr>
        <w:t xml:space="preserve">In the output of the command, the NIC ID is the ID to the right of </w:t>
      </w:r>
      <w:r w:rsidRPr="00162CE8">
        <w:rPr>
          <w:rFonts w:ascii="Arial" w:hAnsi="Arial" w:cs="Arial"/>
          <w:b/>
          <w:bCs/>
          <w:szCs w:val="22"/>
        </w:rPr>
        <w:t>HWaddr</w:t>
      </w:r>
      <w:r w:rsidRPr="00162CE8">
        <w:rPr>
          <w:rFonts w:ascii="Arial" w:eastAsia="MinionPro-Regular" w:hAnsi="Arial" w:cs="Arial"/>
          <w:szCs w:val="22"/>
        </w:rPr>
        <w:t>, without the colons.</w:t>
      </w:r>
    </w:p>
    <w:p w14:paraId="434AFC33" w14:textId="77777777" w:rsidR="00483A47" w:rsidRPr="0026232C" w:rsidRDefault="00483A47" w:rsidP="00483A47">
      <w:pPr>
        <w:pStyle w:val="ListParagraph"/>
        <w:rPr>
          <w:sz w:val="44"/>
        </w:rPr>
      </w:pPr>
    </w:p>
    <w:p w14:paraId="29874CE9" w14:textId="71FA61F3" w:rsidR="002A2436" w:rsidRPr="00756DAF" w:rsidRDefault="0026232C" w:rsidP="00D97325">
      <w:pPr>
        <w:pStyle w:val="ListParagraph"/>
        <w:numPr>
          <w:ilvl w:val="0"/>
          <w:numId w:val="6"/>
        </w:numPr>
        <w:rPr>
          <w:sz w:val="36"/>
        </w:rPr>
      </w:pPr>
      <w:r w:rsidRPr="00756DAF">
        <w:rPr>
          <w:sz w:val="36"/>
        </w:rPr>
        <w:t xml:space="preserve">When production </w:t>
      </w:r>
      <w:r w:rsidR="00956BA3">
        <w:rPr>
          <w:sz w:val="36"/>
        </w:rPr>
        <w:t xml:space="preserve">license-free </w:t>
      </w:r>
      <w:r w:rsidRPr="00756DAF">
        <w:rPr>
          <w:sz w:val="36"/>
        </w:rPr>
        <w:t>v15.</w:t>
      </w:r>
      <w:r w:rsidR="00956BA3">
        <w:rPr>
          <w:sz w:val="36"/>
        </w:rPr>
        <w:t xml:space="preserve">0 becomes available at start of </w:t>
      </w:r>
      <w:r w:rsidRPr="00756DAF">
        <w:rPr>
          <w:sz w:val="36"/>
        </w:rPr>
        <w:t>May</w:t>
      </w:r>
      <w:r w:rsidR="00956BA3">
        <w:rPr>
          <w:sz w:val="36"/>
        </w:rPr>
        <w:t xml:space="preserve"> 2015</w:t>
      </w:r>
      <w:r w:rsidRPr="00756DAF">
        <w:rPr>
          <w:sz w:val="36"/>
        </w:rPr>
        <w:t>, u</w:t>
      </w:r>
      <w:r w:rsidR="001C034E" w:rsidRPr="00756DAF">
        <w:rPr>
          <w:sz w:val="36"/>
        </w:rPr>
        <w:t>pdate your</w:t>
      </w:r>
      <w:r w:rsidR="002A2436" w:rsidRPr="00756DAF">
        <w:rPr>
          <w:sz w:val="36"/>
        </w:rPr>
        <w:t xml:space="preserve"> Quartus II </w:t>
      </w:r>
      <w:r w:rsidRPr="00756DAF">
        <w:rPr>
          <w:sz w:val="36"/>
        </w:rPr>
        <w:t xml:space="preserve">software from this site: </w:t>
      </w:r>
      <w:hyperlink r:id="rId15" w:history="1">
        <w:r w:rsidR="002A2436" w:rsidRPr="00756DAF">
          <w:rPr>
            <w:rStyle w:val="Hyperlink"/>
            <w:sz w:val="36"/>
          </w:rPr>
          <w:t>http://dl.altera.com/</w:t>
        </w:r>
      </w:hyperlink>
    </w:p>
    <w:sectPr w:rsidR="002A2436" w:rsidRPr="00756DAF" w:rsidSect="00756DAF">
      <w:headerReference w:type="default" r:id="rId16"/>
      <w:headerReference w:type="first" r:id="rId17"/>
      <w:footerReference w:type="first" r:id="rId18"/>
      <w:pgSz w:w="12240" w:h="15840"/>
      <w:pgMar w:top="1440" w:right="1440" w:bottom="1440" w:left="1440" w:header="576" w:footer="57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4064DB" w14:textId="77777777" w:rsidR="006D7D71" w:rsidRDefault="006D7D71">
      <w:r>
        <w:separator/>
      </w:r>
    </w:p>
  </w:endnote>
  <w:endnote w:type="continuationSeparator" w:id="0">
    <w:p w14:paraId="5A94FEF6" w14:textId="77777777" w:rsidR="006D7D71" w:rsidRDefault="006D7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4D6CF0" w14:textId="77777777" w:rsidR="006D7D71" w:rsidRDefault="006D7D71">
    <w:pPr>
      <w:pStyle w:val="Footer"/>
    </w:pPr>
  </w:p>
  <w:p w14:paraId="7F591EC8" w14:textId="77777777" w:rsidR="006D7D71" w:rsidRDefault="006D7D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34BFE5" w14:textId="77777777" w:rsidR="006D7D71" w:rsidRDefault="006D7D71">
      <w:r>
        <w:separator/>
      </w:r>
    </w:p>
  </w:footnote>
  <w:footnote w:type="continuationSeparator" w:id="0">
    <w:p w14:paraId="7CBE2B97" w14:textId="77777777" w:rsidR="006D7D71" w:rsidRDefault="006D7D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4788"/>
      <w:gridCol w:w="4788"/>
    </w:tblGrid>
    <w:tr w:rsidR="006D7D71" w14:paraId="0B9D71D7" w14:textId="77777777">
      <w:tc>
        <w:tcPr>
          <w:tcW w:w="4788" w:type="dxa"/>
        </w:tcPr>
        <w:p w14:paraId="47BABF17" w14:textId="66B727D0" w:rsidR="006D7D71" w:rsidRDefault="006D7D71"/>
      </w:tc>
      <w:tc>
        <w:tcPr>
          <w:tcW w:w="4788" w:type="dxa"/>
        </w:tcPr>
        <w:p w14:paraId="6241A680" w14:textId="1B7F417D" w:rsidR="006D7D71" w:rsidRDefault="006D7D71" w:rsidP="008E066E">
          <w:pPr>
            <w:pStyle w:val="Header"/>
            <w:jc w:val="left"/>
            <w:rPr>
              <w:rFonts w:ascii="Arial" w:hAnsi="Arial"/>
              <w:sz w:val="16"/>
            </w:rPr>
          </w:pPr>
        </w:p>
      </w:tc>
    </w:tr>
  </w:tbl>
  <w:p w14:paraId="322509D1" w14:textId="77777777" w:rsidR="006D7D71" w:rsidRDefault="006D7D71">
    <w:pPr>
      <w:pStyle w:val="Header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788"/>
      <w:gridCol w:w="4788"/>
    </w:tblGrid>
    <w:tr w:rsidR="006D7D71" w14:paraId="0AB7F1BB" w14:textId="77777777" w:rsidTr="006D7D71">
      <w:tc>
        <w:tcPr>
          <w:tcW w:w="4788" w:type="dxa"/>
        </w:tcPr>
        <w:tbl>
          <w:tblPr>
            <w:tblW w:w="0" w:type="auto"/>
            <w:tblLook w:val="04A0" w:firstRow="1" w:lastRow="0" w:firstColumn="1" w:lastColumn="0" w:noHBand="0" w:noVBand="1"/>
          </w:tblPr>
          <w:tblGrid>
            <w:gridCol w:w="2580"/>
            <w:gridCol w:w="1992"/>
          </w:tblGrid>
          <w:tr w:rsidR="006C0A3F" w14:paraId="341CD090" w14:textId="77777777" w:rsidTr="006C0A3F">
            <w:tc>
              <w:tcPr>
                <w:tcW w:w="4788" w:type="dxa"/>
                <w:hideMark/>
              </w:tcPr>
              <w:p w14:paraId="04FD907B" w14:textId="77777777" w:rsidR="006C0A3F" w:rsidRDefault="006C0A3F">
                <w:r>
                  <w:t>Altera Corporation</w:t>
                </w:r>
              </w:p>
              <w:p w14:paraId="0E9C7516" w14:textId="77777777" w:rsidR="006C0A3F" w:rsidRDefault="006C0A3F">
                <w:smartTag w:uri="urn:schemas-microsoft-com:office:smarttags" w:element="Street">
                  <w:smartTag w:uri="urn:schemas-microsoft-com:office:smarttags" w:element="address">
                    <w:r>
                      <w:t>101 Innovation Drive</w:t>
                    </w:r>
                  </w:smartTag>
                </w:smartTag>
              </w:p>
              <w:p w14:paraId="23447B86" w14:textId="77777777" w:rsidR="006C0A3F" w:rsidRDefault="006C0A3F">
                <w:smartTag w:uri="urn:schemas-microsoft-com:office:smarttags" w:element="place">
                  <w:smartTag w:uri="urn:schemas-microsoft-com:office:smarttags" w:element="City">
                    <w:r>
                      <w:t>San Jose</w:t>
                    </w:r>
                  </w:smartTag>
                  <w:r>
                    <w:t xml:space="preserve">, </w:t>
                  </w:r>
                  <w:smartTag w:uri="urn:schemas-microsoft-com:office:smarttags" w:element="country-region">
                    <w:r>
                      <w:t>CA</w:t>
                    </w:r>
                  </w:smartTag>
                  <w:r>
                    <w:t xml:space="preserve"> </w:t>
                  </w:r>
                  <w:smartTag w:uri="urn:schemas-microsoft-com:office:smarttags" w:element="PostalCode">
                    <w:r>
                      <w:t>95134</w:t>
                    </w:r>
                  </w:smartTag>
                </w:smartTag>
              </w:p>
              <w:p w14:paraId="154395CE" w14:textId="77777777" w:rsidR="006C0A3F" w:rsidRDefault="006C0A3F">
                <w:r>
                  <w:t>Phone: 408-544-7000</w:t>
                </w:r>
              </w:p>
            </w:tc>
            <w:tc>
              <w:tcPr>
                <w:tcW w:w="4788" w:type="dxa"/>
                <w:hideMark/>
              </w:tcPr>
              <w:p w14:paraId="5CD6B64F" w14:textId="68F953D6" w:rsidR="006C0A3F" w:rsidRDefault="006C0A3F">
                <w:pPr>
                  <w:pStyle w:val="Header"/>
                  <w:jc w:val="right"/>
                  <w:rPr>
                    <w:rFonts w:ascii="Arial" w:hAnsi="Arial"/>
                    <w:sz w:val="16"/>
                  </w:rPr>
                </w:pPr>
              </w:p>
            </w:tc>
          </w:tr>
        </w:tbl>
        <w:p w14:paraId="4F89068B" w14:textId="1D326D74" w:rsidR="006D7D71" w:rsidRDefault="006D7D71"/>
      </w:tc>
      <w:tc>
        <w:tcPr>
          <w:tcW w:w="4788" w:type="dxa"/>
        </w:tcPr>
        <w:p w14:paraId="56CCD298" w14:textId="401226AA" w:rsidR="006D7D71" w:rsidRDefault="006C0A3F">
          <w:pPr>
            <w:pStyle w:val="Header"/>
            <w:jc w:val="right"/>
            <w:rPr>
              <w:rFonts w:ascii="Arial" w:hAnsi="Arial"/>
              <w:sz w:val="16"/>
            </w:rPr>
          </w:pPr>
          <w:r>
            <w:rPr>
              <w:rFonts w:ascii="Arial" w:hAnsi="Arial"/>
              <w:noProof/>
              <w:sz w:val="16"/>
            </w:rPr>
            <w:drawing>
              <wp:inline distT="0" distB="0" distL="0" distR="0" wp14:anchorId="13620D25" wp14:editId="339EFF90">
                <wp:extent cx="1533525" cy="466725"/>
                <wp:effectExtent l="0" t="0" r="0" b="0"/>
                <wp:docPr id="2" name="Picture 2" descr="Logo2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2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35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C1449C" w14:textId="77777777" w:rsidR="006D7D71" w:rsidRDefault="006D7D71" w:rsidP="00291958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E0D47"/>
    <w:multiLevelType w:val="hybridMultilevel"/>
    <w:tmpl w:val="3C667E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AE90768"/>
    <w:multiLevelType w:val="hybridMultilevel"/>
    <w:tmpl w:val="2AB482A6"/>
    <w:lvl w:ilvl="0" w:tplc="8ACE65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812C38"/>
    <w:multiLevelType w:val="hybridMultilevel"/>
    <w:tmpl w:val="17963CFC"/>
    <w:lvl w:ilvl="0" w:tplc="57DAA5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503981"/>
    <w:multiLevelType w:val="hybridMultilevel"/>
    <w:tmpl w:val="708405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135EA6"/>
    <w:multiLevelType w:val="hybridMultilevel"/>
    <w:tmpl w:val="76505D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6E6B0F"/>
    <w:multiLevelType w:val="hybridMultilevel"/>
    <w:tmpl w:val="8DA8E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6D0352"/>
    <w:multiLevelType w:val="hybridMultilevel"/>
    <w:tmpl w:val="451A790E"/>
    <w:lvl w:ilvl="0" w:tplc="C2326896">
      <w:start w:val="1"/>
      <w:numFmt w:val="upperRoman"/>
      <w:pStyle w:val="Heading1"/>
      <w:lvlText w:val="%1."/>
      <w:lvlJc w:val="right"/>
      <w:pPr>
        <w:tabs>
          <w:tab w:val="num" w:pos="720"/>
        </w:tabs>
        <w:ind w:left="72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072A40"/>
    <w:multiLevelType w:val="hybridMultilevel"/>
    <w:tmpl w:val="1B6C4B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009"/>
    <w:rsid w:val="00004029"/>
    <w:rsid w:val="00004581"/>
    <w:rsid w:val="000109E4"/>
    <w:rsid w:val="00010D04"/>
    <w:rsid w:val="00014BEF"/>
    <w:rsid w:val="00022BD4"/>
    <w:rsid w:val="00033059"/>
    <w:rsid w:val="00045051"/>
    <w:rsid w:val="00050354"/>
    <w:rsid w:val="00052457"/>
    <w:rsid w:val="00066B77"/>
    <w:rsid w:val="00072FFB"/>
    <w:rsid w:val="00093109"/>
    <w:rsid w:val="00093F9B"/>
    <w:rsid w:val="000945B1"/>
    <w:rsid w:val="00097536"/>
    <w:rsid w:val="000A6D66"/>
    <w:rsid w:val="000B191A"/>
    <w:rsid w:val="000C1585"/>
    <w:rsid w:val="000D7955"/>
    <w:rsid w:val="000E07B4"/>
    <w:rsid w:val="000F129F"/>
    <w:rsid w:val="00101171"/>
    <w:rsid w:val="00101D54"/>
    <w:rsid w:val="00105B69"/>
    <w:rsid w:val="00121C55"/>
    <w:rsid w:val="00140D08"/>
    <w:rsid w:val="00157934"/>
    <w:rsid w:val="001618E4"/>
    <w:rsid w:val="00162CE8"/>
    <w:rsid w:val="00177531"/>
    <w:rsid w:val="0017779A"/>
    <w:rsid w:val="001908C3"/>
    <w:rsid w:val="00192B34"/>
    <w:rsid w:val="00196427"/>
    <w:rsid w:val="001966B2"/>
    <w:rsid w:val="001A0376"/>
    <w:rsid w:val="001A0E65"/>
    <w:rsid w:val="001B0F0D"/>
    <w:rsid w:val="001B6622"/>
    <w:rsid w:val="001C034E"/>
    <w:rsid w:val="001C1870"/>
    <w:rsid w:val="001D556B"/>
    <w:rsid w:val="001D5F42"/>
    <w:rsid w:val="001E687B"/>
    <w:rsid w:val="001E77E4"/>
    <w:rsid w:val="001F2F54"/>
    <w:rsid w:val="001F57FC"/>
    <w:rsid w:val="001F5F5E"/>
    <w:rsid w:val="001F6289"/>
    <w:rsid w:val="001F71F5"/>
    <w:rsid w:val="0020450A"/>
    <w:rsid w:val="00206C45"/>
    <w:rsid w:val="00211459"/>
    <w:rsid w:val="00212498"/>
    <w:rsid w:val="00220A5F"/>
    <w:rsid w:val="00222785"/>
    <w:rsid w:val="00223B1D"/>
    <w:rsid w:val="00230F75"/>
    <w:rsid w:val="00235A59"/>
    <w:rsid w:val="00240B6E"/>
    <w:rsid w:val="00247031"/>
    <w:rsid w:val="0026232C"/>
    <w:rsid w:val="00262D6F"/>
    <w:rsid w:val="0026577C"/>
    <w:rsid w:val="0026595F"/>
    <w:rsid w:val="0027169F"/>
    <w:rsid w:val="002720E9"/>
    <w:rsid w:val="00291958"/>
    <w:rsid w:val="0029349E"/>
    <w:rsid w:val="002A0B3B"/>
    <w:rsid w:val="002A2436"/>
    <w:rsid w:val="002A245D"/>
    <w:rsid w:val="002A66E1"/>
    <w:rsid w:val="002A70C0"/>
    <w:rsid w:val="002B25FE"/>
    <w:rsid w:val="002B3663"/>
    <w:rsid w:val="003037B4"/>
    <w:rsid w:val="003204A0"/>
    <w:rsid w:val="00322B60"/>
    <w:rsid w:val="00322EEF"/>
    <w:rsid w:val="00324BBC"/>
    <w:rsid w:val="00336D9C"/>
    <w:rsid w:val="00341AC7"/>
    <w:rsid w:val="003517C6"/>
    <w:rsid w:val="003552A7"/>
    <w:rsid w:val="00362872"/>
    <w:rsid w:val="00371278"/>
    <w:rsid w:val="00380BD8"/>
    <w:rsid w:val="003A36D8"/>
    <w:rsid w:val="003B1AAE"/>
    <w:rsid w:val="003C5F3C"/>
    <w:rsid w:val="003D0496"/>
    <w:rsid w:val="003E1588"/>
    <w:rsid w:val="003E3912"/>
    <w:rsid w:val="00404A5E"/>
    <w:rsid w:val="00414279"/>
    <w:rsid w:val="00414698"/>
    <w:rsid w:val="00421E35"/>
    <w:rsid w:val="00432CEE"/>
    <w:rsid w:val="00434D07"/>
    <w:rsid w:val="00446CF3"/>
    <w:rsid w:val="00456307"/>
    <w:rsid w:val="00463DD1"/>
    <w:rsid w:val="00467129"/>
    <w:rsid w:val="00472837"/>
    <w:rsid w:val="00483A47"/>
    <w:rsid w:val="00487B5C"/>
    <w:rsid w:val="00491B69"/>
    <w:rsid w:val="004C2EE0"/>
    <w:rsid w:val="004C42FF"/>
    <w:rsid w:val="004C4B9D"/>
    <w:rsid w:val="004D06DA"/>
    <w:rsid w:val="004D1D8D"/>
    <w:rsid w:val="004D3FF0"/>
    <w:rsid w:val="004D596A"/>
    <w:rsid w:val="004E4CF3"/>
    <w:rsid w:val="004F0FCA"/>
    <w:rsid w:val="004F1DCC"/>
    <w:rsid w:val="00507B75"/>
    <w:rsid w:val="00531B5C"/>
    <w:rsid w:val="005348B8"/>
    <w:rsid w:val="00537E06"/>
    <w:rsid w:val="00540934"/>
    <w:rsid w:val="00542C94"/>
    <w:rsid w:val="0054521E"/>
    <w:rsid w:val="00545A95"/>
    <w:rsid w:val="0055264A"/>
    <w:rsid w:val="00560757"/>
    <w:rsid w:val="00564FE3"/>
    <w:rsid w:val="00570E1F"/>
    <w:rsid w:val="005876B8"/>
    <w:rsid w:val="00593A25"/>
    <w:rsid w:val="00595D90"/>
    <w:rsid w:val="00596464"/>
    <w:rsid w:val="0059763E"/>
    <w:rsid w:val="005A712A"/>
    <w:rsid w:val="005B5534"/>
    <w:rsid w:val="005B7B77"/>
    <w:rsid w:val="005B7B84"/>
    <w:rsid w:val="005C02B1"/>
    <w:rsid w:val="005C36C1"/>
    <w:rsid w:val="005D7F0A"/>
    <w:rsid w:val="005F08E3"/>
    <w:rsid w:val="006020E1"/>
    <w:rsid w:val="00607771"/>
    <w:rsid w:val="00617D2C"/>
    <w:rsid w:val="00631F6B"/>
    <w:rsid w:val="00640432"/>
    <w:rsid w:val="0064470F"/>
    <w:rsid w:val="00646F57"/>
    <w:rsid w:val="00650937"/>
    <w:rsid w:val="00652287"/>
    <w:rsid w:val="00657271"/>
    <w:rsid w:val="006716F0"/>
    <w:rsid w:val="0068436C"/>
    <w:rsid w:val="006857EB"/>
    <w:rsid w:val="006A1344"/>
    <w:rsid w:val="006B1336"/>
    <w:rsid w:val="006B4135"/>
    <w:rsid w:val="006B4370"/>
    <w:rsid w:val="006C0A3F"/>
    <w:rsid w:val="006C6925"/>
    <w:rsid w:val="006D2585"/>
    <w:rsid w:val="006D7D71"/>
    <w:rsid w:val="006E3439"/>
    <w:rsid w:val="006F6E1C"/>
    <w:rsid w:val="006F77F6"/>
    <w:rsid w:val="00701CD7"/>
    <w:rsid w:val="00702845"/>
    <w:rsid w:val="00702CAA"/>
    <w:rsid w:val="00704060"/>
    <w:rsid w:val="00720CFD"/>
    <w:rsid w:val="00737977"/>
    <w:rsid w:val="00741ACF"/>
    <w:rsid w:val="00743109"/>
    <w:rsid w:val="00744001"/>
    <w:rsid w:val="00746D53"/>
    <w:rsid w:val="00756DAF"/>
    <w:rsid w:val="007615AF"/>
    <w:rsid w:val="00761917"/>
    <w:rsid w:val="00780587"/>
    <w:rsid w:val="00786553"/>
    <w:rsid w:val="00794E48"/>
    <w:rsid w:val="007A0FBD"/>
    <w:rsid w:val="007A55C4"/>
    <w:rsid w:val="007D1306"/>
    <w:rsid w:val="007D2E6B"/>
    <w:rsid w:val="007D7432"/>
    <w:rsid w:val="007E7EE8"/>
    <w:rsid w:val="007F3BC5"/>
    <w:rsid w:val="008016EB"/>
    <w:rsid w:val="0080178D"/>
    <w:rsid w:val="00803A9C"/>
    <w:rsid w:val="00815CB8"/>
    <w:rsid w:val="00820155"/>
    <w:rsid w:val="0083050E"/>
    <w:rsid w:val="00836799"/>
    <w:rsid w:val="00840F3A"/>
    <w:rsid w:val="008778B8"/>
    <w:rsid w:val="008870EC"/>
    <w:rsid w:val="008A0B4A"/>
    <w:rsid w:val="008B1E84"/>
    <w:rsid w:val="008B2C6A"/>
    <w:rsid w:val="008B6A41"/>
    <w:rsid w:val="008C2AF4"/>
    <w:rsid w:val="008C2B6B"/>
    <w:rsid w:val="008C57AC"/>
    <w:rsid w:val="008E066E"/>
    <w:rsid w:val="008E2B8B"/>
    <w:rsid w:val="008E4962"/>
    <w:rsid w:val="008F32B4"/>
    <w:rsid w:val="008F456A"/>
    <w:rsid w:val="008F54F3"/>
    <w:rsid w:val="00903423"/>
    <w:rsid w:val="00911088"/>
    <w:rsid w:val="00920710"/>
    <w:rsid w:val="0093494D"/>
    <w:rsid w:val="00956BA3"/>
    <w:rsid w:val="0097201E"/>
    <w:rsid w:val="00974926"/>
    <w:rsid w:val="00976C1A"/>
    <w:rsid w:val="009800AC"/>
    <w:rsid w:val="00980369"/>
    <w:rsid w:val="00980E54"/>
    <w:rsid w:val="009974CB"/>
    <w:rsid w:val="009A0451"/>
    <w:rsid w:val="009A36AD"/>
    <w:rsid w:val="009C06E0"/>
    <w:rsid w:val="009D21D0"/>
    <w:rsid w:val="009E316F"/>
    <w:rsid w:val="00A04468"/>
    <w:rsid w:val="00A068C6"/>
    <w:rsid w:val="00A06AD1"/>
    <w:rsid w:val="00A23130"/>
    <w:rsid w:val="00A31AC7"/>
    <w:rsid w:val="00A411D1"/>
    <w:rsid w:val="00A568F8"/>
    <w:rsid w:val="00A57640"/>
    <w:rsid w:val="00A61740"/>
    <w:rsid w:val="00A63FEF"/>
    <w:rsid w:val="00A76B39"/>
    <w:rsid w:val="00A76E74"/>
    <w:rsid w:val="00A91407"/>
    <w:rsid w:val="00AA44BE"/>
    <w:rsid w:val="00AA7735"/>
    <w:rsid w:val="00AB45E0"/>
    <w:rsid w:val="00AD2C51"/>
    <w:rsid w:val="00AD3693"/>
    <w:rsid w:val="00AE1D90"/>
    <w:rsid w:val="00AE3C03"/>
    <w:rsid w:val="00AF5B36"/>
    <w:rsid w:val="00B07473"/>
    <w:rsid w:val="00B07BF2"/>
    <w:rsid w:val="00B15561"/>
    <w:rsid w:val="00B15A56"/>
    <w:rsid w:val="00B15CD0"/>
    <w:rsid w:val="00B1720C"/>
    <w:rsid w:val="00B2089F"/>
    <w:rsid w:val="00B210E3"/>
    <w:rsid w:val="00B35C49"/>
    <w:rsid w:val="00B40F70"/>
    <w:rsid w:val="00B42B25"/>
    <w:rsid w:val="00B44BE9"/>
    <w:rsid w:val="00B66599"/>
    <w:rsid w:val="00B66992"/>
    <w:rsid w:val="00B75DB6"/>
    <w:rsid w:val="00B81483"/>
    <w:rsid w:val="00B95096"/>
    <w:rsid w:val="00B97585"/>
    <w:rsid w:val="00BA0EB0"/>
    <w:rsid w:val="00BA18C3"/>
    <w:rsid w:val="00BB16E5"/>
    <w:rsid w:val="00BD4F9A"/>
    <w:rsid w:val="00BD68FF"/>
    <w:rsid w:val="00BF569A"/>
    <w:rsid w:val="00BF7B27"/>
    <w:rsid w:val="00C053E7"/>
    <w:rsid w:val="00C21883"/>
    <w:rsid w:val="00C22944"/>
    <w:rsid w:val="00C32D77"/>
    <w:rsid w:val="00C33A4A"/>
    <w:rsid w:val="00C37156"/>
    <w:rsid w:val="00C47683"/>
    <w:rsid w:val="00C502B3"/>
    <w:rsid w:val="00C52C1F"/>
    <w:rsid w:val="00C56A24"/>
    <w:rsid w:val="00C609AD"/>
    <w:rsid w:val="00C663CB"/>
    <w:rsid w:val="00C84B18"/>
    <w:rsid w:val="00C94ECC"/>
    <w:rsid w:val="00CA10A7"/>
    <w:rsid w:val="00CA54FC"/>
    <w:rsid w:val="00CC00C7"/>
    <w:rsid w:val="00CC671B"/>
    <w:rsid w:val="00CC747D"/>
    <w:rsid w:val="00CE27B8"/>
    <w:rsid w:val="00CE28A7"/>
    <w:rsid w:val="00CE2DCF"/>
    <w:rsid w:val="00CE5513"/>
    <w:rsid w:val="00CF7009"/>
    <w:rsid w:val="00CF7585"/>
    <w:rsid w:val="00D040EC"/>
    <w:rsid w:val="00D10369"/>
    <w:rsid w:val="00D22CB2"/>
    <w:rsid w:val="00D26CB6"/>
    <w:rsid w:val="00D26ECD"/>
    <w:rsid w:val="00D364B2"/>
    <w:rsid w:val="00D438E5"/>
    <w:rsid w:val="00D516B5"/>
    <w:rsid w:val="00D51A02"/>
    <w:rsid w:val="00D542BD"/>
    <w:rsid w:val="00D66BB7"/>
    <w:rsid w:val="00D708AE"/>
    <w:rsid w:val="00D70BAA"/>
    <w:rsid w:val="00D85538"/>
    <w:rsid w:val="00D97325"/>
    <w:rsid w:val="00DA108B"/>
    <w:rsid w:val="00DB54D0"/>
    <w:rsid w:val="00DC13DC"/>
    <w:rsid w:val="00DC30C0"/>
    <w:rsid w:val="00DC360F"/>
    <w:rsid w:val="00DD562E"/>
    <w:rsid w:val="00DF17A1"/>
    <w:rsid w:val="00E063F6"/>
    <w:rsid w:val="00E13527"/>
    <w:rsid w:val="00E16BC4"/>
    <w:rsid w:val="00E22225"/>
    <w:rsid w:val="00E27046"/>
    <w:rsid w:val="00E316C4"/>
    <w:rsid w:val="00E45106"/>
    <w:rsid w:val="00E84DDB"/>
    <w:rsid w:val="00E955AB"/>
    <w:rsid w:val="00E976F7"/>
    <w:rsid w:val="00EA0645"/>
    <w:rsid w:val="00EA7047"/>
    <w:rsid w:val="00EB7FB6"/>
    <w:rsid w:val="00EC124A"/>
    <w:rsid w:val="00EC128E"/>
    <w:rsid w:val="00EC725F"/>
    <w:rsid w:val="00ED0107"/>
    <w:rsid w:val="00ED4087"/>
    <w:rsid w:val="00ED7B87"/>
    <w:rsid w:val="00EE472D"/>
    <w:rsid w:val="00F002DC"/>
    <w:rsid w:val="00F01D0C"/>
    <w:rsid w:val="00F02B31"/>
    <w:rsid w:val="00F03FF8"/>
    <w:rsid w:val="00F073D4"/>
    <w:rsid w:val="00F12365"/>
    <w:rsid w:val="00F13253"/>
    <w:rsid w:val="00F1451B"/>
    <w:rsid w:val="00F1685E"/>
    <w:rsid w:val="00F23DD2"/>
    <w:rsid w:val="00F2460F"/>
    <w:rsid w:val="00F32F93"/>
    <w:rsid w:val="00F61898"/>
    <w:rsid w:val="00F64702"/>
    <w:rsid w:val="00F74FC7"/>
    <w:rsid w:val="00F7675B"/>
    <w:rsid w:val="00F8577B"/>
    <w:rsid w:val="00FB0B70"/>
    <w:rsid w:val="00FB186D"/>
    <w:rsid w:val="00FB1C5F"/>
    <w:rsid w:val="00FB28B4"/>
    <w:rsid w:val="00FC2CB4"/>
    <w:rsid w:val="00FC3032"/>
    <w:rsid w:val="00FC4CB0"/>
    <w:rsid w:val="00FC59EE"/>
    <w:rsid w:val="00FD1651"/>
    <w:rsid w:val="00FE5B5F"/>
    <w:rsid w:val="00FF0107"/>
    <w:rsid w:val="00FF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24577"/>
    <o:shapelayout v:ext="edit">
      <o:idmap v:ext="edit" data="1"/>
    </o:shapelayout>
  </w:shapeDefaults>
  <w:decimalSymbol w:val="."/>
  <w:listSeparator w:val=","/>
  <w14:docId w14:val="118E5C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4FC7"/>
  </w:style>
  <w:style w:type="paragraph" w:styleId="Heading1">
    <w:name w:val="heading 1"/>
    <w:basedOn w:val="Normal"/>
    <w:next w:val="Normal"/>
    <w:autoRedefine/>
    <w:qFormat/>
    <w:rsid w:val="00F74FC7"/>
    <w:pPr>
      <w:keepNext/>
      <w:numPr>
        <w:numId w:val="3"/>
      </w:numPr>
      <w:tabs>
        <w:tab w:val="clear" w:pos="720"/>
      </w:tabs>
      <w:spacing w:before="120"/>
      <w:ind w:left="0" w:firstLine="0"/>
      <w:outlineLvl w:val="0"/>
    </w:pPr>
    <w:rPr>
      <w:b/>
      <w:bCs/>
      <w:smallCaps/>
      <w:sz w:val="28"/>
    </w:rPr>
  </w:style>
  <w:style w:type="paragraph" w:styleId="Heading2">
    <w:name w:val="heading 2"/>
    <w:basedOn w:val="Normal"/>
    <w:next w:val="Normal"/>
    <w:qFormat/>
    <w:rsid w:val="00F74FC7"/>
    <w:pPr>
      <w:keepNext/>
      <w:jc w:val="both"/>
      <w:outlineLvl w:val="1"/>
    </w:pPr>
    <w:rPr>
      <w:b/>
      <w:bCs/>
      <w:sz w:val="28"/>
      <w:u w:val="single"/>
    </w:rPr>
  </w:style>
  <w:style w:type="paragraph" w:styleId="Heading3">
    <w:name w:val="heading 3"/>
    <w:basedOn w:val="Normal"/>
    <w:next w:val="Normal"/>
    <w:qFormat/>
    <w:rsid w:val="00F74FC7"/>
    <w:pPr>
      <w:keepNext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F74FC7"/>
    <w:pPr>
      <w:keepNext/>
      <w:ind w:left="-81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F74FC7"/>
    <w:pPr>
      <w:keepNext/>
      <w:jc w:val="both"/>
      <w:outlineLvl w:val="4"/>
    </w:pPr>
    <w:rPr>
      <w:b/>
      <w:bCs/>
      <w:sz w:val="24"/>
    </w:rPr>
  </w:style>
  <w:style w:type="paragraph" w:styleId="Heading6">
    <w:name w:val="heading 6"/>
    <w:basedOn w:val="Normal"/>
    <w:next w:val="Normal"/>
    <w:qFormat/>
    <w:rsid w:val="00F74FC7"/>
    <w:pPr>
      <w:keepNext/>
      <w:outlineLvl w:val="5"/>
    </w:pPr>
    <w:rPr>
      <w:b/>
      <w:bCs/>
      <w:sz w:val="28"/>
    </w:rPr>
  </w:style>
  <w:style w:type="paragraph" w:styleId="Heading7">
    <w:name w:val="heading 7"/>
    <w:basedOn w:val="Normal"/>
    <w:next w:val="Normal"/>
    <w:qFormat/>
    <w:rsid w:val="00F74FC7"/>
    <w:pPr>
      <w:keepNext/>
      <w:jc w:val="both"/>
      <w:outlineLvl w:val="6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autoRedefine/>
    <w:rsid w:val="00F74FC7"/>
    <w:pPr>
      <w:tabs>
        <w:tab w:val="center" w:pos="4320"/>
        <w:tab w:val="right" w:pos="8640"/>
      </w:tabs>
      <w:spacing w:after="360"/>
      <w:jc w:val="center"/>
    </w:pPr>
    <w:rPr>
      <w:b/>
      <w:smallCaps/>
      <w:sz w:val="28"/>
    </w:rPr>
  </w:style>
  <w:style w:type="paragraph" w:styleId="Footer">
    <w:name w:val="footer"/>
    <w:basedOn w:val="Normal"/>
    <w:link w:val="FooterChar"/>
    <w:uiPriority w:val="99"/>
    <w:rsid w:val="00F74FC7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74FC7"/>
    <w:pPr>
      <w:jc w:val="both"/>
    </w:pPr>
  </w:style>
  <w:style w:type="paragraph" w:styleId="BodyTextIndent">
    <w:name w:val="Body Text Indent"/>
    <w:basedOn w:val="Normal"/>
    <w:rsid w:val="00F74FC7"/>
    <w:pPr>
      <w:ind w:left="540"/>
      <w:jc w:val="both"/>
    </w:pPr>
    <w:rPr>
      <w:sz w:val="24"/>
    </w:rPr>
  </w:style>
  <w:style w:type="paragraph" w:styleId="BodyText2">
    <w:name w:val="Body Text 2"/>
    <w:basedOn w:val="Normal"/>
    <w:rsid w:val="00F74FC7"/>
    <w:pPr>
      <w:jc w:val="both"/>
    </w:pPr>
    <w:rPr>
      <w:sz w:val="24"/>
    </w:rPr>
  </w:style>
  <w:style w:type="paragraph" w:styleId="FootnoteText">
    <w:name w:val="footnote text"/>
    <w:basedOn w:val="Normal"/>
    <w:semiHidden/>
    <w:rsid w:val="00F74FC7"/>
  </w:style>
  <w:style w:type="character" w:styleId="FootnoteReference">
    <w:name w:val="footnote reference"/>
    <w:basedOn w:val="DefaultParagraphFont"/>
    <w:semiHidden/>
    <w:rsid w:val="00F74FC7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rsid w:val="00F74F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styleId="Hyperlink">
    <w:name w:val="Hyperlink"/>
    <w:basedOn w:val="DefaultParagraphFont"/>
    <w:rsid w:val="00F74FC7"/>
    <w:rPr>
      <w:color w:val="0000FF"/>
      <w:u w:val="single"/>
    </w:rPr>
  </w:style>
  <w:style w:type="table" w:styleId="TableGrid">
    <w:name w:val="Table Grid"/>
    <w:basedOn w:val="TableNormal"/>
    <w:rsid w:val="001777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5264A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0B191A"/>
  </w:style>
  <w:style w:type="character" w:customStyle="1" w:styleId="HeaderChar">
    <w:name w:val="Header Char"/>
    <w:basedOn w:val="DefaultParagraphFont"/>
    <w:link w:val="Header"/>
    <w:rsid w:val="004D1D8D"/>
    <w:rPr>
      <w:b/>
      <w:smallCaps/>
      <w:sz w:val="28"/>
    </w:rPr>
  </w:style>
  <w:style w:type="paragraph" w:styleId="Date">
    <w:name w:val="Date"/>
    <w:basedOn w:val="Normal"/>
    <w:next w:val="Normal"/>
    <w:link w:val="DateChar"/>
    <w:rsid w:val="00920710"/>
  </w:style>
  <w:style w:type="character" w:customStyle="1" w:styleId="DateChar">
    <w:name w:val="Date Char"/>
    <w:basedOn w:val="DefaultParagraphFont"/>
    <w:link w:val="Date"/>
    <w:rsid w:val="00920710"/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2460F"/>
    <w:rPr>
      <w:rFonts w:ascii="Courier New" w:eastAsia="Courier New" w:hAnsi="Courier New"/>
    </w:rPr>
  </w:style>
  <w:style w:type="character" w:styleId="FollowedHyperlink">
    <w:name w:val="FollowedHyperlink"/>
    <w:basedOn w:val="DefaultParagraphFont"/>
    <w:rsid w:val="007A0FB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83A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4FC7"/>
  </w:style>
  <w:style w:type="paragraph" w:styleId="Heading1">
    <w:name w:val="heading 1"/>
    <w:basedOn w:val="Normal"/>
    <w:next w:val="Normal"/>
    <w:autoRedefine/>
    <w:qFormat/>
    <w:rsid w:val="00F74FC7"/>
    <w:pPr>
      <w:keepNext/>
      <w:numPr>
        <w:numId w:val="3"/>
      </w:numPr>
      <w:tabs>
        <w:tab w:val="clear" w:pos="720"/>
      </w:tabs>
      <w:spacing w:before="120"/>
      <w:ind w:left="0" w:firstLine="0"/>
      <w:outlineLvl w:val="0"/>
    </w:pPr>
    <w:rPr>
      <w:b/>
      <w:bCs/>
      <w:smallCaps/>
      <w:sz w:val="28"/>
    </w:rPr>
  </w:style>
  <w:style w:type="paragraph" w:styleId="Heading2">
    <w:name w:val="heading 2"/>
    <w:basedOn w:val="Normal"/>
    <w:next w:val="Normal"/>
    <w:qFormat/>
    <w:rsid w:val="00F74FC7"/>
    <w:pPr>
      <w:keepNext/>
      <w:jc w:val="both"/>
      <w:outlineLvl w:val="1"/>
    </w:pPr>
    <w:rPr>
      <w:b/>
      <w:bCs/>
      <w:sz w:val="28"/>
      <w:u w:val="single"/>
    </w:rPr>
  </w:style>
  <w:style w:type="paragraph" w:styleId="Heading3">
    <w:name w:val="heading 3"/>
    <w:basedOn w:val="Normal"/>
    <w:next w:val="Normal"/>
    <w:qFormat/>
    <w:rsid w:val="00F74FC7"/>
    <w:pPr>
      <w:keepNext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F74FC7"/>
    <w:pPr>
      <w:keepNext/>
      <w:ind w:left="-81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F74FC7"/>
    <w:pPr>
      <w:keepNext/>
      <w:jc w:val="both"/>
      <w:outlineLvl w:val="4"/>
    </w:pPr>
    <w:rPr>
      <w:b/>
      <w:bCs/>
      <w:sz w:val="24"/>
    </w:rPr>
  </w:style>
  <w:style w:type="paragraph" w:styleId="Heading6">
    <w:name w:val="heading 6"/>
    <w:basedOn w:val="Normal"/>
    <w:next w:val="Normal"/>
    <w:qFormat/>
    <w:rsid w:val="00F74FC7"/>
    <w:pPr>
      <w:keepNext/>
      <w:outlineLvl w:val="5"/>
    </w:pPr>
    <w:rPr>
      <w:b/>
      <w:bCs/>
      <w:sz w:val="28"/>
    </w:rPr>
  </w:style>
  <w:style w:type="paragraph" w:styleId="Heading7">
    <w:name w:val="heading 7"/>
    <w:basedOn w:val="Normal"/>
    <w:next w:val="Normal"/>
    <w:qFormat/>
    <w:rsid w:val="00F74FC7"/>
    <w:pPr>
      <w:keepNext/>
      <w:jc w:val="both"/>
      <w:outlineLvl w:val="6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autoRedefine/>
    <w:rsid w:val="00F74FC7"/>
    <w:pPr>
      <w:tabs>
        <w:tab w:val="center" w:pos="4320"/>
        <w:tab w:val="right" w:pos="8640"/>
      </w:tabs>
      <w:spacing w:after="360"/>
      <w:jc w:val="center"/>
    </w:pPr>
    <w:rPr>
      <w:b/>
      <w:smallCaps/>
      <w:sz w:val="28"/>
    </w:rPr>
  </w:style>
  <w:style w:type="paragraph" w:styleId="Footer">
    <w:name w:val="footer"/>
    <w:basedOn w:val="Normal"/>
    <w:link w:val="FooterChar"/>
    <w:uiPriority w:val="99"/>
    <w:rsid w:val="00F74FC7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74FC7"/>
    <w:pPr>
      <w:jc w:val="both"/>
    </w:pPr>
  </w:style>
  <w:style w:type="paragraph" w:styleId="BodyTextIndent">
    <w:name w:val="Body Text Indent"/>
    <w:basedOn w:val="Normal"/>
    <w:rsid w:val="00F74FC7"/>
    <w:pPr>
      <w:ind w:left="540"/>
      <w:jc w:val="both"/>
    </w:pPr>
    <w:rPr>
      <w:sz w:val="24"/>
    </w:rPr>
  </w:style>
  <w:style w:type="paragraph" w:styleId="BodyText2">
    <w:name w:val="Body Text 2"/>
    <w:basedOn w:val="Normal"/>
    <w:rsid w:val="00F74FC7"/>
    <w:pPr>
      <w:jc w:val="both"/>
    </w:pPr>
    <w:rPr>
      <w:sz w:val="24"/>
    </w:rPr>
  </w:style>
  <w:style w:type="paragraph" w:styleId="FootnoteText">
    <w:name w:val="footnote text"/>
    <w:basedOn w:val="Normal"/>
    <w:semiHidden/>
    <w:rsid w:val="00F74FC7"/>
  </w:style>
  <w:style w:type="character" w:styleId="FootnoteReference">
    <w:name w:val="footnote reference"/>
    <w:basedOn w:val="DefaultParagraphFont"/>
    <w:semiHidden/>
    <w:rsid w:val="00F74FC7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rsid w:val="00F74F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styleId="Hyperlink">
    <w:name w:val="Hyperlink"/>
    <w:basedOn w:val="DefaultParagraphFont"/>
    <w:rsid w:val="00F74FC7"/>
    <w:rPr>
      <w:color w:val="0000FF"/>
      <w:u w:val="single"/>
    </w:rPr>
  </w:style>
  <w:style w:type="table" w:styleId="TableGrid">
    <w:name w:val="Table Grid"/>
    <w:basedOn w:val="TableNormal"/>
    <w:rsid w:val="001777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5264A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0B191A"/>
  </w:style>
  <w:style w:type="character" w:customStyle="1" w:styleId="HeaderChar">
    <w:name w:val="Header Char"/>
    <w:basedOn w:val="DefaultParagraphFont"/>
    <w:link w:val="Header"/>
    <w:rsid w:val="004D1D8D"/>
    <w:rPr>
      <w:b/>
      <w:smallCaps/>
      <w:sz w:val="28"/>
    </w:rPr>
  </w:style>
  <w:style w:type="paragraph" w:styleId="Date">
    <w:name w:val="Date"/>
    <w:basedOn w:val="Normal"/>
    <w:next w:val="Normal"/>
    <w:link w:val="DateChar"/>
    <w:rsid w:val="00920710"/>
  </w:style>
  <w:style w:type="character" w:customStyle="1" w:styleId="DateChar">
    <w:name w:val="Date Char"/>
    <w:basedOn w:val="DefaultParagraphFont"/>
    <w:link w:val="Date"/>
    <w:rsid w:val="00920710"/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2460F"/>
    <w:rPr>
      <w:rFonts w:ascii="Courier New" w:eastAsia="Courier New" w:hAnsi="Courier New"/>
    </w:rPr>
  </w:style>
  <w:style w:type="character" w:styleId="FollowedHyperlink">
    <w:name w:val="FollowedHyperlink"/>
    <w:basedOn w:val="DefaultParagraphFont"/>
    <w:rsid w:val="007A0FB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83A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9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://www.altera.com/10m5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://dl.altera.com/" TargetMode="Externa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apgcs@altera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Altera%20Electronic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b2fd7923-39df-40b1-bcec-a4d906d8b0f0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09A4C27EAFB44B847841730B5BA086" ma:contentTypeVersion="1" ma:contentTypeDescription="Create a new document." ma:contentTypeScope="" ma:versionID="9ab41eebc1c99af497095614d1f3aab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508e98659ae690b404782dccb6fdfe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52FFB-3949-4EE0-A643-A2D988603C7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DD32713-1224-40F4-AEC0-B6EB9D2628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57112D-27B5-4F4D-B085-C73DA2C9069D}">
  <ds:schemaRefs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253522-6689-4EA3-A4D3-C98526BDD2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0FD2FC5-632C-4150-B356-A9C713E9C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Altera Electronic Letterhead.dot</Template>
  <TotalTime>1</TotalTime>
  <Pages>1</Pages>
  <Words>190</Words>
  <Characters>1089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Customer Letter</vt:lpstr>
    </vt:vector>
  </TitlesOfParts>
  <Company>Altera Corp.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Customer Letter</dc:title>
  <dc:creator>Joe DeLaere</dc:creator>
  <cp:lastModifiedBy>jdelaere</cp:lastModifiedBy>
  <cp:revision>2</cp:revision>
  <cp:lastPrinted>2013-11-08T21:12:00Z</cp:lastPrinted>
  <dcterms:created xsi:type="dcterms:W3CDTF">2015-03-30T22:45:00Z</dcterms:created>
  <dcterms:modified xsi:type="dcterms:W3CDTF">2015-03-30T22:45:00Z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ntativeReviewCycleID">
    <vt:i4>-1435797711</vt:i4>
  </property>
  <property fmtid="{D5CDD505-2E9C-101B-9397-08002B2CF9AE}" pid="3" name="_ReviewCycleID">
    <vt:i4>-1435797711</vt:i4>
  </property>
  <property fmtid="{D5CDD505-2E9C-101B-9397-08002B2CF9AE}" pid="4" name="_NewReviewCycle">
    <vt:lpwstr/>
  </property>
  <property fmtid="{D5CDD505-2E9C-101B-9397-08002B2CF9AE}" pid="9" name="ContentTypeId">
    <vt:lpwstr>0x0101001D09A4C27EAFB44B847841730B5BA086</vt:lpwstr>
  </property>
</Properties>
</file>