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60A4D6" w14:textId="77777777" w:rsidR="005F35B4" w:rsidRPr="003C61EE" w:rsidRDefault="005F35B4" w:rsidP="005F35B4"/>
    <w:p w14:paraId="3FA08606" w14:textId="77777777" w:rsidR="00AF5901" w:rsidRPr="003C61EE" w:rsidRDefault="00AF5901" w:rsidP="00CA772F">
      <w:pPr>
        <w:jc w:val="center"/>
      </w:pPr>
    </w:p>
    <w:p w14:paraId="0C427DAF" w14:textId="77777777" w:rsidR="00AF5901" w:rsidRPr="003C61EE" w:rsidRDefault="00AF5901" w:rsidP="00CA772F">
      <w:pPr>
        <w:jc w:val="center"/>
      </w:pPr>
    </w:p>
    <w:p w14:paraId="6DDC4C75" w14:textId="77777777" w:rsidR="00AF5901" w:rsidRPr="003C61EE" w:rsidRDefault="00AF5901" w:rsidP="00CA772F">
      <w:pPr>
        <w:jc w:val="center"/>
      </w:pPr>
    </w:p>
    <w:p w14:paraId="376E12F3" w14:textId="77777777" w:rsidR="00AF5901" w:rsidRPr="003C61EE" w:rsidRDefault="00AF5901" w:rsidP="00CA772F">
      <w:pPr>
        <w:jc w:val="center"/>
      </w:pPr>
    </w:p>
    <w:p w14:paraId="14D9C43B" w14:textId="77777777" w:rsidR="00AF5901" w:rsidRDefault="00AF5901" w:rsidP="00CA772F">
      <w:pPr>
        <w:jc w:val="center"/>
      </w:pPr>
    </w:p>
    <w:p w14:paraId="0149B7A5" w14:textId="77777777" w:rsidR="00AF5901" w:rsidRDefault="00AF5901" w:rsidP="00CA772F">
      <w:pPr>
        <w:jc w:val="center"/>
      </w:pPr>
    </w:p>
    <w:p w14:paraId="0416EEDD" w14:textId="77777777" w:rsidR="008751B5" w:rsidRDefault="008751B5" w:rsidP="00CA772F">
      <w:pPr>
        <w:jc w:val="center"/>
      </w:pPr>
    </w:p>
    <w:p w14:paraId="7ED6576B" w14:textId="77777777" w:rsidR="008751B5" w:rsidRDefault="008751B5" w:rsidP="00CA772F">
      <w:pPr>
        <w:jc w:val="center"/>
      </w:pPr>
    </w:p>
    <w:p w14:paraId="7FE4A5FA" w14:textId="77777777" w:rsidR="008751B5" w:rsidRDefault="008751B5" w:rsidP="00CA772F">
      <w:pPr>
        <w:jc w:val="center"/>
      </w:pPr>
    </w:p>
    <w:p w14:paraId="01C05D63" w14:textId="77777777" w:rsidR="008751B5" w:rsidRDefault="008751B5" w:rsidP="00CA772F">
      <w:pPr>
        <w:jc w:val="center"/>
      </w:pPr>
    </w:p>
    <w:p w14:paraId="4BCB524A" w14:textId="77777777" w:rsidR="008751B5" w:rsidRDefault="008751B5" w:rsidP="00CA772F">
      <w:pPr>
        <w:jc w:val="center"/>
      </w:pPr>
    </w:p>
    <w:p w14:paraId="5220CAFC" w14:textId="77777777" w:rsidR="008751B5" w:rsidRDefault="008751B5" w:rsidP="00CA772F">
      <w:pPr>
        <w:jc w:val="center"/>
      </w:pPr>
    </w:p>
    <w:p w14:paraId="4F17F7D1" w14:textId="77777777" w:rsidR="008751B5" w:rsidRDefault="008751B5" w:rsidP="00CA772F">
      <w:pPr>
        <w:jc w:val="center"/>
      </w:pPr>
    </w:p>
    <w:p w14:paraId="658AF7B2" w14:textId="77777777" w:rsidR="008751B5" w:rsidRDefault="008751B5" w:rsidP="00CA772F">
      <w:pPr>
        <w:jc w:val="center"/>
      </w:pPr>
    </w:p>
    <w:p w14:paraId="1F4D61A6" w14:textId="77777777" w:rsidR="008751B5" w:rsidRDefault="008751B5" w:rsidP="00CA772F">
      <w:pPr>
        <w:jc w:val="center"/>
      </w:pPr>
    </w:p>
    <w:p w14:paraId="76A7EC0D" w14:textId="77777777" w:rsidR="008751B5" w:rsidRDefault="008751B5" w:rsidP="00CA772F">
      <w:pPr>
        <w:jc w:val="center"/>
      </w:pPr>
    </w:p>
    <w:p w14:paraId="2317AB41" w14:textId="77777777" w:rsidR="008751B5" w:rsidRPr="00CA772F" w:rsidRDefault="008751B5" w:rsidP="00CA772F">
      <w:pPr>
        <w:jc w:val="center"/>
      </w:pPr>
    </w:p>
    <w:p w14:paraId="5E11B241" w14:textId="77777777" w:rsidR="00AF5901" w:rsidRPr="00CA772F" w:rsidRDefault="00AF5901" w:rsidP="00CA772F">
      <w:pPr>
        <w:jc w:val="center"/>
      </w:pPr>
    </w:p>
    <w:p w14:paraId="67F0590D" w14:textId="77777777" w:rsidR="00AF5901" w:rsidRPr="003C61EE" w:rsidRDefault="00AF5901" w:rsidP="009D054B">
      <w:pPr>
        <w:pStyle w:val="Heading4"/>
        <w:spacing w:before="160"/>
        <w:rPr>
          <w:sz w:val="44"/>
          <w:szCs w:val="44"/>
        </w:rPr>
      </w:pPr>
      <w:r w:rsidRPr="003C61EE">
        <w:rPr>
          <w:sz w:val="44"/>
          <w:szCs w:val="44"/>
        </w:rPr>
        <w:t>Exercise Manual</w:t>
      </w:r>
    </w:p>
    <w:p w14:paraId="0A954814" w14:textId="77777777" w:rsidR="00AF5901" w:rsidRPr="003C61EE" w:rsidRDefault="00AF5901" w:rsidP="009D054B">
      <w:pPr>
        <w:pStyle w:val="Heading4"/>
        <w:spacing w:before="160"/>
        <w:rPr>
          <w:b w:val="0"/>
          <w:sz w:val="44"/>
          <w:szCs w:val="44"/>
        </w:rPr>
      </w:pPr>
      <w:r w:rsidRPr="003C61EE">
        <w:rPr>
          <w:b w:val="0"/>
          <w:i/>
          <w:sz w:val="44"/>
          <w:szCs w:val="44"/>
        </w:rPr>
        <w:t>for</w:t>
      </w:r>
    </w:p>
    <w:p w14:paraId="1BFAE083" w14:textId="77777777" w:rsidR="00AF5901" w:rsidRPr="003C61EE" w:rsidRDefault="00FC5054" w:rsidP="00A073A5">
      <w:pPr>
        <w:pStyle w:val="Heading4"/>
        <w:spacing w:before="160"/>
        <w:rPr>
          <w:sz w:val="44"/>
          <w:szCs w:val="44"/>
        </w:rPr>
      </w:pPr>
      <w:r>
        <w:rPr>
          <w:sz w:val="44"/>
          <w:szCs w:val="44"/>
        </w:rPr>
        <w:t>Inference with FPGAs</w:t>
      </w:r>
    </w:p>
    <w:p w14:paraId="0283D2BE" w14:textId="77777777" w:rsidR="00AF5901" w:rsidRPr="003C61EE" w:rsidRDefault="00AF5901" w:rsidP="00CA772F">
      <w:pPr>
        <w:jc w:val="center"/>
      </w:pPr>
    </w:p>
    <w:p w14:paraId="16386BA3" w14:textId="77777777" w:rsidR="00AF5901" w:rsidRPr="003C61EE" w:rsidRDefault="00AF5901" w:rsidP="00CA772F">
      <w:pPr>
        <w:jc w:val="center"/>
      </w:pPr>
    </w:p>
    <w:p w14:paraId="0D8610EE" w14:textId="77777777" w:rsidR="00AF5901" w:rsidRPr="003C61EE" w:rsidRDefault="00AF5901" w:rsidP="00CA772F">
      <w:pPr>
        <w:jc w:val="center"/>
      </w:pPr>
    </w:p>
    <w:p w14:paraId="6B44343A" w14:textId="77777777" w:rsidR="00AF5901" w:rsidRDefault="00AF5901" w:rsidP="00CA772F">
      <w:pPr>
        <w:jc w:val="center"/>
      </w:pPr>
    </w:p>
    <w:p w14:paraId="329496FF" w14:textId="77777777" w:rsidR="008751B5" w:rsidRDefault="008751B5" w:rsidP="00CA772F">
      <w:pPr>
        <w:jc w:val="center"/>
      </w:pPr>
    </w:p>
    <w:p w14:paraId="09718D48" w14:textId="77777777" w:rsidR="008751B5" w:rsidRDefault="008751B5" w:rsidP="00CA772F">
      <w:pPr>
        <w:jc w:val="center"/>
      </w:pPr>
    </w:p>
    <w:p w14:paraId="6445B20F" w14:textId="77777777" w:rsidR="008751B5" w:rsidRDefault="008751B5" w:rsidP="00CA772F">
      <w:pPr>
        <w:jc w:val="center"/>
      </w:pPr>
    </w:p>
    <w:p w14:paraId="60CCDE69" w14:textId="77777777" w:rsidR="008751B5" w:rsidRDefault="008751B5" w:rsidP="00CA772F">
      <w:pPr>
        <w:jc w:val="center"/>
      </w:pPr>
    </w:p>
    <w:p w14:paraId="2E7D50BD" w14:textId="77777777" w:rsidR="008751B5" w:rsidRDefault="008751B5" w:rsidP="00CA772F">
      <w:pPr>
        <w:jc w:val="center"/>
      </w:pPr>
    </w:p>
    <w:p w14:paraId="188F4066" w14:textId="77777777" w:rsidR="008751B5" w:rsidRDefault="008751B5" w:rsidP="00CA772F">
      <w:pPr>
        <w:jc w:val="center"/>
      </w:pPr>
    </w:p>
    <w:p w14:paraId="4AA64572" w14:textId="77777777" w:rsidR="00AF5901" w:rsidRPr="003C61EE" w:rsidRDefault="00AF5901" w:rsidP="009D054B">
      <w:pPr>
        <w:pStyle w:val="Heading1"/>
        <w:spacing w:before="160"/>
        <w:jc w:val="center"/>
        <w:rPr>
          <w:rFonts w:ascii="Times New Roman" w:hAnsi="Times New Roman"/>
          <w:sz w:val="24"/>
          <w:szCs w:val="24"/>
          <w:u w:val="single"/>
        </w:rPr>
      </w:pPr>
      <w:r w:rsidRPr="003C61EE">
        <w:rPr>
          <w:rFonts w:ascii="Times New Roman" w:hAnsi="Times New Roman"/>
          <w:sz w:val="24"/>
          <w:szCs w:val="24"/>
          <w:u w:val="single"/>
        </w:rPr>
        <w:t>Software Requir</w:t>
      </w:r>
      <w:r w:rsidR="009D1D65">
        <w:rPr>
          <w:rFonts w:ascii="Times New Roman" w:hAnsi="Times New Roman"/>
          <w:sz w:val="24"/>
          <w:szCs w:val="24"/>
          <w:u w:val="single"/>
        </w:rPr>
        <w:t>ements</w:t>
      </w:r>
    </w:p>
    <w:p w14:paraId="67C30FB0" w14:textId="77777777" w:rsidR="008E6ACE" w:rsidRDefault="008E6ACE" w:rsidP="008E6ACE">
      <w:pPr>
        <w:pStyle w:val="NormalWeb"/>
        <w:spacing w:before="0" w:beforeAutospacing="0" w:after="0" w:afterAutospacing="0"/>
        <w:rPr>
          <w:b/>
        </w:rPr>
      </w:pPr>
      <w:r>
        <w:rPr>
          <w:b/>
        </w:rPr>
        <w:tab/>
      </w:r>
    </w:p>
    <w:p w14:paraId="413DB4A5" w14:textId="77777777" w:rsidR="008E6ACE" w:rsidRDefault="00000AF0" w:rsidP="008E6ACE">
      <w:pPr>
        <w:pStyle w:val="NormalWeb"/>
        <w:spacing w:before="0" w:beforeAutospacing="0" w:after="0" w:afterAutospacing="0"/>
        <w:jc w:val="center"/>
        <w:rPr>
          <w:color w:val="000000"/>
        </w:rPr>
      </w:pPr>
      <w:r>
        <w:rPr>
          <w:color w:val="000000"/>
        </w:rPr>
        <w:t xml:space="preserve">64-bit </w:t>
      </w:r>
      <w:r w:rsidR="007B038B">
        <w:rPr>
          <w:color w:val="000000"/>
        </w:rPr>
        <w:t>Linux</w:t>
      </w:r>
      <w:r w:rsidR="00A24ED7">
        <w:rPr>
          <w:color w:val="000000"/>
        </w:rPr>
        <w:t>*</w:t>
      </w:r>
      <w:r w:rsidR="007B038B">
        <w:rPr>
          <w:color w:val="000000"/>
        </w:rPr>
        <w:t xml:space="preserve"> Software Development Environment with g++</w:t>
      </w:r>
    </w:p>
    <w:p w14:paraId="7747F262" w14:textId="42B1CE97" w:rsidR="00BB72B2" w:rsidRDefault="00FC5054" w:rsidP="00BB72B2">
      <w:pPr>
        <w:pStyle w:val="NormalWeb"/>
        <w:spacing w:before="0" w:beforeAutospacing="0" w:after="0" w:afterAutospacing="0"/>
        <w:jc w:val="center"/>
        <w:rPr>
          <w:color w:val="000000"/>
        </w:rPr>
      </w:pPr>
      <w:r>
        <w:rPr>
          <w:color w:val="000000"/>
        </w:rPr>
        <w:t xml:space="preserve">Intel® Distribution of OpenVINO™ </w:t>
      </w:r>
      <w:r w:rsidR="00A24ED7">
        <w:rPr>
          <w:color w:val="000000"/>
        </w:rPr>
        <w:t>t</w:t>
      </w:r>
      <w:r>
        <w:rPr>
          <w:color w:val="000000"/>
        </w:rPr>
        <w:t>oolkit Linux for FPGA version R3</w:t>
      </w:r>
    </w:p>
    <w:p w14:paraId="1E2A8EA4" w14:textId="77777777" w:rsidR="007940D9" w:rsidRDefault="007940D9" w:rsidP="00A745EB">
      <w:pPr>
        <w:pStyle w:val="NormalWeb"/>
        <w:jc w:val="center"/>
        <w:rPr>
          <w:b/>
          <w:bCs/>
          <w:color w:val="000000"/>
        </w:rPr>
      </w:pPr>
    </w:p>
    <w:p w14:paraId="61AEF8ED" w14:textId="77777777" w:rsidR="00FC5054" w:rsidRPr="003C61EE" w:rsidRDefault="00FC5054" w:rsidP="00FC5054">
      <w:pPr>
        <w:pStyle w:val="Heading1"/>
        <w:spacing w:before="160"/>
        <w:jc w:val="center"/>
        <w:rPr>
          <w:rFonts w:ascii="Times New Roman" w:hAnsi="Times New Roman"/>
          <w:sz w:val="24"/>
          <w:szCs w:val="24"/>
          <w:u w:val="single"/>
        </w:rPr>
      </w:pPr>
      <w:r>
        <w:rPr>
          <w:rFonts w:ascii="Times New Roman" w:hAnsi="Times New Roman"/>
          <w:sz w:val="24"/>
          <w:szCs w:val="24"/>
          <w:u w:val="single"/>
        </w:rPr>
        <w:t>Hardware</w:t>
      </w:r>
      <w:r w:rsidRPr="003C61EE">
        <w:rPr>
          <w:rFonts w:ascii="Times New Roman" w:hAnsi="Times New Roman"/>
          <w:sz w:val="24"/>
          <w:szCs w:val="24"/>
          <w:u w:val="single"/>
        </w:rPr>
        <w:t xml:space="preserve"> Requir</w:t>
      </w:r>
      <w:r>
        <w:rPr>
          <w:rFonts w:ascii="Times New Roman" w:hAnsi="Times New Roman"/>
          <w:sz w:val="24"/>
          <w:szCs w:val="24"/>
          <w:u w:val="single"/>
        </w:rPr>
        <w:t>ements</w:t>
      </w:r>
    </w:p>
    <w:p w14:paraId="109083A7" w14:textId="77777777" w:rsidR="00FC5054" w:rsidRDefault="00FC5054" w:rsidP="00FC5054">
      <w:pPr>
        <w:pStyle w:val="NormalWeb"/>
        <w:spacing w:before="0" w:beforeAutospacing="0" w:after="0" w:afterAutospacing="0"/>
        <w:rPr>
          <w:b/>
        </w:rPr>
      </w:pPr>
      <w:r>
        <w:rPr>
          <w:b/>
        </w:rPr>
        <w:tab/>
      </w:r>
    </w:p>
    <w:p w14:paraId="13175232" w14:textId="77777777" w:rsidR="00FC5054" w:rsidRDefault="00FC5054" w:rsidP="00FC5054">
      <w:pPr>
        <w:pStyle w:val="NormalWeb"/>
        <w:spacing w:before="0" w:beforeAutospacing="0" w:after="0" w:afterAutospacing="0"/>
        <w:jc w:val="center"/>
        <w:rPr>
          <w:color w:val="000000"/>
        </w:rPr>
      </w:pPr>
      <w:r>
        <w:rPr>
          <w:color w:val="000000"/>
        </w:rPr>
        <w:t>Intel® Programmable Acceleration Card with Intel® Arria® 10 FPGA GX</w:t>
      </w:r>
      <w:r w:rsidR="000F26B0">
        <w:rPr>
          <w:color w:val="000000"/>
        </w:rPr>
        <w:t xml:space="preserve"> FPGA</w:t>
      </w:r>
    </w:p>
    <w:p w14:paraId="00B9084F" w14:textId="77777777" w:rsidR="008D2C79" w:rsidRPr="00FC5054" w:rsidRDefault="008D2C79" w:rsidP="007B5078">
      <w:pPr>
        <w:jc w:val="center"/>
        <w:rPr>
          <w:b/>
        </w:rPr>
      </w:pPr>
    </w:p>
    <w:p w14:paraId="55805E65" w14:textId="77777777" w:rsidR="00AF5901" w:rsidRDefault="00067BF6" w:rsidP="007B5078">
      <w:pPr>
        <w:jc w:val="center"/>
      </w:pPr>
      <w:r>
        <w:br w:type="page"/>
      </w:r>
    </w:p>
    <w:p w14:paraId="38B21C2A" w14:textId="77777777" w:rsidR="008751B5" w:rsidRDefault="008751B5" w:rsidP="007B5078">
      <w:pPr>
        <w:jc w:val="center"/>
      </w:pPr>
    </w:p>
    <w:p w14:paraId="23EF4389" w14:textId="77777777" w:rsidR="008751B5" w:rsidRDefault="008751B5" w:rsidP="007B5078">
      <w:pPr>
        <w:jc w:val="center"/>
      </w:pPr>
    </w:p>
    <w:p w14:paraId="2CFEB52A" w14:textId="77777777" w:rsidR="008751B5" w:rsidRDefault="008751B5" w:rsidP="007B5078">
      <w:pPr>
        <w:jc w:val="center"/>
      </w:pPr>
    </w:p>
    <w:p w14:paraId="4278D04B" w14:textId="77777777" w:rsidR="008751B5" w:rsidRDefault="008751B5" w:rsidP="007B5078">
      <w:pPr>
        <w:jc w:val="center"/>
      </w:pPr>
    </w:p>
    <w:p w14:paraId="2FDBA464" w14:textId="77777777" w:rsidR="008751B5" w:rsidRDefault="008751B5" w:rsidP="007B5078">
      <w:pPr>
        <w:jc w:val="center"/>
      </w:pPr>
    </w:p>
    <w:p w14:paraId="183E4D53" w14:textId="77777777" w:rsidR="00000AF0" w:rsidRDefault="00000AF0" w:rsidP="00000AF0">
      <w:pPr>
        <w:jc w:val="center"/>
      </w:pPr>
    </w:p>
    <w:p w14:paraId="29291716" w14:textId="77777777" w:rsidR="00000AF0" w:rsidRDefault="00000AF0" w:rsidP="00000AF0">
      <w:pPr>
        <w:jc w:val="center"/>
      </w:pPr>
    </w:p>
    <w:p w14:paraId="286767BB" w14:textId="77777777" w:rsidR="00000AF0" w:rsidRDefault="00000AF0" w:rsidP="00000AF0">
      <w:pPr>
        <w:jc w:val="center"/>
      </w:pPr>
    </w:p>
    <w:p w14:paraId="22034861" w14:textId="77777777" w:rsidR="00000AF0" w:rsidRDefault="00000AF0" w:rsidP="00000AF0">
      <w:pPr>
        <w:jc w:val="center"/>
      </w:pPr>
    </w:p>
    <w:p w14:paraId="72FC63BD" w14:textId="77777777" w:rsidR="00000AF0" w:rsidRDefault="00000AF0" w:rsidP="00000AF0">
      <w:pPr>
        <w:jc w:val="center"/>
      </w:pPr>
    </w:p>
    <w:p w14:paraId="578B33D5" w14:textId="77777777" w:rsidR="00000AF0" w:rsidRDefault="00000AF0" w:rsidP="00000AF0">
      <w:pPr>
        <w:jc w:val="center"/>
      </w:pPr>
    </w:p>
    <w:p w14:paraId="12505B0F" w14:textId="77777777" w:rsidR="00000AF0" w:rsidRDefault="00000AF0" w:rsidP="00000AF0">
      <w:pPr>
        <w:jc w:val="center"/>
      </w:pPr>
    </w:p>
    <w:p w14:paraId="2FC1F869" w14:textId="77777777" w:rsidR="00000AF0" w:rsidRDefault="00000AF0" w:rsidP="00000AF0">
      <w:pPr>
        <w:jc w:val="center"/>
        <w:rPr>
          <w:sz w:val="72"/>
          <w:szCs w:val="52"/>
        </w:rPr>
      </w:pPr>
    </w:p>
    <w:p w14:paraId="3F63A332" w14:textId="77777777" w:rsidR="00000AF0" w:rsidRDefault="00000AF0" w:rsidP="00000AF0">
      <w:pPr>
        <w:jc w:val="center"/>
        <w:rPr>
          <w:sz w:val="72"/>
          <w:szCs w:val="52"/>
        </w:rPr>
      </w:pPr>
    </w:p>
    <w:p w14:paraId="6C7880D7" w14:textId="77777777" w:rsidR="00000AF0" w:rsidRDefault="00000AF0" w:rsidP="00000AF0">
      <w:pPr>
        <w:jc w:val="center"/>
        <w:rPr>
          <w:sz w:val="72"/>
          <w:szCs w:val="52"/>
        </w:rPr>
      </w:pPr>
    </w:p>
    <w:p w14:paraId="65F3A37A" w14:textId="77777777" w:rsidR="00000AF0" w:rsidRPr="003C61EE" w:rsidRDefault="00000AF0" w:rsidP="00000AF0">
      <w:pPr>
        <w:jc w:val="center"/>
        <w:rPr>
          <w:sz w:val="72"/>
          <w:szCs w:val="52"/>
        </w:rPr>
      </w:pPr>
      <w:r>
        <w:rPr>
          <w:sz w:val="72"/>
          <w:szCs w:val="52"/>
        </w:rPr>
        <w:t>Exercise 1</w:t>
      </w:r>
    </w:p>
    <w:p w14:paraId="4ED36466" w14:textId="77777777" w:rsidR="00000AF0" w:rsidRPr="003C61EE" w:rsidRDefault="00000AF0" w:rsidP="00000AF0">
      <w:pPr>
        <w:jc w:val="center"/>
      </w:pPr>
    </w:p>
    <w:p w14:paraId="1EBF782B" w14:textId="77777777" w:rsidR="00000AF0" w:rsidRDefault="00000AF0" w:rsidP="00000AF0">
      <w:pPr>
        <w:jc w:val="center"/>
      </w:pPr>
    </w:p>
    <w:p w14:paraId="3271DEAA" w14:textId="77777777" w:rsidR="00000AF0" w:rsidRPr="003C61EE" w:rsidRDefault="00000AF0" w:rsidP="00000AF0">
      <w:pPr>
        <w:jc w:val="center"/>
      </w:pPr>
    </w:p>
    <w:p w14:paraId="5577FFD1" w14:textId="12D6D8AB" w:rsidR="00B962C7" w:rsidRPr="003C61EE" w:rsidRDefault="00317563" w:rsidP="00B962C7">
      <w:pPr>
        <w:pStyle w:val="Heading4"/>
        <w:rPr>
          <w:sz w:val="72"/>
          <w:szCs w:val="52"/>
        </w:rPr>
      </w:pPr>
      <w:r w:rsidRPr="00317563">
        <w:rPr>
          <w:b w:val="0"/>
          <w:sz w:val="72"/>
          <w:szCs w:val="52"/>
        </w:rPr>
        <w:t>In</w:t>
      </w:r>
      <w:r>
        <w:rPr>
          <w:b w:val="0"/>
          <w:sz w:val="72"/>
          <w:szCs w:val="52"/>
        </w:rPr>
        <w:t xml:space="preserve">tel® Distribution of OpenVINO™ </w:t>
      </w:r>
      <w:r w:rsidR="009058EF">
        <w:rPr>
          <w:b w:val="0"/>
          <w:sz w:val="72"/>
          <w:szCs w:val="52"/>
        </w:rPr>
        <w:t>t</w:t>
      </w:r>
      <w:r w:rsidRPr="00317563">
        <w:rPr>
          <w:b w:val="0"/>
          <w:sz w:val="72"/>
          <w:szCs w:val="52"/>
        </w:rPr>
        <w:t xml:space="preserve">oolkit </w:t>
      </w:r>
      <w:r>
        <w:rPr>
          <w:b w:val="0"/>
          <w:sz w:val="72"/>
          <w:szCs w:val="52"/>
        </w:rPr>
        <w:t>A</w:t>
      </w:r>
      <w:r w:rsidR="00866B79">
        <w:rPr>
          <w:b w:val="0"/>
          <w:sz w:val="72"/>
          <w:szCs w:val="52"/>
        </w:rPr>
        <w:t>pplication for the CPU</w:t>
      </w:r>
    </w:p>
    <w:p w14:paraId="779DC984" w14:textId="37F40530" w:rsidR="00866B79" w:rsidRPr="009058EF" w:rsidRDefault="00000AF0" w:rsidP="00C54321">
      <w:pPr>
        <w:rPr>
          <w:sz w:val="24"/>
          <w:szCs w:val="24"/>
        </w:rPr>
      </w:pPr>
      <w:r>
        <w:rPr>
          <w:b/>
          <w:sz w:val="28"/>
        </w:rPr>
        <w:br w:type="page"/>
      </w:r>
      <w:r w:rsidR="00866B79" w:rsidRPr="009058EF">
        <w:rPr>
          <w:sz w:val="24"/>
          <w:szCs w:val="24"/>
        </w:rPr>
        <w:lastRenderedPageBreak/>
        <w:t>The Intel® Deep Learning Deployment Toolkit that’s part of the Inte</w:t>
      </w:r>
      <w:r w:rsidR="000343C1">
        <w:rPr>
          <w:sz w:val="24"/>
          <w:szCs w:val="24"/>
        </w:rPr>
        <w:t>l</w:t>
      </w:r>
      <w:r w:rsidR="00317563" w:rsidRPr="009058EF">
        <w:rPr>
          <w:sz w:val="24"/>
          <w:szCs w:val="24"/>
        </w:rPr>
        <w:t>®</w:t>
      </w:r>
      <w:r w:rsidR="00866B79" w:rsidRPr="009058EF">
        <w:rPr>
          <w:sz w:val="24"/>
          <w:szCs w:val="24"/>
        </w:rPr>
        <w:t xml:space="preserve"> Distribution of OpenVINO</w:t>
      </w:r>
      <w:r w:rsidR="00317563" w:rsidRPr="009058EF">
        <w:rPr>
          <w:sz w:val="24"/>
          <w:szCs w:val="24"/>
        </w:rPr>
        <w:t>™</w:t>
      </w:r>
      <w:r w:rsidR="00866B79" w:rsidRPr="009058EF">
        <w:rPr>
          <w:sz w:val="24"/>
          <w:szCs w:val="24"/>
        </w:rPr>
        <w:t xml:space="preserve"> toolkit allows you to easily accelerate and deploy CNNs on Intel® platforms including CPUs, GPUs, VPUs, and FPGAs. </w:t>
      </w:r>
    </w:p>
    <w:p w14:paraId="7B48CFED" w14:textId="77777777" w:rsidR="00866B79" w:rsidRPr="009058EF" w:rsidRDefault="00866B79" w:rsidP="00C54321">
      <w:pPr>
        <w:rPr>
          <w:sz w:val="24"/>
          <w:szCs w:val="24"/>
        </w:rPr>
      </w:pPr>
    </w:p>
    <w:p w14:paraId="335DA46B" w14:textId="2777E0A0" w:rsidR="00000AF0" w:rsidRPr="009058EF" w:rsidRDefault="00866B79" w:rsidP="00C54321">
      <w:pPr>
        <w:rPr>
          <w:sz w:val="24"/>
          <w:szCs w:val="24"/>
        </w:rPr>
      </w:pPr>
      <w:r w:rsidRPr="009058EF">
        <w:rPr>
          <w:sz w:val="24"/>
          <w:szCs w:val="24"/>
        </w:rPr>
        <w:t>In this exercise we will practice writing a simple cat classification application using the OpenVINO toolkit. The code written can be applied to any of the supported Intel</w:t>
      </w:r>
      <w:r w:rsidR="000343C1">
        <w:rPr>
          <w:sz w:val="24"/>
          <w:szCs w:val="24"/>
        </w:rPr>
        <w:t xml:space="preserve">® </w:t>
      </w:r>
      <w:r w:rsidRPr="009058EF">
        <w:rPr>
          <w:sz w:val="24"/>
          <w:szCs w:val="24"/>
        </w:rPr>
        <w:t>platforms but for ease of deployment we will target the CPU first and then the FPGA in the next exercise.</w:t>
      </w:r>
    </w:p>
    <w:p w14:paraId="2A797750" w14:textId="77777777" w:rsidR="00866B79" w:rsidRPr="009058EF" w:rsidRDefault="00866B79" w:rsidP="00C54321">
      <w:pPr>
        <w:rPr>
          <w:sz w:val="24"/>
          <w:szCs w:val="24"/>
        </w:rPr>
      </w:pPr>
    </w:p>
    <w:p w14:paraId="10E2F4C2" w14:textId="77777777" w:rsidR="00866B79" w:rsidRPr="009058EF" w:rsidRDefault="00866B79" w:rsidP="00C54321">
      <w:pPr>
        <w:rPr>
          <w:sz w:val="24"/>
          <w:szCs w:val="24"/>
        </w:rPr>
      </w:pPr>
      <w:r w:rsidRPr="009058EF">
        <w:rPr>
          <w:sz w:val="24"/>
          <w:szCs w:val="24"/>
        </w:rPr>
        <w:t xml:space="preserve">This application takes video or images as input and will classify </w:t>
      </w:r>
      <w:r w:rsidR="008E18ED" w:rsidRPr="009058EF">
        <w:rPr>
          <w:sz w:val="24"/>
          <w:szCs w:val="24"/>
        </w:rPr>
        <w:t xml:space="preserve">the object in the image as one of </w:t>
      </w:r>
      <w:r w:rsidR="003C278D" w:rsidRPr="009058EF">
        <w:rPr>
          <w:sz w:val="24"/>
          <w:szCs w:val="24"/>
        </w:rPr>
        <w:t>32 types of dogs or cats.</w:t>
      </w:r>
    </w:p>
    <w:p w14:paraId="6DD46EE5" w14:textId="77777777" w:rsidR="0017126B" w:rsidRPr="00963BAE" w:rsidRDefault="00FA131D" w:rsidP="0017126B">
      <w:pPr>
        <w:pStyle w:val="Heading2"/>
        <w:spacing w:after="0"/>
        <w:rPr>
          <w:rFonts w:ascii="Times New Roman" w:hAnsi="Times New Roman"/>
          <w:i w:val="0"/>
          <w:sz w:val="28"/>
          <w:szCs w:val="28"/>
        </w:rPr>
      </w:pPr>
      <w:r>
        <w:rPr>
          <w:rFonts w:ascii="Times New Roman" w:hAnsi="Times New Roman"/>
          <w:i w:val="0"/>
          <w:sz w:val="28"/>
          <w:szCs w:val="28"/>
        </w:rPr>
        <w:t xml:space="preserve">Step 1. Setup </w:t>
      </w:r>
      <w:r w:rsidR="0017126B">
        <w:rPr>
          <w:rFonts w:ascii="Times New Roman" w:hAnsi="Times New Roman"/>
          <w:i w:val="0"/>
          <w:sz w:val="28"/>
          <w:szCs w:val="28"/>
        </w:rPr>
        <w:t>Lab Environment</w:t>
      </w:r>
    </w:p>
    <w:p w14:paraId="09AF3EC8" w14:textId="77777777" w:rsidR="00FA131D" w:rsidRDefault="00FA131D" w:rsidP="00FA131D">
      <w:pPr>
        <w:pStyle w:val="exnumberedstep"/>
        <w:numPr>
          <w:ilvl w:val="0"/>
          <w:numId w:val="4"/>
        </w:numPr>
        <w:tabs>
          <w:tab w:val="num" w:pos="360"/>
        </w:tabs>
        <w:ind w:left="360"/>
        <w:rPr>
          <w:i/>
        </w:rPr>
      </w:pPr>
      <w:r>
        <w:t>Open a terminal in your Linux</w:t>
      </w:r>
      <w:r w:rsidR="00FC2E47">
        <w:t>*</w:t>
      </w:r>
      <w:r>
        <w:t xml:space="preserve"> system</w:t>
      </w:r>
    </w:p>
    <w:p w14:paraId="23082E3D" w14:textId="1E3D7D13" w:rsidR="00000AF0" w:rsidRPr="00FA131D" w:rsidRDefault="00FA131D" w:rsidP="00FA131D">
      <w:pPr>
        <w:pStyle w:val="exnumberedstep"/>
        <w:numPr>
          <w:ilvl w:val="0"/>
          <w:numId w:val="4"/>
        </w:numPr>
        <w:tabs>
          <w:tab w:val="num" w:pos="360"/>
        </w:tabs>
        <w:ind w:left="360"/>
        <w:rPr>
          <w:i/>
        </w:rPr>
      </w:pPr>
      <w:r>
        <w:t>Extract the exercise files</w:t>
      </w:r>
      <w:r w:rsidR="009058EF">
        <w:t xml:space="preserve"> associated with the training</w:t>
      </w:r>
    </w:p>
    <w:p w14:paraId="0BE29AC0" w14:textId="77777777" w:rsidR="00FA131D" w:rsidRPr="0017126B" w:rsidRDefault="00FA131D" w:rsidP="00FA131D">
      <w:pPr>
        <w:pStyle w:val="exnumberedstep"/>
        <w:numPr>
          <w:ilvl w:val="1"/>
          <w:numId w:val="4"/>
        </w:numPr>
        <w:rPr>
          <w:i/>
        </w:rPr>
      </w:pPr>
      <w:r>
        <w:t>“tar -xf cat_dog_classification.tar.gz”</w:t>
      </w:r>
    </w:p>
    <w:p w14:paraId="0F578142" w14:textId="1948C838" w:rsidR="0017126B" w:rsidRPr="0017126B" w:rsidRDefault="009058EF" w:rsidP="00E2313B">
      <w:pPr>
        <w:pStyle w:val="exnumberedstep"/>
        <w:numPr>
          <w:ilvl w:val="0"/>
          <w:numId w:val="4"/>
        </w:numPr>
        <w:tabs>
          <w:tab w:val="num" w:pos="360"/>
        </w:tabs>
        <w:ind w:left="360"/>
        <w:rPr>
          <w:i/>
        </w:rPr>
      </w:pPr>
      <w:r>
        <w:t xml:space="preserve">Change directory (cd) </w:t>
      </w:r>
      <w:r w:rsidR="00FA131D">
        <w:t>into the extracted directory, this directory will no</w:t>
      </w:r>
      <w:r w:rsidR="00FC2E47">
        <w:t>w</w:t>
      </w:r>
      <w:r w:rsidR="00FA131D">
        <w:t xml:space="preserve"> be refered to as &lt;Lab Dir&gt;</w:t>
      </w:r>
    </w:p>
    <w:p w14:paraId="2B067BB9" w14:textId="77777777" w:rsidR="00FA131D" w:rsidRPr="00FE59F7" w:rsidRDefault="00FA131D" w:rsidP="00FA131D">
      <w:pPr>
        <w:pStyle w:val="exnumberedstep"/>
        <w:numPr>
          <w:ilvl w:val="0"/>
          <w:numId w:val="4"/>
        </w:numPr>
        <w:tabs>
          <w:tab w:val="num" w:pos="360"/>
        </w:tabs>
        <w:ind w:left="360"/>
        <w:rPr>
          <w:i/>
        </w:rPr>
      </w:pPr>
      <w:r>
        <w:t>Examine the environment script</w:t>
      </w:r>
      <w:r w:rsidR="00FE59F7">
        <w:rPr>
          <w:i/>
        </w:rPr>
        <w:t xml:space="preserve"> </w:t>
      </w:r>
      <w:r w:rsidR="00FE59F7">
        <w:t>init_openvino.sh</w:t>
      </w:r>
    </w:p>
    <w:p w14:paraId="32C52B45" w14:textId="77777777" w:rsidR="00FE59F7" w:rsidRDefault="00FE59F7" w:rsidP="00FE59F7">
      <w:pPr>
        <w:pStyle w:val="exnumberedstep"/>
        <w:numPr>
          <w:ilvl w:val="0"/>
          <w:numId w:val="0"/>
        </w:numPr>
        <w:ind w:left="360"/>
        <w:rPr>
          <w:i/>
        </w:rPr>
      </w:pPr>
      <w:r>
        <w:rPr>
          <w:i/>
        </w:rPr>
        <w:drawing>
          <wp:inline distT="0" distB="0" distL="0" distR="0" wp14:anchorId="39D627CC" wp14:editId="67C18530">
            <wp:extent cx="5486400" cy="265239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shot1.png"/>
                    <pic:cNvPicPr/>
                  </pic:nvPicPr>
                  <pic:blipFill>
                    <a:blip r:embed="rId11"/>
                    <a:stretch>
                      <a:fillRect/>
                    </a:stretch>
                  </pic:blipFill>
                  <pic:spPr>
                    <a:xfrm>
                      <a:off x="0" y="0"/>
                      <a:ext cx="5486400" cy="2652395"/>
                    </a:xfrm>
                    <a:prstGeom prst="rect">
                      <a:avLst/>
                    </a:prstGeom>
                  </pic:spPr>
                </pic:pic>
              </a:graphicData>
            </a:graphic>
          </wp:inline>
        </w:drawing>
      </w:r>
    </w:p>
    <w:p w14:paraId="5119BF58" w14:textId="77777777" w:rsidR="00FC2E47" w:rsidRPr="009058EF" w:rsidRDefault="00FC2E47" w:rsidP="009058EF">
      <w:pPr>
        <w:pStyle w:val="exnumberedstep"/>
        <w:numPr>
          <w:ilvl w:val="0"/>
          <w:numId w:val="0"/>
        </w:numPr>
        <w:ind w:left="360"/>
        <w:jc w:val="center"/>
      </w:pPr>
      <w:r>
        <w:t>Figure 1. Environment script init_openvino.sh</w:t>
      </w:r>
    </w:p>
    <w:p w14:paraId="63CE8588" w14:textId="77777777" w:rsidR="003859F6" w:rsidRPr="009058EF" w:rsidRDefault="00FE59F7" w:rsidP="00FE59F7">
      <w:pPr>
        <w:pStyle w:val="exnumberedstep"/>
        <w:numPr>
          <w:ilvl w:val="0"/>
          <w:numId w:val="0"/>
        </w:numPr>
        <w:ind w:left="360"/>
      </w:pPr>
      <w:r w:rsidRPr="009058EF">
        <w:t>In the script there are two sections, OpenVINO environment and Intel</w:t>
      </w:r>
      <w:r w:rsidR="00FC2E47" w:rsidRPr="009058EF">
        <w:t>®</w:t>
      </w:r>
      <w:r w:rsidRPr="009058EF">
        <w:t xml:space="preserve"> FPGA envirnoment settings.</w:t>
      </w:r>
    </w:p>
    <w:p w14:paraId="04E5A833" w14:textId="77777777" w:rsidR="003859F6" w:rsidRPr="00FE59F7" w:rsidRDefault="00FE59F7" w:rsidP="00FE59F7">
      <w:pPr>
        <w:pStyle w:val="exnumberedstep"/>
        <w:numPr>
          <w:ilvl w:val="0"/>
          <w:numId w:val="4"/>
        </w:numPr>
        <w:tabs>
          <w:tab w:val="num" w:pos="360"/>
        </w:tabs>
        <w:ind w:left="360"/>
        <w:rPr>
          <w:i/>
        </w:rPr>
      </w:pPr>
      <w:r>
        <w:t>Edit the script to match your environment</w:t>
      </w:r>
    </w:p>
    <w:p w14:paraId="79724E51" w14:textId="77777777" w:rsidR="00FE59F7" w:rsidRPr="00FE59F7" w:rsidRDefault="00FE59F7" w:rsidP="00FE59F7">
      <w:pPr>
        <w:pStyle w:val="exnumberedstep"/>
        <w:numPr>
          <w:ilvl w:val="1"/>
          <w:numId w:val="4"/>
        </w:numPr>
        <w:rPr>
          <w:i/>
        </w:rPr>
      </w:pPr>
      <w:r>
        <w:t>Make sure IE_INSTALL is set to the location of the installed deployment tools</w:t>
      </w:r>
    </w:p>
    <w:p w14:paraId="3133768F" w14:textId="77777777" w:rsidR="00FE59F7" w:rsidRPr="00FE59F7" w:rsidRDefault="00FE59F7" w:rsidP="00FE59F7">
      <w:pPr>
        <w:pStyle w:val="exnumberedstep"/>
        <w:numPr>
          <w:ilvl w:val="1"/>
          <w:numId w:val="4"/>
        </w:numPr>
        <w:rPr>
          <w:i/>
        </w:rPr>
      </w:pPr>
      <w:r>
        <w:lastRenderedPageBreak/>
        <w:t>If you’re using one of the Programmable Acceleration Cards, ensure to run the init_env.sh in the script</w:t>
      </w:r>
    </w:p>
    <w:p w14:paraId="1E580C9D" w14:textId="77777777" w:rsidR="00FE59F7" w:rsidRPr="00FE59F7" w:rsidRDefault="00FE59F7" w:rsidP="00FE59F7">
      <w:pPr>
        <w:pStyle w:val="exnumberedstep"/>
        <w:numPr>
          <w:ilvl w:val="1"/>
          <w:numId w:val="4"/>
        </w:numPr>
        <w:rPr>
          <w:i/>
        </w:rPr>
      </w:pPr>
      <w:r>
        <w:t>Set the INTELFPGAOCLSDKROOT to the Intel FPGA OpenCL</w:t>
      </w:r>
      <w:r w:rsidR="00FC2E47">
        <w:t>™</w:t>
      </w:r>
      <w:r>
        <w:t xml:space="preserve"> runtime</w:t>
      </w:r>
    </w:p>
    <w:p w14:paraId="32E8B382" w14:textId="77777777" w:rsidR="00FE59F7" w:rsidRPr="00FE59F7" w:rsidRDefault="00FE59F7" w:rsidP="00FE59F7">
      <w:pPr>
        <w:pStyle w:val="exnumberedstep"/>
        <w:numPr>
          <w:ilvl w:val="1"/>
          <w:numId w:val="4"/>
        </w:numPr>
        <w:rPr>
          <w:i/>
        </w:rPr>
      </w:pPr>
      <w:r>
        <w:t>Set AOCL_BOARD_PACKAGE_ROOT to the opencl_bsp directory with in the Acceleration Stack directory.</w:t>
      </w:r>
    </w:p>
    <w:p w14:paraId="243B5F37" w14:textId="77777777" w:rsidR="00FE59F7" w:rsidRPr="00C54321" w:rsidRDefault="00FE59F7" w:rsidP="00FE59F7">
      <w:pPr>
        <w:pStyle w:val="exnumberedstep"/>
        <w:numPr>
          <w:ilvl w:val="0"/>
          <w:numId w:val="4"/>
        </w:numPr>
        <w:tabs>
          <w:tab w:val="num" w:pos="360"/>
        </w:tabs>
        <w:ind w:left="360"/>
      </w:pPr>
      <w:r>
        <w:t>Source init_opencl.sh from the terminal</w:t>
      </w:r>
    </w:p>
    <w:p w14:paraId="14C0846B" w14:textId="77777777" w:rsidR="00FE59F7" w:rsidRDefault="003859F6" w:rsidP="00FE59F7">
      <w:pPr>
        <w:pStyle w:val="exnumberedstep"/>
        <w:numPr>
          <w:ilvl w:val="1"/>
          <w:numId w:val="4"/>
        </w:numPr>
      </w:pPr>
      <w:r w:rsidRPr="00C54321">
        <w:t xml:space="preserve"> </w:t>
      </w:r>
      <w:r w:rsidR="00FE59F7">
        <w:t>source init_openvino.sh</w:t>
      </w:r>
    </w:p>
    <w:p w14:paraId="38A4C2A1" w14:textId="77777777" w:rsidR="00FE59F7" w:rsidRPr="00C54321" w:rsidRDefault="00067DF9" w:rsidP="00FE59F7">
      <w:pPr>
        <w:pStyle w:val="exnumberedstep"/>
        <w:numPr>
          <w:ilvl w:val="0"/>
          <w:numId w:val="4"/>
        </w:numPr>
        <w:tabs>
          <w:tab w:val="num" w:pos="360"/>
        </w:tabs>
        <w:ind w:left="360"/>
      </w:pPr>
      <w:r>
        <w:t>Create a build directory in the &lt;Lab Dir&gt; and cd into it</w:t>
      </w:r>
    </w:p>
    <w:p w14:paraId="23CB7873" w14:textId="77777777" w:rsidR="00FE59F7" w:rsidRDefault="00067DF9" w:rsidP="00FE59F7">
      <w:pPr>
        <w:pStyle w:val="exnumberedstep"/>
        <w:numPr>
          <w:ilvl w:val="1"/>
          <w:numId w:val="4"/>
        </w:numPr>
      </w:pPr>
      <w:r>
        <w:t>mkdir build</w:t>
      </w:r>
    </w:p>
    <w:p w14:paraId="4FD8A513" w14:textId="77777777" w:rsidR="00067DF9" w:rsidRDefault="00067DF9" w:rsidP="00FE59F7">
      <w:pPr>
        <w:pStyle w:val="exnumberedstep"/>
        <w:numPr>
          <w:ilvl w:val="1"/>
          <w:numId w:val="4"/>
        </w:numPr>
      </w:pPr>
      <w:r>
        <w:t>cd build</w:t>
      </w:r>
    </w:p>
    <w:p w14:paraId="4541A6D0" w14:textId="77777777" w:rsidR="00067DF9" w:rsidRDefault="00067DF9" w:rsidP="00067DF9">
      <w:pPr>
        <w:pStyle w:val="exnumberedstep"/>
        <w:numPr>
          <w:ilvl w:val="1"/>
          <w:numId w:val="4"/>
        </w:numPr>
      </w:pPr>
      <w:r>
        <w:t>cmake ..</w:t>
      </w:r>
    </w:p>
    <w:p w14:paraId="02A95C66" w14:textId="77777777" w:rsidR="00067DF9" w:rsidRDefault="00067DF9" w:rsidP="00067DF9">
      <w:pPr>
        <w:pStyle w:val="exnumberedstep"/>
        <w:numPr>
          <w:ilvl w:val="0"/>
          <w:numId w:val="0"/>
        </w:numPr>
        <w:ind w:left="1080"/>
        <w:rPr>
          <w:i/>
        </w:rPr>
      </w:pPr>
      <w:r>
        <w:rPr>
          <w:i/>
        </w:rPr>
        <w:t>This will create the build environment</w:t>
      </w:r>
      <w:r w:rsidR="00FC2E47">
        <w:rPr>
          <w:i/>
        </w:rPr>
        <w:t>.</w:t>
      </w:r>
    </w:p>
    <w:p w14:paraId="364A5892" w14:textId="77777777" w:rsidR="00067DF9" w:rsidRDefault="00067DF9" w:rsidP="00067DF9">
      <w:pPr>
        <w:pStyle w:val="exnumberedstep"/>
        <w:numPr>
          <w:ilvl w:val="0"/>
          <w:numId w:val="4"/>
        </w:numPr>
        <w:tabs>
          <w:tab w:val="num" w:pos="360"/>
        </w:tabs>
        <w:ind w:left="360"/>
      </w:pPr>
      <w:r>
        <w:t>Build the sample application</w:t>
      </w:r>
    </w:p>
    <w:p w14:paraId="5D34B6A0" w14:textId="77777777" w:rsidR="00067DF9" w:rsidRDefault="00067DF9" w:rsidP="00067DF9">
      <w:pPr>
        <w:pStyle w:val="exnumberedstep"/>
        <w:numPr>
          <w:ilvl w:val="1"/>
          <w:numId w:val="4"/>
        </w:numPr>
      </w:pPr>
      <w:r>
        <w:t>make all</w:t>
      </w:r>
    </w:p>
    <w:p w14:paraId="4A4F03F2" w14:textId="77777777" w:rsidR="00067DF9" w:rsidRDefault="00067DF9" w:rsidP="00067DF9">
      <w:pPr>
        <w:pStyle w:val="exnumberedstep"/>
        <w:numPr>
          <w:ilvl w:val="0"/>
          <w:numId w:val="4"/>
        </w:numPr>
        <w:tabs>
          <w:tab w:val="num" w:pos="360"/>
        </w:tabs>
        <w:ind w:left="360"/>
      </w:pPr>
      <w:r>
        <w:t>Test the application</w:t>
      </w:r>
    </w:p>
    <w:p w14:paraId="5457435D" w14:textId="77777777" w:rsidR="00B61C69" w:rsidRDefault="00B61C69" w:rsidP="00B61C69">
      <w:pPr>
        <w:pStyle w:val="exnumberedstep"/>
        <w:numPr>
          <w:ilvl w:val="1"/>
          <w:numId w:val="4"/>
        </w:numPr>
      </w:pPr>
      <w:r>
        <w:t>Type: ../bin/intel64/Release/demo -h</w:t>
      </w:r>
    </w:p>
    <w:p w14:paraId="32C02891" w14:textId="1835D421" w:rsidR="00B61C69" w:rsidRPr="00B61C69" w:rsidRDefault="00B61C69" w:rsidP="00B61C69">
      <w:pPr>
        <w:pStyle w:val="exnumberedstep"/>
        <w:numPr>
          <w:ilvl w:val="0"/>
          <w:numId w:val="0"/>
        </w:numPr>
        <w:ind w:left="1440"/>
        <w:rPr>
          <w:i/>
        </w:rPr>
      </w:pPr>
      <w:r>
        <w:rPr>
          <w:i/>
        </w:rPr>
        <w:t xml:space="preserve">You should see the options for running the demo as </w:t>
      </w:r>
      <w:r w:rsidR="00FC2E47">
        <w:rPr>
          <w:i/>
        </w:rPr>
        <w:t xml:space="preserve">shown </w:t>
      </w:r>
      <w:r>
        <w:rPr>
          <w:i/>
        </w:rPr>
        <w:t xml:space="preserve">in the following </w:t>
      </w:r>
      <w:r w:rsidR="00FC2E47">
        <w:rPr>
          <w:i/>
        </w:rPr>
        <w:t>figure</w:t>
      </w:r>
      <w:r>
        <w:rPr>
          <w:i/>
        </w:rPr>
        <w:t>.</w:t>
      </w:r>
    </w:p>
    <w:p w14:paraId="10E11E17" w14:textId="77777777" w:rsidR="00067DF9" w:rsidRDefault="00B61C69" w:rsidP="00B61C69">
      <w:pPr>
        <w:pStyle w:val="exnumberedstep"/>
        <w:numPr>
          <w:ilvl w:val="0"/>
          <w:numId w:val="0"/>
        </w:numPr>
        <w:rPr>
          <w:b/>
          <w:i/>
        </w:rPr>
      </w:pPr>
      <w:r>
        <w:rPr>
          <w:b/>
          <w:i/>
        </w:rPr>
        <w:drawing>
          <wp:inline distT="0" distB="0" distL="0" distR="0" wp14:anchorId="061F789A" wp14:editId="00627095">
            <wp:extent cx="6423898" cy="1501140"/>
            <wp:effectExtent l="0" t="0" r="0" b="381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shot2.png"/>
                    <pic:cNvPicPr/>
                  </pic:nvPicPr>
                  <pic:blipFill>
                    <a:blip r:embed="rId12"/>
                    <a:stretch>
                      <a:fillRect/>
                    </a:stretch>
                  </pic:blipFill>
                  <pic:spPr>
                    <a:xfrm>
                      <a:off x="0" y="0"/>
                      <a:ext cx="6436856" cy="1504168"/>
                    </a:xfrm>
                    <a:prstGeom prst="rect">
                      <a:avLst/>
                    </a:prstGeom>
                  </pic:spPr>
                </pic:pic>
              </a:graphicData>
            </a:graphic>
          </wp:inline>
        </w:drawing>
      </w:r>
    </w:p>
    <w:p w14:paraId="274C22E9" w14:textId="77777777" w:rsidR="00FC2E47" w:rsidRPr="009058EF" w:rsidRDefault="00FC2E47" w:rsidP="009058EF">
      <w:pPr>
        <w:pStyle w:val="exnumberedstep"/>
        <w:numPr>
          <w:ilvl w:val="0"/>
          <w:numId w:val="0"/>
        </w:numPr>
        <w:jc w:val="center"/>
      </w:pPr>
      <w:r>
        <w:t>Figure 2. Screen capture of the options for running the demo</w:t>
      </w:r>
    </w:p>
    <w:p w14:paraId="2EE41438" w14:textId="77777777" w:rsidR="00067DF9" w:rsidRPr="00067DF9" w:rsidRDefault="00067DF9" w:rsidP="00067DF9">
      <w:pPr>
        <w:pStyle w:val="exnumberedstep"/>
        <w:numPr>
          <w:ilvl w:val="0"/>
          <w:numId w:val="0"/>
        </w:numPr>
        <w:rPr>
          <w:i/>
        </w:rPr>
      </w:pPr>
    </w:p>
    <w:p w14:paraId="7EE87E6F" w14:textId="77777777" w:rsidR="00B61C69" w:rsidRDefault="00B61C69">
      <w:pPr>
        <w:rPr>
          <w:b/>
          <w:sz w:val="28"/>
          <w:szCs w:val="28"/>
        </w:rPr>
      </w:pPr>
      <w:r>
        <w:rPr>
          <w:i/>
          <w:sz w:val="28"/>
          <w:szCs w:val="28"/>
        </w:rPr>
        <w:br w:type="page"/>
      </w:r>
    </w:p>
    <w:p w14:paraId="38475D37" w14:textId="6417A9E9" w:rsidR="003859F6" w:rsidRDefault="003859F6" w:rsidP="003859F6">
      <w:pPr>
        <w:pStyle w:val="Heading2"/>
        <w:spacing w:after="0"/>
        <w:rPr>
          <w:rFonts w:ascii="Times New Roman" w:hAnsi="Times New Roman"/>
          <w:i w:val="0"/>
          <w:sz w:val="28"/>
          <w:szCs w:val="28"/>
        </w:rPr>
      </w:pPr>
      <w:r>
        <w:rPr>
          <w:rFonts w:ascii="Times New Roman" w:hAnsi="Times New Roman"/>
          <w:i w:val="0"/>
          <w:sz w:val="28"/>
          <w:szCs w:val="28"/>
        </w:rPr>
        <w:lastRenderedPageBreak/>
        <w:t xml:space="preserve">Step 2. </w:t>
      </w:r>
      <w:r w:rsidR="008A7D7A">
        <w:rPr>
          <w:rFonts w:ascii="Times New Roman" w:hAnsi="Times New Roman"/>
          <w:i w:val="0"/>
          <w:sz w:val="28"/>
          <w:szCs w:val="28"/>
        </w:rPr>
        <w:t xml:space="preserve">Write the Inference Engine </w:t>
      </w:r>
      <w:r w:rsidR="00FC2E47">
        <w:rPr>
          <w:rFonts w:ascii="Times New Roman" w:hAnsi="Times New Roman"/>
          <w:i w:val="0"/>
          <w:sz w:val="28"/>
          <w:szCs w:val="28"/>
        </w:rPr>
        <w:t>C</w:t>
      </w:r>
      <w:r w:rsidR="008A7D7A">
        <w:rPr>
          <w:rFonts w:ascii="Times New Roman" w:hAnsi="Times New Roman"/>
          <w:i w:val="0"/>
          <w:sz w:val="28"/>
          <w:szCs w:val="28"/>
        </w:rPr>
        <w:t>ode for the Application</w:t>
      </w:r>
    </w:p>
    <w:p w14:paraId="24CFC83F" w14:textId="77777777" w:rsidR="008A7D7A" w:rsidRDefault="008A7D7A" w:rsidP="008A7D7A"/>
    <w:p w14:paraId="5241D461" w14:textId="6E453780" w:rsidR="008A7D7A" w:rsidRPr="009058EF" w:rsidRDefault="008A7D7A" w:rsidP="008A7D7A">
      <w:pPr>
        <w:rPr>
          <w:sz w:val="22"/>
        </w:rPr>
      </w:pPr>
      <w:r w:rsidRPr="009058EF">
        <w:rPr>
          <w:sz w:val="22"/>
        </w:rPr>
        <w:t xml:space="preserve">The Cat and Dog classification application we’re going to be writing will run an image through a provided deep learning network. The </w:t>
      </w:r>
      <w:r w:rsidR="00470EC7" w:rsidRPr="009058EF">
        <w:rPr>
          <w:sz w:val="22"/>
        </w:rPr>
        <w:t>network is the</w:t>
      </w:r>
      <w:r w:rsidRPr="009058EF">
        <w:rPr>
          <w:sz w:val="22"/>
        </w:rPr>
        <w:t xml:space="preserve"> output of the Model Optimizer provided in an Intermediate Representation</w:t>
      </w:r>
      <w:r w:rsidR="00FC2E47">
        <w:rPr>
          <w:sz w:val="22"/>
        </w:rPr>
        <w:t xml:space="preserve"> (IR)</w:t>
      </w:r>
      <w:r w:rsidRPr="009058EF">
        <w:rPr>
          <w:sz w:val="22"/>
        </w:rPr>
        <w:t xml:space="preserve"> format (.xml and .bin). We’</w:t>
      </w:r>
      <w:r w:rsidR="00B61C69" w:rsidRPr="009058EF">
        <w:rPr>
          <w:sz w:val="22"/>
        </w:rPr>
        <w:t xml:space="preserve">re going to be completing the </w:t>
      </w:r>
      <w:r w:rsidRPr="009058EF">
        <w:rPr>
          <w:sz w:val="22"/>
        </w:rPr>
        <w:t>code for the following inference process.</w:t>
      </w:r>
      <w:r w:rsidR="0044561B" w:rsidRPr="009058EF">
        <w:rPr>
          <w:sz w:val="22"/>
        </w:rPr>
        <w:t xml:space="preserve"> Should you encounter any issues you may also consult the </w:t>
      </w:r>
      <w:r w:rsidR="00FC2E47">
        <w:rPr>
          <w:sz w:val="22"/>
        </w:rPr>
        <w:t>s</w:t>
      </w:r>
      <w:r w:rsidR="0044561B" w:rsidRPr="009058EF">
        <w:rPr>
          <w:sz w:val="22"/>
        </w:rPr>
        <w:t>olution directory.</w:t>
      </w:r>
    </w:p>
    <w:p w14:paraId="427D6F9F" w14:textId="77777777" w:rsidR="00B61C69" w:rsidRPr="00B61C69" w:rsidRDefault="00B61C69" w:rsidP="008A7D7A">
      <w:pPr>
        <w:rPr>
          <w:i/>
          <w:sz w:val="22"/>
        </w:rPr>
      </w:pPr>
    </w:p>
    <w:p w14:paraId="612FED31" w14:textId="77777777" w:rsidR="00F3770F" w:rsidRDefault="00F3770F" w:rsidP="008A7D7A">
      <w:pPr>
        <w:rPr>
          <w:i/>
        </w:rPr>
      </w:pPr>
      <w:r>
        <w:rPr>
          <w:noProof/>
        </w:rPr>
        <w:drawing>
          <wp:inline distT="0" distB="0" distL="0" distR="0" wp14:anchorId="5B85C64A" wp14:editId="3614EDA3">
            <wp:extent cx="5486400" cy="17399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486400" cy="1739900"/>
                    </a:xfrm>
                    <a:prstGeom prst="rect">
                      <a:avLst/>
                    </a:prstGeom>
                  </pic:spPr>
                </pic:pic>
              </a:graphicData>
            </a:graphic>
          </wp:inline>
        </w:drawing>
      </w:r>
    </w:p>
    <w:p w14:paraId="553AE23A" w14:textId="03678F4B" w:rsidR="00B06B86" w:rsidRPr="009058EF" w:rsidRDefault="00B06B86" w:rsidP="009058EF">
      <w:pPr>
        <w:jc w:val="center"/>
        <w:rPr>
          <w:sz w:val="24"/>
          <w:szCs w:val="24"/>
        </w:rPr>
      </w:pPr>
      <w:r w:rsidRPr="009058EF">
        <w:rPr>
          <w:sz w:val="24"/>
          <w:szCs w:val="24"/>
        </w:rPr>
        <w:t>Figure 3. Inference setup and workflow</w:t>
      </w:r>
    </w:p>
    <w:p w14:paraId="06AB671E" w14:textId="77777777" w:rsidR="009A6674" w:rsidRPr="00B831FA" w:rsidRDefault="009A6674" w:rsidP="00B831FA">
      <w:pPr>
        <w:pStyle w:val="exnumberedstep"/>
        <w:numPr>
          <w:ilvl w:val="0"/>
          <w:numId w:val="19"/>
        </w:numPr>
        <w:tabs>
          <w:tab w:val="clear" w:pos="990"/>
        </w:tabs>
        <w:ind w:left="360"/>
      </w:pPr>
      <w:r>
        <w:t xml:space="preserve">Change directory into the </w:t>
      </w:r>
      <w:r w:rsidR="00B831FA" w:rsidRPr="00B831FA">
        <w:t>source code directory</w:t>
      </w:r>
    </w:p>
    <w:p w14:paraId="789F961A" w14:textId="77777777" w:rsidR="00B831FA" w:rsidRPr="00B831FA" w:rsidRDefault="00B831FA" w:rsidP="00B831FA">
      <w:pPr>
        <w:pStyle w:val="exnumberedstep"/>
        <w:numPr>
          <w:ilvl w:val="1"/>
          <w:numId w:val="19"/>
        </w:numPr>
      </w:pPr>
      <w:r w:rsidRPr="00B831FA">
        <w:t>cd &lt;Lab Dir&gt;/demo</w:t>
      </w:r>
    </w:p>
    <w:p w14:paraId="1D4E6A18" w14:textId="77777777" w:rsidR="00F92DD3" w:rsidRPr="00DF3AD7" w:rsidRDefault="00F92DD3" w:rsidP="009A6674">
      <w:pPr>
        <w:pStyle w:val="exnumberedstep"/>
        <w:numPr>
          <w:ilvl w:val="0"/>
          <w:numId w:val="19"/>
        </w:numPr>
        <w:tabs>
          <w:tab w:val="clear" w:pos="990"/>
          <w:tab w:val="num" w:pos="360"/>
        </w:tabs>
        <w:ind w:left="360"/>
        <w:rPr>
          <w:i/>
        </w:rPr>
      </w:pPr>
      <w:r>
        <w:t>O</w:t>
      </w:r>
      <w:r w:rsidR="00B831FA">
        <w:t>pen main</w:t>
      </w:r>
      <w:r>
        <w:t>.cpp</w:t>
      </w:r>
      <w:r w:rsidR="00CB6EFD">
        <w:t xml:space="preserve"> in your favorite text editor</w:t>
      </w:r>
    </w:p>
    <w:p w14:paraId="6448DDED" w14:textId="77777777" w:rsidR="00F92DD3" w:rsidRPr="001058BC" w:rsidRDefault="00B831FA" w:rsidP="009A6674">
      <w:pPr>
        <w:pStyle w:val="exnumberedstep"/>
        <w:numPr>
          <w:ilvl w:val="0"/>
          <w:numId w:val="19"/>
        </w:numPr>
        <w:tabs>
          <w:tab w:val="clear" w:pos="990"/>
          <w:tab w:val="num" w:pos="360"/>
        </w:tabs>
        <w:ind w:left="360"/>
        <w:rPr>
          <w:i/>
        </w:rPr>
      </w:pPr>
      <w:r>
        <w:t>Look for the comment TODO: Step 1, Load the Plugin</w:t>
      </w:r>
    </w:p>
    <w:p w14:paraId="5A76CAAD" w14:textId="70ABB213" w:rsidR="001058BC" w:rsidRPr="009058EF" w:rsidRDefault="001058BC" w:rsidP="001058BC">
      <w:pPr>
        <w:pStyle w:val="exnumberedstep"/>
        <w:numPr>
          <w:ilvl w:val="0"/>
          <w:numId w:val="0"/>
        </w:numPr>
        <w:ind w:left="360"/>
      </w:pPr>
      <w:r w:rsidRPr="009058EF">
        <w:t>The first step in the inference process is to load the appropriate plugin. The OpenVIN</w:t>
      </w:r>
      <w:r w:rsidR="00FC2E47">
        <w:t>O</w:t>
      </w:r>
      <w:r w:rsidRPr="009058EF">
        <w:t xml:space="preserve"> API can be used with a variety of devices so you can easily switch between inference accelerators with the same network and source code. Different plugins support different accelerator devices.</w:t>
      </w:r>
    </w:p>
    <w:p w14:paraId="1A4A392C" w14:textId="551B6E3C" w:rsidR="00F92DD3" w:rsidRPr="00DF3AD7" w:rsidRDefault="00B831FA" w:rsidP="009A6674">
      <w:pPr>
        <w:pStyle w:val="exnumberedstep"/>
        <w:numPr>
          <w:ilvl w:val="0"/>
          <w:numId w:val="19"/>
        </w:numPr>
        <w:tabs>
          <w:tab w:val="clear" w:pos="990"/>
          <w:tab w:val="num" w:pos="360"/>
        </w:tabs>
        <w:ind w:left="360"/>
        <w:rPr>
          <w:i/>
        </w:rPr>
      </w:pPr>
      <w:r>
        <w:t>Assign</w:t>
      </w:r>
      <w:r w:rsidR="009058EF">
        <w:t xml:space="preserve"> the variable</w:t>
      </w:r>
      <w:r>
        <w:t xml:space="preserve"> </w:t>
      </w:r>
      <w:r w:rsidRPr="009058EF">
        <w:rPr>
          <w:b/>
        </w:rPr>
        <w:t>plugin</w:t>
      </w:r>
      <w:r>
        <w:t xml:space="preserve"> to the </w:t>
      </w:r>
      <w:r>
        <w:t xml:space="preserve">plugin gotten from the </w:t>
      </w:r>
      <w:r>
        <w:t>device flag FLAGS_d passed in from the command line</w:t>
      </w:r>
    </w:p>
    <w:p w14:paraId="2C801D29" w14:textId="77777777" w:rsidR="00F92DD3" w:rsidRPr="001058BC" w:rsidRDefault="00B831FA" w:rsidP="00F92DD3">
      <w:pPr>
        <w:pStyle w:val="exnumberedstep"/>
        <w:numPr>
          <w:ilvl w:val="0"/>
          <w:numId w:val="0"/>
        </w:numPr>
        <w:ind w:left="360"/>
        <w:rPr>
          <w:rFonts w:ascii="Courier New" w:hAnsi="Courier New" w:cs="Courier New"/>
          <w:b/>
        </w:rPr>
      </w:pPr>
      <w:r w:rsidRPr="001058BC">
        <w:rPr>
          <w:rFonts w:ascii="Courier New" w:hAnsi="Courier New" w:cs="Courier New"/>
          <w:b/>
        </w:rPr>
        <w:t>plugin = dispatcher.getPluginByDevice(FLAGS_d);</w:t>
      </w:r>
    </w:p>
    <w:p w14:paraId="49EB6F02" w14:textId="77777777" w:rsidR="00F92DD3" w:rsidRPr="00F94306" w:rsidRDefault="001058BC" w:rsidP="00F92DD3">
      <w:pPr>
        <w:pStyle w:val="exnumberedstep"/>
        <w:numPr>
          <w:ilvl w:val="0"/>
          <w:numId w:val="0"/>
        </w:numPr>
        <w:ind w:left="360"/>
      </w:pPr>
      <w:r w:rsidRPr="00F94306">
        <w:t>The device defaults to CPU, which is what we’ll be using in this exercise, in exercise 2, we will attempt to run the inference on the FPGA using the -d device flag</w:t>
      </w:r>
      <w:r w:rsidR="00043DAD">
        <w:t>.</w:t>
      </w:r>
    </w:p>
    <w:p w14:paraId="680E73A5" w14:textId="77777777" w:rsidR="00F92DD3" w:rsidRPr="00DF3AD7" w:rsidRDefault="001058BC" w:rsidP="009A6674">
      <w:pPr>
        <w:pStyle w:val="exnumberedstep"/>
        <w:numPr>
          <w:ilvl w:val="0"/>
          <w:numId w:val="19"/>
        </w:numPr>
        <w:tabs>
          <w:tab w:val="clear" w:pos="990"/>
          <w:tab w:val="num" w:pos="360"/>
        </w:tabs>
        <w:ind w:left="360"/>
        <w:rPr>
          <w:i/>
        </w:rPr>
      </w:pPr>
      <w:r>
        <w:t>Look for the comment TODO: Step 2, Read IR Generated by Model Optimizer</w:t>
      </w:r>
    </w:p>
    <w:p w14:paraId="0D776B91" w14:textId="77777777" w:rsidR="001058BC" w:rsidRPr="00F94306" w:rsidRDefault="001058BC" w:rsidP="001058BC">
      <w:pPr>
        <w:pStyle w:val="exnumberedstep"/>
        <w:numPr>
          <w:ilvl w:val="0"/>
          <w:numId w:val="0"/>
        </w:numPr>
        <w:ind w:left="360"/>
      </w:pPr>
      <w:r w:rsidRPr="00F94306">
        <w:t>The next step in the inference process is to read the IR generated by the optimizer. The IR is passed in by the -m flag and is already stored in the variable modelPath.</w:t>
      </w:r>
    </w:p>
    <w:p w14:paraId="39665F5C" w14:textId="753FEFCB" w:rsidR="001058BC" w:rsidRPr="00F94306" w:rsidRDefault="001058BC" w:rsidP="001058BC">
      <w:pPr>
        <w:pStyle w:val="exnumberedstep"/>
        <w:numPr>
          <w:ilvl w:val="0"/>
          <w:numId w:val="0"/>
        </w:numPr>
        <w:ind w:left="360"/>
      </w:pPr>
      <w:r w:rsidRPr="00F94306">
        <w:t>The function LoadNework is already written for you (in network.cpp) which makes it easy to load in both the .xml topology file and .bin weights file. The LoadNetwork function also performs the function of configuring and allocating input and output structures of the inference.</w:t>
      </w:r>
    </w:p>
    <w:p w14:paraId="2765236A" w14:textId="0B8A2636" w:rsidR="00F92DD3" w:rsidRPr="001058BC" w:rsidRDefault="001058BC" w:rsidP="001058BC">
      <w:pPr>
        <w:pStyle w:val="exnumberedstep"/>
        <w:numPr>
          <w:ilvl w:val="0"/>
          <w:numId w:val="19"/>
        </w:numPr>
        <w:tabs>
          <w:tab w:val="clear" w:pos="990"/>
          <w:tab w:val="num" w:pos="360"/>
        </w:tabs>
        <w:ind w:left="360"/>
        <w:rPr>
          <w:b/>
          <w:i/>
        </w:rPr>
      </w:pPr>
      <w:r>
        <w:t>Complete the code to load the network below the S</w:t>
      </w:r>
      <w:r w:rsidR="00F94306">
        <w:t>tep 3</w:t>
      </w:r>
      <w:r>
        <w:t xml:space="preserve"> comment</w:t>
      </w:r>
    </w:p>
    <w:p w14:paraId="6E0C6EEC" w14:textId="77777777" w:rsidR="001058BC" w:rsidRPr="001058BC" w:rsidRDefault="001058BC" w:rsidP="001058BC">
      <w:pPr>
        <w:pStyle w:val="exnumberedstep"/>
        <w:numPr>
          <w:ilvl w:val="0"/>
          <w:numId w:val="0"/>
        </w:numPr>
        <w:ind w:left="360"/>
        <w:rPr>
          <w:rFonts w:ascii="Courier New" w:hAnsi="Courier New" w:cs="Courier New"/>
        </w:rPr>
      </w:pPr>
      <w:r w:rsidRPr="001058BC">
        <w:rPr>
          <w:rFonts w:ascii="Courier New" w:hAnsi="Courier New" w:cs="Courier New"/>
        </w:rPr>
        <w:t>network -&gt; LoadNetwork(modelPath, 1);</w:t>
      </w:r>
    </w:p>
    <w:p w14:paraId="6E0856A2" w14:textId="77777777" w:rsidR="001058BC" w:rsidRPr="00F94306" w:rsidRDefault="001058BC" w:rsidP="001058BC">
      <w:pPr>
        <w:pStyle w:val="exnumberedstep"/>
        <w:numPr>
          <w:ilvl w:val="0"/>
          <w:numId w:val="0"/>
        </w:numPr>
        <w:ind w:left="360"/>
        <w:rPr>
          <w:b/>
        </w:rPr>
      </w:pPr>
      <w:r w:rsidRPr="00F94306">
        <w:lastRenderedPageBreak/>
        <w:t>The arguments for the function are the path to the .xml IR file and the batch size</w:t>
      </w:r>
      <w:r w:rsidR="00043DAD">
        <w:t>.</w:t>
      </w:r>
    </w:p>
    <w:p w14:paraId="50F06B47" w14:textId="77777777" w:rsidR="00F92DD3" w:rsidRPr="00CE4EE2" w:rsidRDefault="001058BC" w:rsidP="009A6674">
      <w:pPr>
        <w:pStyle w:val="exnumberedstep"/>
        <w:numPr>
          <w:ilvl w:val="0"/>
          <w:numId w:val="19"/>
        </w:numPr>
        <w:tabs>
          <w:tab w:val="clear" w:pos="990"/>
          <w:tab w:val="num" w:pos="360"/>
        </w:tabs>
        <w:ind w:left="360"/>
        <w:rPr>
          <w:i/>
        </w:rPr>
      </w:pPr>
      <w:r>
        <w:t>Look for the comment TODO: Step 4 Load Model</w:t>
      </w:r>
    </w:p>
    <w:p w14:paraId="32506852" w14:textId="77777777" w:rsidR="00CE4EE2" w:rsidRPr="00F94306" w:rsidRDefault="00217250" w:rsidP="00CE4EE2">
      <w:pPr>
        <w:pStyle w:val="exnumberedstep"/>
        <w:numPr>
          <w:ilvl w:val="0"/>
          <w:numId w:val="0"/>
        </w:numPr>
        <w:ind w:left="360"/>
      </w:pPr>
      <w:r w:rsidRPr="00F94306">
        <w:t>This step will load the read model into the plugin</w:t>
      </w:r>
      <w:r w:rsidR="00043DAD" w:rsidRPr="00F94306">
        <w:t>.</w:t>
      </w:r>
    </w:p>
    <w:p w14:paraId="51BEF059" w14:textId="77777777" w:rsidR="00445E97" w:rsidRPr="00445E97" w:rsidRDefault="00217250" w:rsidP="009A6674">
      <w:pPr>
        <w:pStyle w:val="exnumberedstep"/>
        <w:numPr>
          <w:ilvl w:val="0"/>
          <w:numId w:val="19"/>
        </w:numPr>
        <w:tabs>
          <w:tab w:val="clear" w:pos="990"/>
          <w:tab w:val="num" w:pos="360"/>
        </w:tabs>
        <w:ind w:left="360"/>
        <w:rPr>
          <w:i/>
        </w:rPr>
      </w:pPr>
      <w:r>
        <w:t>Below the comment, complete the code using the already written LoadNetworkToPlugin() function</w:t>
      </w:r>
    </w:p>
    <w:p w14:paraId="25176904" w14:textId="77777777" w:rsidR="00445E97" w:rsidRPr="00217250" w:rsidRDefault="00217250" w:rsidP="00445E97">
      <w:pPr>
        <w:pStyle w:val="exnumberedstep"/>
        <w:numPr>
          <w:ilvl w:val="0"/>
          <w:numId w:val="0"/>
        </w:numPr>
        <w:ind w:left="360"/>
        <w:rPr>
          <w:rFonts w:ascii="Courier New" w:hAnsi="Courier New" w:cs="Courier New"/>
          <w:i/>
        </w:rPr>
      </w:pPr>
      <w:r w:rsidRPr="00217250">
        <w:rPr>
          <w:rFonts w:ascii="Courier New" w:hAnsi="Courier New" w:cs="Courier New"/>
        </w:rPr>
        <w:t>Network-&gt;LoadNetworkToPlugin();</w:t>
      </w:r>
    </w:p>
    <w:p w14:paraId="0E247A66" w14:textId="77777777" w:rsidR="00445E97" w:rsidRPr="00217250" w:rsidRDefault="00217250" w:rsidP="00217250">
      <w:pPr>
        <w:pStyle w:val="exnumberedstep"/>
        <w:numPr>
          <w:ilvl w:val="0"/>
          <w:numId w:val="19"/>
        </w:numPr>
        <w:tabs>
          <w:tab w:val="clear" w:pos="990"/>
          <w:tab w:val="num" w:pos="360"/>
        </w:tabs>
        <w:ind w:left="360"/>
        <w:rPr>
          <w:i/>
        </w:rPr>
      </w:pPr>
      <w:r>
        <w:t>Look for while loop few lines below.</w:t>
      </w:r>
    </w:p>
    <w:p w14:paraId="28785A85" w14:textId="63C35AB6" w:rsidR="00217250" w:rsidRPr="00F94306" w:rsidRDefault="00217250" w:rsidP="00217250">
      <w:pPr>
        <w:pStyle w:val="exnumberedstep"/>
        <w:numPr>
          <w:ilvl w:val="0"/>
          <w:numId w:val="0"/>
        </w:numPr>
        <w:ind w:left="360"/>
      </w:pPr>
      <w:r w:rsidRPr="00F94306">
        <w:t xml:space="preserve">If the input is a video or a camera feed, this while loop will loop through the frames and perform inference on each one. </w:t>
      </w:r>
      <w:r w:rsidR="00F94306">
        <w:t xml:space="preserve">If the source is an image then it </w:t>
      </w:r>
      <w:r w:rsidRPr="00F94306">
        <w:t>will perform just one inference</w:t>
      </w:r>
      <w:r w:rsidR="00043DAD">
        <w:t>.</w:t>
      </w:r>
    </w:p>
    <w:p w14:paraId="2C357463" w14:textId="77777777" w:rsidR="00445E97" w:rsidRPr="00445E97" w:rsidRDefault="00217250" w:rsidP="00445E97">
      <w:pPr>
        <w:pStyle w:val="exnumberedstep"/>
        <w:numPr>
          <w:ilvl w:val="0"/>
          <w:numId w:val="19"/>
        </w:numPr>
        <w:tabs>
          <w:tab w:val="clear" w:pos="990"/>
          <w:tab w:val="num" w:pos="360"/>
        </w:tabs>
        <w:ind w:left="360"/>
        <w:rPr>
          <w:i/>
        </w:rPr>
      </w:pPr>
      <w:r>
        <w:t>Locate Step 6 Prepare Input</w:t>
      </w:r>
    </w:p>
    <w:p w14:paraId="19BECC2A" w14:textId="77777777" w:rsidR="00F92DD3" w:rsidRPr="00F94306" w:rsidRDefault="00217250" w:rsidP="00F92DD3">
      <w:pPr>
        <w:pStyle w:val="exnumberedstep"/>
        <w:numPr>
          <w:ilvl w:val="0"/>
          <w:numId w:val="0"/>
        </w:numPr>
        <w:ind w:left="360"/>
      </w:pPr>
      <w:r w:rsidRPr="00F94306">
        <w:t>The ConvertBGR function is already written for you (in util.cpp) to convert the RGB information from the frame and convert it to the BGR format that most networks are trained with. While the function is converting, it also assigns the value to the Input data structure needed prior to performing inference.</w:t>
      </w:r>
    </w:p>
    <w:p w14:paraId="47AB24B3" w14:textId="77777777" w:rsidR="00F92DD3" w:rsidRPr="005E3794" w:rsidRDefault="00217250" w:rsidP="009A6674">
      <w:pPr>
        <w:pStyle w:val="exnumberedstep"/>
        <w:numPr>
          <w:ilvl w:val="0"/>
          <w:numId w:val="19"/>
        </w:numPr>
        <w:tabs>
          <w:tab w:val="clear" w:pos="990"/>
          <w:tab w:val="num" w:pos="360"/>
        </w:tabs>
        <w:ind w:left="360"/>
        <w:rPr>
          <w:i/>
        </w:rPr>
      </w:pPr>
      <w:r>
        <w:t>Locate the comment “TODO: Step 7 Perform Inference”</w:t>
      </w:r>
    </w:p>
    <w:p w14:paraId="0BABBEC6" w14:textId="77777777" w:rsidR="00F92DD3" w:rsidRPr="00F94306" w:rsidRDefault="00217250" w:rsidP="00F92DD3">
      <w:pPr>
        <w:pStyle w:val="exnumberedstep"/>
        <w:numPr>
          <w:ilvl w:val="0"/>
          <w:numId w:val="0"/>
        </w:numPr>
        <w:ind w:left="360"/>
      </w:pPr>
      <w:r w:rsidRPr="00F94306">
        <w:t>We are now ready to perform inference on the frame</w:t>
      </w:r>
      <w:r w:rsidR="00043DAD">
        <w:t>.</w:t>
      </w:r>
    </w:p>
    <w:p w14:paraId="56C259F1" w14:textId="77777777" w:rsidR="00F92DD3" w:rsidRPr="00805B08" w:rsidRDefault="00217250" w:rsidP="009A6674">
      <w:pPr>
        <w:pStyle w:val="exnumberedstep"/>
        <w:numPr>
          <w:ilvl w:val="0"/>
          <w:numId w:val="19"/>
        </w:numPr>
        <w:tabs>
          <w:tab w:val="clear" w:pos="990"/>
          <w:tab w:val="num" w:pos="360"/>
        </w:tabs>
        <w:ind w:left="360"/>
        <w:rPr>
          <w:i/>
        </w:rPr>
      </w:pPr>
      <w:r>
        <w:t>Right below the comment, write the code to perform the inference</w:t>
      </w:r>
    </w:p>
    <w:p w14:paraId="79014C3D" w14:textId="77777777" w:rsidR="00F92DD3" w:rsidRPr="00217250" w:rsidRDefault="00217250" w:rsidP="00F92DD3">
      <w:pPr>
        <w:pStyle w:val="exnumberedstep"/>
        <w:numPr>
          <w:ilvl w:val="0"/>
          <w:numId w:val="0"/>
        </w:numPr>
        <w:ind w:left="360"/>
        <w:rPr>
          <w:rFonts w:ascii="Courier New" w:hAnsi="Courier New" w:cs="Courier New"/>
        </w:rPr>
      </w:pPr>
      <w:r w:rsidRPr="00217250">
        <w:rPr>
          <w:rFonts w:ascii="Courier New" w:hAnsi="Courier New" w:cs="Courier New"/>
        </w:rPr>
        <w:t>Network-&gt;Infer();</w:t>
      </w:r>
    </w:p>
    <w:p w14:paraId="41D6AA42" w14:textId="77777777" w:rsidR="00217250" w:rsidRPr="00F94306" w:rsidRDefault="00217250" w:rsidP="00F92DD3">
      <w:pPr>
        <w:pStyle w:val="exnumberedstep"/>
        <w:numPr>
          <w:ilvl w:val="0"/>
          <w:numId w:val="0"/>
        </w:numPr>
        <w:ind w:left="360"/>
      </w:pPr>
      <w:r w:rsidRPr="00F94306">
        <w:t>The function written for you (in network.cpp) will call the Infer function on the plugin and perform error checks.</w:t>
      </w:r>
    </w:p>
    <w:p w14:paraId="634E879B" w14:textId="77777777" w:rsidR="00F578F0" w:rsidRPr="00F578F0" w:rsidRDefault="00F53503" w:rsidP="009A6674">
      <w:pPr>
        <w:pStyle w:val="exnumberedstep"/>
        <w:numPr>
          <w:ilvl w:val="0"/>
          <w:numId w:val="19"/>
        </w:numPr>
        <w:tabs>
          <w:tab w:val="clear" w:pos="990"/>
          <w:tab w:val="num" w:pos="360"/>
        </w:tabs>
        <w:ind w:left="360"/>
        <w:rPr>
          <w:i/>
        </w:rPr>
      </w:pPr>
      <w:r>
        <w:t>Locate “Step 8 Process Output”</w:t>
      </w:r>
    </w:p>
    <w:p w14:paraId="56B53926" w14:textId="587BDC12" w:rsidR="00F578F0" w:rsidRPr="00F94306" w:rsidRDefault="00F53503" w:rsidP="0044561B">
      <w:pPr>
        <w:pStyle w:val="exnumberedstep"/>
        <w:numPr>
          <w:ilvl w:val="0"/>
          <w:numId w:val="0"/>
        </w:numPr>
        <w:ind w:left="360"/>
      </w:pPr>
      <w:r w:rsidRPr="00F94306">
        <w:t>This is the final step in the inference process. This function will parse the outputs to look for the top N results</w:t>
      </w:r>
      <w:r w:rsidR="0044561B" w:rsidRPr="00F94306">
        <w:t xml:space="preserve">, after </w:t>
      </w:r>
      <w:r w:rsidR="00043DAD">
        <w:t>which</w:t>
      </w:r>
      <w:r w:rsidR="00043DAD" w:rsidRPr="00F94306">
        <w:t xml:space="preserve"> </w:t>
      </w:r>
      <w:r w:rsidR="0044561B" w:rsidRPr="00F94306">
        <w:t>the application will display the frame along with the classification performance in infers/sec, the top inference results and associated confidence value</w:t>
      </w:r>
      <w:r w:rsidR="00043DAD" w:rsidRPr="00F94306">
        <w:t>.</w:t>
      </w:r>
    </w:p>
    <w:p w14:paraId="015E399B" w14:textId="77777777" w:rsidR="00F578F0" w:rsidRPr="000C1267" w:rsidRDefault="0044561B" w:rsidP="009A6674">
      <w:pPr>
        <w:pStyle w:val="exnumberedstep"/>
        <w:numPr>
          <w:ilvl w:val="0"/>
          <w:numId w:val="19"/>
        </w:numPr>
        <w:tabs>
          <w:tab w:val="clear" w:pos="990"/>
          <w:tab w:val="num" w:pos="360"/>
        </w:tabs>
        <w:ind w:left="360"/>
        <w:rPr>
          <w:i/>
        </w:rPr>
      </w:pPr>
      <w:r>
        <w:t>Save the file main.cpp</w:t>
      </w:r>
    </w:p>
    <w:p w14:paraId="16D497C6" w14:textId="77777777" w:rsidR="000C1267" w:rsidRPr="0044561B" w:rsidRDefault="0044561B" w:rsidP="0044561B">
      <w:pPr>
        <w:pStyle w:val="exnumberedstep"/>
        <w:numPr>
          <w:ilvl w:val="0"/>
          <w:numId w:val="19"/>
        </w:numPr>
        <w:tabs>
          <w:tab w:val="clear" w:pos="990"/>
          <w:tab w:val="num" w:pos="360"/>
        </w:tabs>
        <w:ind w:left="360"/>
        <w:rPr>
          <w:i/>
        </w:rPr>
      </w:pPr>
      <w:r>
        <w:t>Back in the terminal, go to the build directory</w:t>
      </w:r>
    </w:p>
    <w:p w14:paraId="74CF3DB3" w14:textId="77777777" w:rsidR="0044561B" w:rsidRPr="000C1267" w:rsidRDefault="0044561B" w:rsidP="0044561B">
      <w:pPr>
        <w:pStyle w:val="exnumberedstep"/>
        <w:numPr>
          <w:ilvl w:val="1"/>
          <w:numId w:val="19"/>
        </w:numPr>
        <w:rPr>
          <w:i/>
        </w:rPr>
      </w:pPr>
      <w:r>
        <w:t>cd &lt;Lab Dir&gt;/build</w:t>
      </w:r>
    </w:p>
    <w:p w14:paraId="4D7EFF44" w14:textId="77777777" w:rsidR="000C1267" w:rsidRPr="000C1267" w:rsidRDefault="0044561B" w:rsidP="009A6674">
      <w:pPr>
        <w:pStyle w:val="exnumberedstep"/>
        <w:numPr>
          <w:ilvl w:val="0"/>
          <w:numId w:val="19"/>
        </w:numPr>
        <w:tabs>
          <w:tab w:val="clear" w:pos="990"/>
          <w:tab w:val="num" w:pos="360"/>
        </w:tabs>
        <w:ind w:left="360"/>
        <w:rPr>
          <w:i/>
        </w:rPr>
      </w:pPr>
      <w:r>
        <w:t>Type “make” to build the application</w:t>
      </w:r>
    </w:p>
    <w:p w14:paraId="1C139FE8" w14:textId="77777777" w:rsidR="000C1267" w:rsidRPr="00F94306" w:rsidRDefault="0044561B" w:rsidP="000C1267">
      <w:pPr>
        <w:pStyle w:val="exnumberedstep"/>
        <w:numPr>
          <w:ilvl w:val="0"/>
          <w:numId w:val="0"/>
        </w:numPr>
        <w:ind w:left="360"/>
      </w:pPr>
      <w:r w:rsidRPr="00F94306">
        <w:t>Fix any compile errors that may have risen.</w:t>
      </w:r>
    </w:p>
    <w:p w14:paraId="37EA56B5" w14:textId="77777777" w:rsidR="000C1267" w:rsidRPr="0044561B" w:rsidRDefault="000C1267" w:rsidP="0044561B">
      <w:pPr>
        <w:pStyle w:val="exnumberedstep"/>
        <w:numPr>
          <w:ilvl w:val="0"/>
          <w:numId w:val="19"/>
        </w:numPr>
        <w:tabs>
          <w:tab w:val="clear" w:pos="990"/>
          <w:tab w:val="num" w:pos="360"/>
        </w:tabs>
        <w:ind w:left="360"/>
        <w:rPr>
          <w:i/>
        </w:rPr>
      </w:pPr>
      <w:r>
        <w:t xml:space="preserve">Go to </w:t>
      </w:r>
      <w:r w:rsidR="0044561B">
        <w:t>location of the compiled executable</w:t>
      </w:r>
    </w:p>
    <w:p w14:paraId="340D25E9" w14:textId="77777777" w:rsidR="0044561B" w:rsidRPr="000C1267" w:rsidRDefault="0044561B" w:rsidP="0044561B">
      <w:pPr>
        <w:pStyle w:val="exnumberedstep"/>
        <w:numPr>
          <w:ilvl w:val="1"/>
          <w:numId w:val="19"/>
        </w:numPr>
        <w:rPr>
          <w:i/>
        </w:rPr>
      </w:pPr>
      <w:r>
        <w:t>cd &lt;Lab Dir&gt;/bin/intel64/Release/</w:t>
      </w:r>
    </w:p>
    <w:p w14:paraId="77743269" w14:textId="77777777" w:rsidR="005D1CDF" w:rsidRPr="005D1CDF" w:rsidRDefault="0044561B" w:rsidP="000C1267">
      <w:pPr>
        <w:pStyle w:val="exnumberedstep"/>
        <w:numPr>
          <w:ilvl w:val="0"/>
          <w:numId w:val="19"/>
        </w:numPr>
        <w:tabs>
          <w:tab w:val="clear" w:pos="990"/>
          <w:tab w:val="num" w:pos="360"/>
        </w:tabs>
        <w:ind w:left="360"/>
        <w:rPr>
          <w:i/>
        </w:rPr>
      </w:pPr>
      <w:r>
        <w:t>Execute the application with one of the provided images</w:t>
      </w:r>
    </w:p>
    <w:p w14:paraId="3FBECD05" w14:textId="77777777" w:rsidR="000D4754" w:rsidRPr="00D071B5" w:rsidRDefault="0044561B" w:rsidP="000D4754">
      <w:pPr>
        <w:pStyle w:val="exnumberedstep"/>
        <w:numPr>
          <w:ilvl w:val="0"/>
          <w:numId w:val="19"/>
        </w:numPr>
        <w:tabs>
          <w:tab w:val="clear" w:pos="990"/>
          <w:tab w:val="num" w:pos="360"/>
        </w:tabs>
        <w:ind w:left="360"/>
        <w:rPr>
          <w:i/>
        </w:rPr>
      </w:pPr>
      <w:r>
        <w:lastRenderedPageBreak/>
        <w:t>./</w:t>
      </w:r>
      <w:r w:rsidR="00D071B5">
        <w:t>demo -i cat6.jpg -l labels.txt -m breed_fp32.xml</w:t>
      </w:r>
    </w:p>
    <w:p w14:paraId="15CC21CB" w14:textId="77777777" w:rsidR="00D071B5" w:rsidRPr="00F94306" w:rsidRDefault="00D071B5" w:rsidP="00D071B5">
      <w:pPr>
        <w:pStyle w:val="exnumberedstep"/>
        <w:numPr>
          <w:ilvl w:val="0"/>
          <w:numId w:val="0"/>
        </w:numPr>
        <w:ind w:left="360"/>
      </w:pPr>
      <w:r w:rsidRPr="00F94306">
        <w:t>The exercise includes several dog and cat images, choose the image you like and pass it to the application with the -i flag.</w:t>
      </w:r>
    </w:p>
    <w:p w14:paraId="53392E94" w14:textId="77777777" w:rsidR="00D071B5" w:rsidRPr="00F94306" w:rsidRDefault="00D071B5" w:rsidP="00D071B5">
      <w:pPr>
        <w:pStyle w:val="exnumberedstep"/>
        <w:numPr>
          <w:ilvl w:val="0"/>
          <w:numId w:val="0"/>
        </w:numPr>
        <w:ind w:left="360"/>
      </w:pPr>
      <w:r w:rsidRPr="00F94306">
        <w:t>Use the -l flag to specify the labels.txt which contains the named labels for the 32 different dog and cat classes.</w:t>
      </w:r>
    </w:p>
    <w:p w14:paraId="53BCC8B1" w14:textId="4EFB1E7A" w:rsidR="00D071B5" w:rsidRPr="00F94306" w:rsidRDefault="00D071B5" w:rsidP="00D071B5">
      <w:pPr>
        <w:pStyle w:val="exnumberedstep"/>
        <w:numPr>
          <w:ilvl w:val="0"/>
          <w:numId w:val="0"/>
        </w:numPr>
        <w:ind w:left="360"/>
      </w:pPr>
      <w:r w:rsidRPr="00F94306">
        <w:t>The -m flag is used to specify the intermediate representation. The exercise includes two IRs for single precision and half precision floating point data types. For execution on the CPU use the 32 bit IR. The intermediate representation was generated from a Tensorflow</w:t>
      </w:r>
      <w:bookmarkStart w:id="0" w:name="_GoBack"/>
      <w:bookmarkEnd w:id="0"/>
      <w:r w:rsidR="00043DAD">
        <w:t>*</w:t>
      </w:r>
      <w:r w:rsidRPr="00F94306">
        <w:t xml:space="preserve"> model using the Model Optimizer.</w:t>
      </w:r>
    </w:p>
    <w:p w14:paraId="0C6C21D8" w14:textId="77777777" w:rsidR="000C1267" w:rsidRDefault="00D071B5" w:rsidP="00F94306">
      <w:pPr>
        <w:pStyle w:val="exnumberedstep"/>
        <w:numPr>
          <w:ilvl w:val="0"/>
          <w:numId w:val="0"/>
        </w:numPr>
        <w:ind w:left="360"/>
        <w:jc w:val="center"/>
        <w:rPr>
          <w:i/>
        </w:rPr>
      </w:pPr>
      <w:r>
        <w:drawing>
          <wp:inline distT="0" distB="0" distL="0" distR="0" wp14:anchorId="5BED4587" wp14:editId="3891388A">
            <wp:extent cx="3879273" cy="3733800"/>
            <wp:effectExtent l="0" t="0" r="698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885470" cy="3739765"/>
                    </a:xfrm>
                    <a:prstGeom prst="rect">
                      <a:avLst/>
                    </a:prstGeom>
                    <a:noFill/>
                    <a:ln>
                      <a:noFill/>
                    </a:ln>
                  </pic:spPr>
                </pic:pic>
              </a:graphicData>
            </a:graphic>
          </wp:inline>
        </w:drawing>
      </w:r>
    </w:p>
    <w:p w14:paraId="02EBF503" w14:textId="6241436D" w:rsidR="00B06B86" w:rsidRPr="00F94306" w:rsidRDefault="00B06B86" w:rsidP="00F94306">
      <w:pPr>
        <w:pStyle w:val="exnumberedstep"/>
        <w:numPr>
          <w:ilvl w:val="0"/>
          <w:numId w:val="0"/>
        </w:numPr>
        <w:ind w:left="360"/>
        <w:jc w:val="center"/>
      </w:pPr>
      <w:r w:rsidRPr="00F94306">
        <w:t>Figure 4. Cat classification results</w:t>
      </w:r>
    </w:p>
    <w:p w14:paraId="2B5B1265" w14:textId="77777777" w:rsidR="000D4754" w:rsidRPr="00F94306" w:rsidRDefault="00D071B5" w:rsidP="00D071B5">
      <w:pPr>
        <w:pStyle w:val="exnumberedstep"/>
        <w:numPr>
          <w:ilvl w:val="0"/>
          <w:numId w:val="0"/>
        </w:numPr>
        <w:ind w:left="360"/>
      </w:pPr>
      <w:r w:rsidRPr="00F94306">
        <w:t>You should see something similar to the above. Notice the performance as executed on the CPU.</w:t>
      </w:r>
    </w:p>
    <w:p w14:paraId="5FDD65A3" w14:textId="77777777" w:rsidR="00F92DD3" w:rsidRPr="009023E0" w:rsidRDefault="00F92DD3" w:rsidP="00F92DD3">
      <w:pPr>
        <w:pStyle w:val="exnumberedstep"/>
        <w:numPr>
          <w:ilvl w:val="0"/>
          <w:numId w:val="0"/>
        </w:numPr>
        <w:ind w:left="360"/>
      </w:pPr>
    </w:p>
    <w:p w14:paraId="4B90F9DA" w14:textId="77777777" w:rsidR="00F92DD3" w:rsidRDefault="00F92DD3" w:rsidP="00F92DD3">
      <w:pPr>
        <w:tabs>
          <w:tab w:val="left" w:pos="1485"/>
        </w:tabs>
        <w:rPr>
          <w:b/>
          <w:sz w:val="28"/>
        </w:rPr>
      </w:pPr>
      <w:r>
        <w:rPr>
          <w:b/>
          <w:sz w:val="28"/>
        </w:rPr>
        <w:tab/>
      </w:r>
    </w:p>
    <w:p w14:paraId="13CDFFA8" w14:textId="77777777" w:rsidR="00F92DD3" w:rsidRPr="00D20FAF" w:rsidRDefault="00F92DD3" w:rsidP="00F92DD3">
      <w:pPr>
        <w:spacing w:before="160"/>
        <w:rPr>
          <w:i/>
          <w:iCs/>
          <w:sz w:val="24"/>
        </w:rPr>
      </w:pPr>
      <w:r w:rsidRPr="00D20FAF">
        <w:rPr>
          <w:b/>
          <w:bCs/>
          <w:sz w:val="24"/>
        </w:rPr>
        <w:t>Exercise Summary</w:t>
      </w:r>
    </w:p>
    <w:p w14:paraId="60D5933E" w14:textId="22B68438" w:rsidR="00F92DD3" w:rsidRPr="00D071B5" w:rsidRDefault="00F92DD3" w:rsidP="00F92DD3">
      <w:pPr>
        <w:numPr>
          <w:ilvl w:val="0"/>
          <w:numId w:val="1"/>
        </w:numPr>
        <w:rPr>
          <w:sz w:val="24"/>
        </w:rPr>
      </w:pPr>
      <w:r>
        <w:rPr>
          <w:sz w:val="24"/>
        </w:rPr>
        <w:t xml:space="preserve">Practiced </w:t>
      </w:r>
      <w:r w:rsidR="00D071B5">
        <w:rPr>
          <w:sz w:val="24"/>
        </w:rPr>
        <w:t>writing an OpenVIN</w:t>
      </w:r>
      <w:r w:rsidR="00043DAD">
        <w:rPr>
          <w:sz w:val="24"/>
        </w:rPr>
        <w:t>O</w:t>
      </w:r>
      <w:r w:rsidR="00D071B5">
        <w:rPr>
          <w:sz w:val="24"/>
        </w:rPr>
        <w:t xml:space="preserve"> toolkit inference engine application.</w:t>
      </w:r>
    </w:p>
    <w:p w14:paraId="7C7E88BD" w14:textId="77777777" w:rsidR="00F92DD3" w:rsidRPr="00D20FAF" w:rsidRDefault="00F92DD3" w:rsidP="00F92DD3">
      <w:pPr>
        <w:rPr>
          <w:sz w:val="24"/>
        </w:rPr>
      </w:pPr>
    </w:p>
    <w:p w14:paraId="1D50A4FC" w14:textId="77777777" w:rsidR="00E827D5" w:rsidRPr="0009746E" w:rsidRDefault="00F92DD3" w:rsidP="00D071B5">
      <w:pPr>
        <w:jc w:val="center"/>
        <w:rPr>
          <w:b/>
          <w:sz w:val="28"/>
          <w:szCs w:val="32"/>
        </w:rPr>
      </w:pPr>
      <w:r w:rsidRPr="00D20FAF">
        <w:rPr>
          <w:b/>
          <w:sz w:val="28"/>
          <w:szCs w:val="32"/>
        </w:rPr>
        <w:t>END OF EXERCI</w:t>
      </w:r>
      <w:r>
        <w:rPr>
          <w:b/>
          <w:sz w:val="28"/>
          <w:szCs w:val="32"/>
        </w:rPr>
        <w:t xml:space="preserve">SE </w:t>
      </w:r>
      <w:r w:rsidR="000C1267">
        <w:rPr>
          <w:b/>
          <w:sz w:val="28"/>
          <w:szCs w:val="32"/>
        </w:rPr>
        <w:t>1</w:t>
      </w:r>
    </w:p>
    <w:sectPr w:rsidR="00E827D5" w:rsidRPr="0009746E" w:rsidSect="00DF000F">
      <w:headerReference w:type="even" r:id="rId15"/>
      <w:headerReference w:type="default" r:id="rId16"/>
      <w:footerReference w:type="even" r:id="rId17"/>
      <w:footerReference w:type="default" r:id="rId18"/>
      <w:footerReference w:type="first" r:id="rId19"/>
      <w:type w:val="oddPage"/>
      <w:pgSz w:w="12240" w:h="15840"/>
      <w:pgMar w:top="1080" w:right="1800" w:bottom="1080" w:left="1800" w:header="720" w:footer="72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6D56B5" w14:textId="77777777" w:rsidR="00A60F3A" w:rsidRDefault="00A60F3A">
      <w:r>
        <w:separator/>
      </w:r>
    </w:p>
  </w:endnote>
  <w:endnote w:type="continuationSeparator" w:id="0">
    <w:p w14:paraId="3AA64815" w14:textId="77777777" w:rsidR="00A60F3A" w:rsidRDefault="00A60F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291E5E" w14:textId="77777777" w:rsidR="007760FD" w:rsidRDefault="007760FD" w:rsidP="009D05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B7EF9A8" w14:textId="77777777" w:rsidR="007760FD" w:rsidRPr="00BB0633" w:rsidRDefault="007760FD">
    <w:pPr>
      <w:pStyle w:val="Footer"/>
      <w:rPr>
        <w:rFonts w:ascii="Arial" w:hAnsi="Arial"/>
        <w:b/>
        <w:sz w:val="16"/>
        <w:lang w:val="pt-BR"/>
      </w:rPr>
    </w:pPr>
    <w:r w:rsidRPr="00BB0633">
      <w:rPr>
        <w:rFonts w:ascii="Arial" w:hAnsi="Arial"/>
        <w:b/>
        <w:sz w:val="16"/>
        <w:lang w:val="pt-BR"/>
      </w:rPr>
      <w:t xml:space="preserve">Copyright © </w:t>
    </w:r>
    <w:r>
      <w:rPr>
        <w:rFonts w:ascii="Arial" w:hAnsi="Arial"/>
        <w:b/>
        <w:sz w:val="16"/>
        <w:lang w:val="pt-BR"/>
      </w:rPr>
      <w:t>2016</w:t>
    </w:r>
    <w:r w:rsidRPr="00BB0633">
      <w:rPr>
        <w:rFonts w:ascii="Arial" w:hAnsi="Arial"/>
        <w:b/>
        <w:sz w:val="16"/>
        <w:lang w:val="pt-BR"/>
      </w:rPr>
      <w:t xml:space="preserve"> Altera Corporation</w:t>
    </w:r>
    <w:r w:rsidRPr="00BB0633">
      <w:rPr>
        <w:rFonts w:ascii="Arial" w:hAnsi="Arial"/>
        <w:b/>
        <w:sz w:val="16"/>
        <w:lang w:val="pt-BR"/>
      </w:rPr>
      <w:tab/>
    </w:r>
    <w:r w:rsidRPr="00BB0633">
      <w:rPr>
        <w:rFonts w:ascii="Arial" w:hAnsi="Arial"/>
        <w:b/>
        <w:sz w:val="16"/>
        <w:lang w:val="pt-BR"/>
      </w:rPr>
      <w:tab/>
    </w:r>
  </w:p>
  <w:p w14:paraId="213C5F1A" w14:textId="77777777" w:rsidR="007760FD" w:rsidRPr="00BB0633" w:rsidRDefault="007760FD" w:rsidP="0037238E">
    <w:pPr>
      <w:pStyle w:val="Footer"/>
      <w:rPr>
        <w:sz w:val="16"/>
        <w:szCs w:val="16"/>
        <w:lang w:val="pt-BR"/>
      </w:rPr>
    </w:pPr>
    <w:r w:rsidRPr="00BB0633">
      <w:rPr>
        <w:sz w:val="16"/>
        <w:szCs w:val="16"/>
        <w:lang w:val="pt-BR"/>
      </w:rPr>
      <w:t xml:space="preserve">                                                                                                                                             </w:t>
    </w:r>
    <w:r>
      <w:rPr>
        <w:sz w:val="16"/>
        <w:szCs w:val="16"/>
        <w:lang w:val="pt-BR"/>
      </w:rPr>
      <w:t xml:space="preserve">                       </w:t>
    </w:r>
    <w:r w:rsidRPr="00BB0633">
      <w:rPr>
        <w:sz w:val="16"/>
        <w:szCs w:val="16"/>
        <w:lang w:val="pt-BR"/>
      </w:rPr>
      <w:t xml:space="preserve"> A</w:t>
    </w:r>
    <w:bookmarkStart w:id="1" w:name="OLE_LINK1"/>
    <w:r w:rsidRPr="00BB0633">
      <w:rPr>
        <w:sz w:val="16"/>
        <w:szCs w:val="16"/>
        <w:lang w:val="pt-BR"/>
      </w:rPr>
      <w:t>-MNL-</w:t>
    </w:r>
    <w:bookmarkEnd w:id="1"/>
    <w:r>
      <w:rPr>
        <w:sz w:val="16"/>
        <w:szCs w:val="16"/>
        <w:lang w:val="pt-BR"/>
      </w:rPr>
      <w:t>OOCL</w:t>
    </w:r>
    <w:r w:rsidRPr="00BB0633">
      <w:rPr>
        <w:sz w:val="16"/>
        <w:szCs w:val="16"/>
        <w:lang w:val="pt-BR"/>
      </w:rPr>
      <w:t>-EX-</w:t>
    </w:r>
    <w:r>
      <w:rPr>
        <w:sz w:val="16"/>
        <w:szCs w:val="16"/>
        <w:lang w:val="pt-BR"/>
      </w:rPr>
      <w:t xml:space="preserve">16-0-v2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79BF2" w14:textId="77777777" w:rsidR="007760FD" w:rsidRDefault="007760FD" w:rsidP="00DF000F">
    <w:pPr>
      <w:pStyle w:val="Footer"/>
      <w:framePr w:w="2559" w:wrap="around" w:vAnchor="text" w:hAnchor="page" w:x="4869" w:y="115"/>
      <w:jc w:val="center"/>
      <w:rPr>
        <w:rStyle w:val="PageNumber"/>
      </w:rPr>
    </w:pPr>
    <w:r>
      <w:rPr>
        <w:rStyle w:val="PageNumber"/>
      </w:rPr>
      <w:fldChar w:fldCharType="begin"/>
    </w:r>
    <w:r>
      <w:rPr>
        <w:rStyle w:val="PageNumber"/>
      </w:rPr>
      <w:instrText xml:space="preserve">PAGE  </w:instrText>
    </w:r>
    <w:r>
      <w:rPr>
        <w:rStyle w:val="PageNumber"/>
      </w:rPr>
      <w:fldChar w:fldCharType="separate"/>
    </w:r>
    <w:r w:rsidR="00015280">
      <w:rPr>
        <w:rStyle w:val="PageNumber"/>
        <w:noProof/>
      </w:rPr>
      <w:t>7</w:t>
    </w:r>
    <w:r>
      <w:rPr>
        <w:rStyle w:val="PageNumber"/>
      </w:rPr>
      <w:fldChar w:fldCharType="end"/>
    </w:r>
  </w:p>
  <w:p w14:paraId="57769118" w14:textId="77777777" w:rsidR="007760FD" w:rsidRDefault="007760FD" w:rsidP="00DF000F">
    <w:pPr>
      <w:pStyle w:val="Footer"/>
      <w:framePr w:w="2559" w:wrap="around" w:vAnchor="text" w:hAnchor="page" w:x="4869" w:y="115"/>
      <w:jc w:val="right"/>
      <w:rPr>
        <w:rFonts w:ascii="Arial" w:hAnsi="Arial"/>
        <w:b/>
        <w:sz w:val="16"/>
      </w:rPr>
    </w:pPr>
    <w:r>
      <w:rPr>
        <w:rFonts w:ascii="Arial" w:hAnsi="Arial"/>
        <w:b/>
        <w:sz w:val="16"/>
      </w:rPr>
      <w:tab/>
    </w:r>
  </w:p>
  <w:p w14:paraId="7AA91B0F" w14:textId="77777777" w:rsidR="007760FD" w:rsidRPr="00BB72B2" w:rsidRDefault="00FE59F7" w:rsidP="00BB72B2">
    <w:pPr>
      <w:pStyle w:val="Footer"/>
      <w:rPr>
        <w:sz w:val="16"/>
        <w:lang w:val="pt-BR"/>
      </w:rPr>
    </w:pPr>
    <w:r>
      <w:rPr>
        <w:sz w:val="16"/>
        <w:szCs w:val="16"/>
        <w:lang w:val="pt-BR"/>
      </w:rPr>
      <w:t xml:space="preserve">                                                </w:t>
    </w:r>
    <w:r w:rsidR="007760FD">
      <w:rPr>
        <w:sz w:val="16"/>
        <w:szCs w:val="16"/>
        <w:lang w:val="pt-BR"/>
      </w:rPr>
      <w:t xml:space="preserve">   </w:t>
    </w:r>
    <w:r w:rsidR="007760FD">
      <w:rPr>
        <w:sz w:val="16"/>
        <w:lang w:val="pt-BR"/>
      </w:rPr>
      <w:t xml:space="preserve">                                                                                                          </w:t>
    </w:r>
    <w:r w:rsidR="007760FD" w:rsidRPr="00DF000F">
      <w:rPr>
        <w:sz w:val="16"/>
        <w:lang w:val="pt-BR"/>
      </w:rPr>
      <w:t>Copyright © 20</w:t>
    </w:r>
    <w:r w:rsidR="007E02C0">
      <w:rPr>
        <w:sz w:val="16"/>
        <w:lang w:val="pt-BR"/>
      </w:rPr>
      <w:t>18</w:t>
    </w:r>
    <w:r w:rsidR="007760FD">
      <w:rPr>
        <w:sz w:val="16"/>
        <w:lang w:val="pt-BR"/>
      </w:rPr>
      <w:t xml:space="preserve"> Intel</w:t>
    </w:r>
    <w:r w:rsidR="007760FD" w:rsidRPr="00DF000F">
      <w:rPr>
        <w:sz w:val="16"/>
        <w:lang w:val="pt-BR"/>
      </w:rPr>
      <w:t xml:space="preserve"> Corporation</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1B15DC" w14:textId="77777777" w:rsidR="007760FD" w:rsidRDefault="007760FD" w:rsidP="00BB72B2">
    <w:pPr>
      <w:pStyle w:val="Footer"/>
      <w:jc w:val="center"/>
    </w:pPr>
    <w:r>
      <w:rPr>
        <w:noProof/>
      </w:rPr>
      <w:drawing>
        <wp:inline distT="0" distB="0" distL="0" distR="0" wp14:anchorId="6FF3E226" wp14:editId="7A37C676">
          <wp:extent cx="1431925" cy="948690"/>
          <wp:effectExtent l="0" t="0" r="0" b="3810"/>
          <wp:docPr id="126" name="Picture 126" descr="http://upload.wikimedia.org/wikipedia/commons/thumb/c/c9/Intel-logo.svg/300px-Intel-logo.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c/c9/Intel-logo.svg/300px-Intel-logo.svg.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1925" cy="94869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A6D257C" w14:textId="77777777" w:rsidR="00A60F3A" w:rsidRDefault="00A60F3A">
      <w:r>
        <w:separator/>
      </w:r>
    </w:p>
  </w:footnote>
  <w:footnote w:type="continuationSeparator" w:id="0">
    <w:p w14:paraId="5007AC97" w14:textId="77777777" w:rsidR="00A60F3A" w:rsidRDefault="00A60F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73B53" w14:textId="77777777" w:rsidR="007760FD" w:rsidRDefault="007760FD">
    <w:pPr>
      <w:pStyle w:val="Header"/>
      <w:tabs>
        <w:tab w:val="clear" w:pos="4320"/>
      </w:tabs>
      <w:rPr>
        <w:b/>
      </w:rPr>
    </w:pPr>
    <w:r>
      <w:rPr>
        <w:b/>
      </w:rPr>
      <w:t>Exercises</w:t>
    </w:r>
    <w:r>
      <w:rPr>
        <w:b/>
      </w:rPr>
      <w:tab/>
      <w:t>Optimizing OpenCL for Altera FPGAs</w:t>
    </w:r>
  </w:p>
  <w:p w14:paraId="1F9BC7C1" w14:textId="77777777" w:rsidR="007760FD" w:rsidRDefault="007760FD">
    <w:pPr>
      <w:pStyle w:val="Header"/>
      <w:tabs>
        <w:tab w:val="clear" w:pos="4320"/>
      </w:tabs>
      <w:rPr>
        <w:b/>
      </w:rPr>
    </w:pPr>
  </w:p>
  <w:p w14:paraId="364B0078" w14:textId="77777777" w:rsidR="007760FD" w:rsidRPr="00183501" w:rsidRDefault="007760FD">
    <w:pPr>
      <w:pStyle w:val="Header"/>
      <w:tabs>
        <w:tab w:val="clear" w:pos="4320"/>
      </w:tabs>
      <w:rPr>
        <w: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D20083" w14:textId="77777777" w:rsidR="007760FD" w:rsidRDefault="00FC5054">
    <w:pPr>
      <w:pStyle w:val="Header"/>
      <w:tabs>
        <w:tab w:val="clear" w:pos="4320"/>
      </w:tabs>
      <w:rPr>
        <w:b/>
      </w:rPr>
    </w:pPr>
    <w:r>
      <w:rPr>
        <w:b/>
      </w:rPr>
      <w:t>Inference with FPGAs</w:t>
    </w:r>
    <w:r w:rsidR="007760FD">
      <w:tab/>
    </w:r>
    <w:r w:rsidR="007760FD">
      <w:rPr>
        <w:b/>
      </w:rPr>
      <w:t>Exercises</w:t>
    </w:r>
  </w:p>
  <w:p w14:paraId="1E6A43D6" w14:textId="77777777" w:rsidR="007760FD" w:rsidRDefault="007760FD">
    <w:pPr>
      <w:pStyle w:val="Header"/>
      <w:tabs>
        <w:tab w:val="clear" w:pos="4320"/>
      </w:tabs>
      <w:rPr>
        <w:b/>
      </w:rPr>
    </w:pPr>
  </w:p>
  <w:p w14:paraId="6DB91C97" w14:textId="77777777" w:rsidR="007760FD" w:rsidRDefault="007760FD">
    <w:pPr>
      <w:pStyle w:val="Header"/>
      <w:tabs>
        <w:tab w:val="clear" w:pos="432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5769E6"/>
    <w:multiLevelType w:val="hybridMultilevel"/>
    <w:tmpl w:val="AB7EA618"/>
    <w:lvl w:ilvl="0" w:tplc="CA5E1618">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34D199D"/>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151B75"/>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DA6B3B"/>
    <w:multiLevelType w:val="hybridMultilevel"/>
    <w:tmpl w:val="E662F4D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25C6661"/>
    <w:multiLevelType w:val="hybridMultilevel"/>
    <w:tmpl w:val="32A07970"/>
    <w:lvl w:ilvl="0" w:tplc="CCD6E42E">
      <w:start w:val="2"/>
      <w:numFmt w:val="decimal"/>
      <w:pStyle w:val="exnumberedstep"/>
      <w:lvlText w:val="____ %1."/>
      <w:lvlJc w:val="right"/>
      <w:pPr>
        <w:tabs>
          <w:tab w:val="num" w:pos="-29"/>
        </w:tabs>
        <w:ind w:left="115" w:firstLine="72"/>
      </w:pPr>
      <w:rPr>
        <w:rFonts w:ascii="Times New Roman" w:hAnsi="Times New Roman" w:hint="default"/>
        <w:b w:val="0"/>
        <w:i w:val="0"/>
        <w:sz w:val="24"/>
        <w:u w:val="none"/>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11569484">
      <w:start w:val="1"/>
      <w:numFmt w:val="decimal"/>
      <w:lvlText w:val="%4."/>
      <w:lvlJc w:val="left"/>
      <w:pPr>
        <w:ind w:left="2970" w:hanging="360"/>
      </w:pPr>
      <w:rPr>
        <w:rFonts w:hint="default"/>
      </w:r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5" w15:restartNumberingAfterBreak="0">
    <w:nsid w:val="26F1154C"/>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F8D66AD"/>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AFE6780"/>
    <w:multiLevelType w:val="hybridMultilevel"/>
    <w:tmpl w:val="AB7EA618"/>
    <w:lvl w:ilvl="0" w:tplc="CA5E1618">
      <w:start w:val="1"/>
      <w:numFmt w:val="decimal"/>
      <w:lvlText w:val="____ %1."/>
      <w:lvlJc w:val="right"/>
      <w:pPr>
        <w:tabs>
          <w:tab w:val="num" w:pos="630"/>
        </w:tabs>
        <w:ind w:left="630" w:hanging="360"/>
      </w:pPr>
      <w:rPr>
        <w:rFonts w:ascii="Times New Roman" w:hAnsi="Times New Roman" w:cs="Times New Roman" w:hint="default"/>
        <w:b w:val="0"/>
        <w:i w:val="0"/>
        <w:sz w:val="24"/>
        <w:szCs w:val="24"/>
        <w:u w:val="none"/>
      </w:rPr>
    </w:lvl>
    <w:lvl w:ilvl="1" w:tplc="08090019">
      <w:start w:val="1"/>
      <w:numFmt w:val="lowerLetter"/>
      <w:lvlText w:val="%2."/>
      <w:lvlJc w:val="left"/>
      <w:pPr>
        <w:tabs>
          <w:tab w:val="num" w:pos="1440"/>
        </w:tabs>
        <w:ind w:left="1440" w:hanging="360"/>
      </w:pPr>
    </w:lvl>
    <w:lvl w:ilvl="2" w:tplc="0809001B">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15:restartNumberingAfterBreak="0">
    <w:nsid w:val="3C541DAF"/>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3C6B6A"/>
    <w:multiLevelType w:val="hybridMultilevel"/>
    <w:tmpl w:val="E82676FE"/>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ECE0B94"/>
    <w:multiLevelType w:val="hybridMultilevel"/>
    <w:tmpl w:val="C4D22DB8"/>
    <w:lvl w:ilvl="0" w:tplc="04090019">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51AC73C0"/>
    <w:multiLevelType w:val="hybridMultilevel"/>
    <w:tmpl w:val="4EA809C2"/>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2A07987"/>
    <w:multiLevelType w:val="hybridMultilevel"/>
    <w:tmpl w:val="74660F6A"/>
    <w:lvl w:ilvl="0" w:tplc="D4EE4E56">
      <w:start w:val="1"/>
      <w:numFmt w:val="bullet"/>
      <w:pStyle w:val="ExerciseIntroBullet"/>
      <w:lvlText w:val=""/>
      <w:lvlJc w:val="left"/>
      <w:pPr>
        <w:tabs>
          <w:tab w:val="num" w:pos="144"/>
        </w:tabs>
        <w:ind w:left="360" w:hanging="216"/>
      </w:pPr>
      <w:rPr>
        <w:rFonts w:ascii="Symbol" w:hAnsi="Symbol" w:hint="default"/>
      </w:rPr>
    </w:lvl>
    <w:lvl w:ilvl="1" w:tplc="04090019">
      <w:start w:val="1"/>
      <w:numFmt w:val="bullet"/>
      <w:lvlText w:val="o"/>
      <w:lvlJc w:val="left"/>
      <w:pPr>
        <w:tabs>
          <w:tab w:val="num" w:pos="1800"/>
        </w:tabs>
        <w:ind w:left="1800" w:hanging="360"/>
      </w:pPr>
      <w:rPr>
        <w:rFonts w:ascii="Courier New" w:hAnsi="Courier New" w:cs="Arial" w:hint="default"/>
      </w:rPr>
    </w:lvl>
    <w:lvl w:ilvl="2" w:tplc="481CDBB2"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Arial"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Arial"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3" w15:restartNumberingAfterBreak="0">
    <w:nsid w:val="587C6319"/>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B57657A"/>
    <w:multiLevelType w:val="hybridMultilevel"/>
    <w:tmpl w:val="95601F9C"/>
    <w:lvl w:ilvl="0" w:tplc="3C785434">
      <w:start w:val="3"/>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A5631AF"/>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624FEE"/>
    <w:multiLevelType w:val="hybridMultilevel"/>
    <w:tmpl w:val="E82676FE"/>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3C9248B"/>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59224EE"/>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123F4D"/>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DD35B9C"/>
    <w:multiLevelType w:val="hybridMultilevel"/>
    <w:tmpl w:val="7ACA38BA"/>
    <w:lvl w:ilvl="0" w:tplc="4BB8556A">
      <w:start w:val="1"/>
      <w:numFmt w:val="decimal"/>
      <w:lvlText w:val="____ %1."/>
      <w:lvlJc w:val="right"/>
      <w:pPr>
        <w:tabs>
          <w:tab w:val="num" w:pos="990"/>
        </w:tabs>
        <w:ind w:left="990" w:hanging="360"/>
      </w:pPr>
      <w:rPr>
        <w:rFonts w:ascii="Times New Roman" w:hAnsi="Times New Roman" w:cs="Times New Roman" w:hint="default"/>
        <w:b w:val="0"/>
        <w:i w:val="0"/>
        <w:sz w:val="24"/>
        <w:szCs w:val="24"/>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7E530296"/>
    <w:multiLevelType w:val="hybridMultilevel"/>
    <w:tmpl w:val="589014E6"/>
    <w:lvl w:ilvl="0" w:tplc="EFECF7D2">
      <w:start w:val="1"/>
      <w:numFmt w:val="decimal"/>
      <w:pStyle w:val="Labnumberedsteps"/>
      <w:lvlText w:val="____ %1."/>
      <w:lvlJc w:val="right"/>
      <w:pPr>
        <w:ind w:left="-72" w:firstLine="72"/>
      </w:pPr>
      <w:rPr>
        <w:rFonts w:ascii="Times New Roman" w:hAnsi="Times New Roman" w:cs="Times New Roman" w:hint="default"/>
        <w:b w:val="0"/>
        <w:i w:val="0"/>
        <w:sz w:val="24"/>
        <w:u w:val="none"/>
      </w:rPr>
    </w:lvl>
    <w:lvl w:ilvl="1" w:tplc="04090019">
      <w:start w:val="1"/>
      <w:numFmt w:val="lowerLetter"/>
      <w:lvlText w:val="%2."/>
      <w:lvlJc w:val="left"/>
      <w:pPr>
        <w:ind w:left="1224" w:hanging="360"/>
      </w:pPr>
      <w:rPr>
        <w:rFonts w:cs="Times New Roman"/>
      </w:rPr>
    </w:lvl>
    <w:lvl w:ilvl="2" w:tplc="0409001B" w:tentative="1">
      <w:start w:val="1"/>
      <w:numFmt w:val="lowerRoman"/>
      <w:lvlText w:val="%3."/>
      <w:lvlJc w:val="right"/>
      <w:pPr>
        <w:ind w:left="1944" w:hanging="180"/>
      </w:pPr>
      <w:rPr>
        <w:rFonts w:cs="Times New Roman"/>
      </w:rPr>
    </w:lvl>
    <w:lvl w:ilvl="3" w:tplc="0409000F" w:tentative="1">
      <w:start w:val="1"/>
      <w:numFmt w:val="decimal"/>
      <w:lvlText w:val="%4."/>
      <w:lvlJc w:val="left"/>
      <w:pPr>
        <w:ind w:left="2664" w:hanging="360"/>
      </w:pPr>
      <w:rPr>
        <w:rFonts w:cs="Times New Roman"/>
      </w:rPr>
    </w:lvl>
    <w:lvl w:ilvl="4" w:tplc="04090019" w:tentative="1">
      <w:start w:val="1"/>
      <w:numFmt w:val="lowerLetter"/>
      <w:lvlText w:val="%5."/>
      <w:lvlJc w:val="left"/>
      <w:pPr>
        <w:ind w:left="3384" w:hanging="360"/>
      </w:pPr>
      <w:rPr>
        <w:rFonts w:cs="Times New Roman"/>
      </w:rPr>
    </w:lvl>
    <w:lvl w:ilvl="5" w:tplc="0409001B" w:tentative="1">
      <w:start w:val="1"/>
      <w:numFmt w:val="lowerRoman"/>
      <w:lvlText w:val="%6."/>
      <w:lvlJc w:val="right"/>
      <w:pPr>
        <w:ind w:left="4104" w:hanging="180"/>
      </w:pPr>
      <w:rPr>
        <w:rFonts w:cs="Times New Roman"/>
      </w:rPr>
    </w:lvl>
    <w:lvl w:ilvl="6" w:tplc="0409000F" w:tentative="1">
      <w:start w:val="1"/>
      <w:numFmt w:val="decimal"/>
      <w:lvlText w:val="%7."/>
      <w:lvlJc w:val="left"/>
      <w:pPr>
        <w:ind w:left="4824" w:hanging="360"/>
      </w:pPr>
      <w:rPr>
        <w:rFonts w:cs="Times New Roman"/>
      </w:rPr>
    </w:lvl>
    <w:lvl w:ilvl="7" w:tplc="04090019" w:tentative="1">
      <w:start w:val="1"/>
      <w:numFmt w:val="lowerLetter"/>
      <w:lvlText w:val="%8."/>
      <w:lvlJc w:val="left"/>
      <w:pPr>
        <w:ind w:left="5544" w:hanging="360"/>
      </w:pPr>
      <w:rPr>
        <w:rFonts w:cs="Times New Roman"/>
      </w:rPr>
    </w:lvl>
    <w:lvl w:ilvl="8" w:tplc="0409001B" w:tentative="1">
      <w:start w:val="1"/>
      <w:numFmt w:val="lowerRoman"/>
      <w:lvlText w:val="%9."/>
      <w:lvlJc w:val="right"/>
      <w:pPr>
        <w:ind w:left="6264" w:hanging="180"/>
      </w:pPr>
      <w:rPr>
        <w:rFonts w:cs="Times New Roman"/>
      </w:rPr>
    </w:lvl>
  </w:abstractNum>
  <w:num w:numId="1">
    <w:abstractNumId w:val="3"/>
  </w:num>
  <w:num w:numId="2">
    <w:abstractNumId w:val="21"/>
  </w:num>
  <w:num w:numId="3">
    <w:abstractNumId w:val="12"/>
  </w:num>
  <w:num w:numId="4">
    <w:abstractNumId w:val="7"/>
  </w:num>
  <w:num w:numId="5">
    <w:abstractNumId w:val="4"/>
  </w:num>
  <w:num w:numId="6">
    <w:abstractNumId w:val="6"/>
  </w:num>
  <w:num w:numId="7">
    <w:abstractNumId w:val="15"/>
  </w:num>
  <w:num w:numId="8">
    <w:abstractNumId w:val="20"/>
  </w:num>
  <w:num w:numId="9">
    <w:abstractNumId w:val="2"/>
  </w:num>
  <w:num w:numId="10">
    <w:abstractNumId w:val="8"/>
  </w:num>
  <w:num w:numId="11">
    <w:abstractNumId w:val="19"/>
  </w:num>
  <w:num w:numId="12">
    <w:abstractNumId w:val="5"/>
  </w:num>
  <w:num w:numId="13">
    <w:abstractNumId w:val="14"/>
  </w:num>
  <w:num w:numId="14">
    <w:abstractNumId w:val="17"/>
  </w:num>
  <w:num w:numId="15">
    <w:abstractNumId w:val="1"/>
  </w:num>
  <w:num w:numId="16">
    <w:abstractNumId w:val="18"/>
  </w:num>
  <w:num w:numId="17">
    <w:abstractNumId w:val="13"/>
  </w:num>
  <w:num w:numId="18">
    <w:abstractNumId w:val="10"/>
  </w:num>
  <w:num w:numId="19">
    <w:abstractNumId w:val="0"/>
  </w:num>
  <w:num w:numId="20">
    <w:abstractNumId w:val="9"/>
  </w:num>
  <w:num w:numId="21">
    <w:abstractNumId w:val="16"/>
  </w:num>
  <w:num w:numId="22">
    <w:abstractNumId w:val="1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defaultTabStop w:val="36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A5F"/>
    <w:rsid w:val="00000AF0"/>
    <w:rsid w:val="00002C1E"/>
    <w:rsid w:val="00003D35"/>
    <w:rsid w:val="00003FC5"/>
    <w:rsid w:val="00004148"/>
    <w:rsid w:val="00004F7E"/>
    <w:rsid w:val="000060B9"/>
    <w:rsid w:val="000062BC"/>
    <w:rsid w:val="00006EE1"/>
    <w:rsid w:val="0000731E"/>
    <w:rsid w:val="00007903"/>
    <w:rsid w:val="00007A32"/>
    <w:rsid w:val="00013D0D"/>
    <w:rsid w:val="0001490A"/>
    <w:rsid w:val="00015280"/>
    <w:rsid w:val="0001781B"/>
    <w:rsid w:val="00023CC1"/>
    <w:rsid w:val="00023D6C"/>
    <w:rsid w:val="00026819"/>
    <w:rsid w:val="000303F1"/>
    <w:rsid w:val="0003049D"/>
    <w:rsid w:val="00031164"/>
    <w:rsid w:val="000343C1"/>
    <w:rsid w:val="00034838"/>
    <w:rsid w:val="00035A43"/>
    <w:rsid w:val="00041905"/>
    <w:rsid w:val="00041EAC"/>
    <w:rsid w:val="00043575"/>
    <w:rsid w:val="00043DAD"/>
    <w:rsid w:val="00044235"/>
    <w:rsid w:val="0004797E"/>
    <w:rsid w:val="00047A60"/>
    <w:rsid w:val="000503C9"/>
    <w:rsid w:val="00051029"/>
    <w:rsid w:val="000519A9"/>
    <w:rsid w:val="00054626"/>
    <w:rsid w:val="00055436"/>
    <w:rsid w:val="00056A02"/>
    <w:rsid w:val="00056C25"/>
    <w:rsid w:val="00057D69"/>
    <w:rsid w:val="00060C72"/>
    <w:rsid w:val="00062E85"/>
    <w:rsid w:val="00066CA4"/>
    <w:rsid w:val="00067BF6"/>
    <w:rsid w:val="00067DF9"/>
    <w:rsid w:val="0007220A"/>
    <w:rsid w:val="0007241F"/>
    <w:rsid w:val="0007354F"/>
    <w:rsid w:val="00076E90"/>
    <w:rsid w:val="00080CC5"/>
    <w:rsid w:val="00083917"/>
    <w:rsid w:val="00084C26"/>
    <w:rsid w:val="00085E82"/>
    <w:rsid w:val="00087E38"/>
    <w:rsid w:val="00094398"/>
    <w:rsid w:val="000957D4"/>
    <w:rsid w:val="0009746E"/>
    <w:rsid w:val="000A05B2"/>
    <w:rsid w:val="000A1210"/>
    <w:rsid w:val="000A35BE"/>
    <w:rsid w:val="000A490E"/>
    <w:rsid w:val="000A5825"/>
    <w:rsid w:val="000A6F50"/>
    <w:rsid w:val="000A70F8"/>
    <w:rsid w:val="000B0A1A"/>
    <w:rsid w:val="000B0AD7"/>
    <w:rsid w:val="000B10D4"/>
    <w:rsid w:val="000B27BD"/>
    <w:rsid w:val="000B4101"/>
    <w:rsid w:val="000B58FA"/>
    <w:rsid w:val="000C0A84"/>
    <w:rsid w:val="000C1267"/>
    <w:rsid w:val="000C194B"/>
    <w:rsid w:val="000C52F4"/>
    <w:rsid w:val="000C5837"/>
    <w:rsid w:val="000C72D0"/>
    <w:rsid w:val="000D0B67"/>
    <w:rsid w:val="000D4754"/>
    <w:rsid w:val="000D49AC"/>
    <w:rsid w:val="000E0574"/>
    <w:rsid w:val="000E0802"/>
    <w:rsid w:val="000E3C79"/>
    <w:rsid w:val="000E4A7B"/>
    <w:rsid w:val="000E4E05"/>
    <w:rsid w:val="000E5156"/>
    <w:rsid w:val="000E52E8"/>
    <w:rsid w:val="000F26B0"/>
    <w:rsid w:val="000F298F"/>
    <w:rsid w:val="000F2CB4"/>
    <w:rsid w:val="000F3E03"/>
    <w:rsid w:val="000F451B"/>
    <w:rsid w:val="000F5AFD"/>
    <w:rsid w:val="000F753C"/>
    <w:rsid w:val="0010245A"/>
    <w:rsid w:val="001025C4"/>
    <w:rsid w:val="00105478"/>
    <w:rsid w:val="001058BC"/>
    <w:rsid w:val="00106DFB"/>
    <w:rsid w:val="00107208"/>
    <w:rsid w:val="001105B3"/>
    <w:rsid w:val="0011177B"/>
    <w:rsid w:val="00114D88"/>
    <w:rsid w:val="001165D4"/>
    <w:rsid w:val="0012473D"/>
    <w:rsid w:val="00126730"/>
    <w:rsid w:val="00127DC1"/>
    <w:rsid w:val="001313B4"/>
    <w:rsid w:val="00133004"/>
    <w:rsid w:val="00136868"/>
    <w:rsid w:val="0013701A"/>
    <w:rsid w:val="00137062"/>
    <w:rsid w:val="001411E9"/>
    <w:rsid w:val="00145C27"/>
    <w:rsid w:val="00146C55"/>
    <w:rsid w:val="00146FF9"/>
    <w:rsid w:val="00150A90"/>
    <w:rsid w:val="00152132"/>
    <w:rsid w:val="00153F25"/>
    <w:rsid w:val="00154AF0"/>
    <w:rsid w:val="00155261"/>
    <w:rsid w:val="001603F5"/>
    <w:rsid w:val="00165090"/>
    <w:rsid w:val="00166B4F"/>
    <w:rsid w:val="00170092"/>
    <w:rsid w:val="0017126B"/>
    <w:rsid w:val="00175851"/>
    <w:rsid w:val="00175877"/>
    <w:rsid w:val="00176212"/>
    <w:rsid w:val="0017684E"/>
    <w:rsid w:val="0017736E"/>
    <w:rsid w:val="0017748B"/>
    <w:rsid w:val="00181513"/>
    <w:rsid w:val="00182781"/>
    <w:rsid w:val="00183501"/>
    <w:rsid w:val="00186D0C"/>
    <w:rsid w:val="00187C73"/>
    <w:rsid w:val="00187DCA"/>
    <w:rsid w:val="001916AB"/>
    <w:rsid w:val="00191869"/>
    <w:rsid w:val="00191AD6"/>
    <w:rsid w:val="00193779"/>
    <w:rsid w:val="001971DB"/>
    <w:rsid w:val="00197243"/>
    <w:rsid w:val="001A01D1"/>
    <w:rsid w:val="001A061D"/>
    <w:rsid w:val="001A07B3"/>
    <w:rsid w:val="001A23A9"/>
    <w:rsid w:val="001A4AB2"/>
    <w:rsid w:val="001A6F81"/>
    <w:rsid w:val="001A79F9"/>
    <w:rsid w:val="001B5698"/>
    <w:rsid w:val="001B5FC9"/>
    <w:rsid w:val="001D1063"/>
    <w:rsid w:val="001D4C9D"/>
    <w:rsid w:val="001D4E46"/>
    <w:rsid w:val="001D504D"/>
    <w:rsid w:val="001D5F34"/>
    <w:rsid w:val="001D7CAC"/>
    <w:rsid w:val="001E0DD0"/>
    <w:rsid w:val="001E24EB"/>
    <w:rsid w:val="001E4755"/>
    <w:rsid w:val="001E5D20"/>
    <w:rsid w:val="001E70B7"/>
    <w:rsid w:val="001E769B"/>
    <w:rsid w:val="001F0C7E"/>
    <w:rsid w:val="001F1C66"/>
    <w:rsid w:val="001F31E5"/>
    <w:rsid w:val="001F4E6C"/>
    <w:rsid w:val="001F67A6"/>
    <w:rsid w:val="001F7BD6"/>
    <w:rsid w:val="00201123"/>
    <w:rsid w:val="00201973"/>
    <w:rsid w:val="00201B4A"/>
    <w:rsid w:val="002025A6"/>
    <w:rsid w:val="00202F56"/>
    <w:rsid w:val="002046F0"/>
    <w:rsid w:val="00204AAB"/>
    <w:rsid w:val="00205335"/>
    <w:rsid w:val="00207C2D"/>
    <w:rsid w:val="00211411"/>
    <w:rsid w:val="00213285"/>
    <w:rsid w:val="00217250"/>
    <w:rsid w:val="0021769E"/>
    <w:rsid w:val="0022061B"/>
    <w:rsid w:val="00221603"/>
    <w:rsid w:val="002226F7"/>
    <w:rsid w:val="00223C9F"/>
    <w:rsid w:val="00225C1E"/>
    <w:rsid w:val="00225C59"/>
    <w:rsid w:val="00230AAF"/>
    <w:rsid w:val="00230BFF"/>
    <w:rsid w:val="00230E52"/>
    <w:rsid w:val="00232685"/>
    <w:rsid w:val="002333E8"/>
    <w:rsid w:val="00233D5D"/>
    <w:rsid w:val="002413F4"/>
    <w:rsid w:val="0024417E"/>
    <w:rsid w:val="00246088"/>
    <w:rsid w:val="00246A7E"/>
    <w:rsid w:val="00250597"/>
    <w:rsid w:val="00250C5E"/>
    <w:rsid w:val="00250CDC"/>
    <w:rsid w:val="0025113C"/>
    <w:rsid w:val="002514A3"/>
    <w:rsid w:val="00253E6A"/>
    <w:rsid w:val="00255E03"/>
    <w:rsid w:val="00256FA6"/>
    <w:rsid w:val="00257230"/>
    <w:rsid w:val="00260044"/>
    <w:rsid w:val="00262636"/>
    <w:rsid w:val="002631CE"/>
    <w:rsid w:val="00264F92"/>
    <w:rsid w:val="002723C3"/>
    <w:rsid w:val="0027282A"/>
    <w:rsid w:val="002730F3"/>
    <w:rsid w:val="002750DB"/>
    <w:rsid w:val="0027578E"/>
    <w:rsid w:val="002759E2"/>
    <w:rsid w:val="0027631B"/>
    <w:rsid w:val="002779F7"/>
    <w:rsid w:val="00277BAA"/>
    <w:rsid w:val="0028036A"/>
    <w:rsid w:val="00282622"/>
    <w:rsid w:val="0028339E"/>
    <w:rsid w:val="00284C2A"/>
    <w:rsid w:val="0028753A"/>
    <w:rsid w:val="00287B11"/>
    <w:rsid w:val="002928E9"/>
    <w:rsid w:val="00293DFC"/>
    <w:rsid w:val="00295F4F"/>
    <w:rsid w:val="002A0C2D"/>
    <w:rsid w:val="002A0F24"/>
    <w:rsid w:val="002A1EC9"/>
    <w:rsid w:val="002A3BF0"/>
    <w:rsid w:val="002B0A8E"/>
    <w:rsid w:val="002B1AA6"/>
    <w:rsid w:val="002B240D"/>
    <w:rsid w:val="002B31F4"/>
    <w:rsid w:val="002B43CB"/>
    <w:rsid w:val="002B797C"/>
    <w:rsid w:val="002C2292"/>
    <w:rsid w:val="002C348B"/>
    <w:rsid w:val="002C6D57"/>
    <w:rsid w:val="002C733F"/>
    <w:rsid w:val="002D0CF5"/>
    <w:rsid w:val="002D5F05"/>
    <w:rsid w:val="002D6279"/>
    <w:rsid w:val="002D6715"/>
    <w:rsid w:val="002D7919"/>
    <w:rsid w:val="002E0A14"/>
    <w:rsid w:val="002E14A4"/>
    <w:rsid w:val="002E3AEE"/>
    <w:rsid w:val="002E3D2F"/>
    <w:rsid w:val="002E7172"/>
    <w:rsid w:val="002F10E3"/>
    <w:rsid w:val="002F1DF1"/>
    <w:rsid w:val="002F3101"/>
    <w:rsid w:val="002F3F5C"/>
    <w:rsid w:val="002F7664"/>
    <w:rsid w:val="003035FB"/>
    <w:rsid w:val="00305FFF"/>
    <w:rsid w:val="00310D8E"/>
    <w:rsid w:val="00316362"/>
    <w:rsid w:val="00317563"/>
    <w:rsid w:val="00322C1F"/>
    <w:rsid w:val="00322E65"/>
    <w:rsid w:val="003237D0"/>
    <w:rsid w:val="00330F63"/>
    <w:rsid w:val="00331C3D"/>
    <w:rsid w:val="003365C5"/>
    <w:rsid w:val="00337430"/>
    <w:rsid w:val="00340742"/>
    <w:rsid w:val="00341AA3"/>
    <w:rsid w:val="00342F39"/>
    <w:rsid w:val="003453A8"/>
    <w:rsid w:val="0034668E"/>
    <w:rsid w:val="0035033C"/>
    <w:rsid w:val="00360490"/>
    <w:rsid w:val="00366634"/>
    <w:rsid w:val="00370489"/>
    <w:rsid w:val="0037238E"/>
    <w:rsid w:val="00373EB5"/>
    <w:rsid w:val="00374D1C"/>
    <w:rsid w:val="0037583E"/>
    <w:rsid w:val="00375A3F"/>
    <w:rsid w:val="003763E5"/>
    <w:rsid w:val="00380241"/>
    <w:rsid w:val="00382628"/>
    <w:rsid w:val="003826EB"/>
    <w:rsid w:val="0038544D"/>
    <w:rsid w:val="003859F6"/>
    <w:rsid w:val="003919B5"/>
    <w:rsid w:val="00391FA3"/>
    <w:rsid w:val="00392023"/>
    <w:rsid w:val="00392C42"/>
    <w:rsid w:val="00393F03"/>
    <w:rsid w:val="00395802"/>
    <w:rsid w:val="00395D07"/>
    <w:rsid w:val="0039659F"/>
    <w:rsid w:val="003971F9"/>
    <w:rsid w:val="003A1B6E"/>
    <w:rsid w:val="003A33DD"/>
    <w:rsid w:val="003A3DD6"/>
    <w:rsid w:val="003A45F2"/>
    <w:rsid w:val="003A7434"/>
    <w:rsid w:val="003B1300"/>
    <w:rsid w:val="003B409B"/>
    <w:rsid w:val="003C06C2"/>
    <w:rsid w:val="003C1C53"/>
    <w:rsid w:val="003C278D"/>
    <w:rsid w:val="003C2CB6"/>
    <w:rsid w:val="003C325F"/>
    <w:rsid w:val="003C5973"/>
    <w:rsid w:val="003C61EE"/>
    <w:rsid w:val="003C6EF4"/>
    <w:rsid w:val="003D2485"/>
    <w:rsid w:val="003D3CAB"/>
    <w:rsid w:val="003D764D"/>
    <w:rsid w:val="003E6814"/>
    <w:rsid w:val="003E7D53"/>
    <w:rsid w:val="003F0305"/>
    <w:rsid w:val="003F21DE"/>
    <w:rsid w:val="003F54DF"/>
    <w:rsid w:val="003F5832"/>
    <w:rsid w:val="003F6E0B"/>
    <w:rsid w:val="003F73F2"/>
    <w:rsid w:val="003F7599"/>
    <w:rsid w:val="00400A7B"/>
    <w:rsid w:val="00400B97"/>
    <w:rsid w:val="00400E15"/>
    <w:rsid w:val="0040189A"/>
    <w:rsid w:val="004019F1"/>
    <w:rsid w:val="00406D40"/>
    <w:rsid w:val="00407B2B"/>
    <w:rsid w:val="00410308"/>
    <w:rsid w:val="00410B0E"/>
    <w:rsid w:val="00417456"/>
    <w:rsid w:val="004176EE"/>
    <w:rsid w:val="0041771A"/>
    <w:rsid w:val="004205B9"/>
    <w:rsid w:val="004206F1"/>
    <w:rsid w:val="00424DEB"/>
    <w:rsid w:val="00427D0B"/>
    <w:rsid w:val="0043150F"/>
    <w:rsid w:val="00431B78"/>
    <w:rsid w:val="00437550"/>
    <w:rsid w:val="00440B95"/>
    <w:rsid w:val="00443677"/>
    <w:rsid w:val="0044561B"/>
    <w:rsid w:val="00445E97"/>
    <w:rsid w:val="00447942"/>
    <w:rsid w:val="00447E27"/>
    <w:rsid w:val="00450DDC"/>
    <w:rsid w:val="00451E8E"/>
    <w:rsid w:val="00457844"/>
    <w:rsid w:val="00460940"/>
    <w:rsid w:val="00463BD8"/>
    <w:rsid w:val="0046483B"/>
    <w:rsid w:val="00465A84"/>
    <w:rsid w:val="004662FC"/>
    <w:rsid w:val="004666EA"/>
    <w:rsid w:val="00466C74"/>
    <w:rsid w:val="00470EC7"/>
    <w:rsid w:val="00472F0A"/>
    <w:rsid w:val="004749E2"/>
    <w:rsid w:val="0047554C"/>
    <w:rsid w:val="00477419"/>
    <w:rsid w:val="00477C53"/>
    <w:rsid w:val="0048033B"/>
    <w:rsid w:val="00484040"/>
    <w:rsid w:val="00487522"/>
    <w:rsid w:val="00490826"/>
    <w:rsid w:val="00493661"/>
    <w:rsid w:val="00493E5E"/>
    <w:rsid w:val="00494013"/>
    <w:rsid w:val="0049574D"/>
    <w:rsid w:val="00495918"/>
    <w:rsid w:val="00495AAD"/>
    <w:rsid w:val="00496676"/>
    <w:rsid w:val="00497529"/>
    <w:rsid w:val="004A263E"/>
    <w:rsid w:val="004A320A"/>
    <w:rsid w:val="004A6EB8"/>
    <w:rsid w:val="004A7A50"/>
    <w:rsid w:val="004B28EF"/>
    <w:rsid w:val="004B36CE"/>
    <w:rsid w:val="004B538F"/>
    <w:rsid w:val="004B5A69"/>
    <w:rsid w:val="004B7683"/>
    <w:rsid w:val="004C1CB9"/>
    <w:rsid w:val="004C23D7"/>
    <w:rsid w:val="004C2DDC"/>
    <w:rsid w:val="004C4988"/>
    <w:rsid w:val="004C5C60"/>
    <w:rsid w:val="004D1805"/>
    <w:rsid w:val="004D427E"/>
    <w:rsid w:val="004D4DD9"/>
    <w:rsid w:val="004D6C54"/>
    <w:rsid w:val="004E1EDE"/>
    <w:rsid w:val="004E2327"/>
    <w:rsid w:val="004E3DB0"/>
    <w:rsid w:val="004E553E"/>
    <w:rsid w:val="004E6044"/>
    <w:rsid w:val="004E6A36"/>
    <w:rsid w:val="004F025B"/>
    <w:rsid w:val="004F0790"/>
    <w:rsid w:val="00500A5E"/>
    <w:rsid w:val="00500EB4"/>
    <w:rsid w:val="00501070"/>
    <w:rsid w:val="00501F4D"/>
    <w:rsid w:val="00504873"/>
    <w:rsid w:val="005056B4"/>
    <w:rsid w:val="00510BA1"/>
    <w:rsid w:val="005115A2"/>
    <w:rsid w:val="00511941"/>
    <w:rsid w:val="00512D70"/>
    <w:rsid w:val="005145F4"/>
    <w:rsid w:val="00521FB2"/>
    <w:rsid w:val="00522363"/>
    <w:rsid w:val="00531093"/>
    <w:rsid w:val="00534E85"/>
    <w:rsid w:val="0053539B"/>
    <w:rsid w:val="0053602B"/>
    <w:rsid w:val="00537D20"/>
    <w:rsid w:val="0054072B"/>
    <w:rsid w:val="00542230"/>
    <w:rsid w:val="005436F2"/>
    <w:rsid w:val="00543C5D"/>
    <w:rsid w:val="00544128"/>
    <w:rsid w:val="00544391"/>
    <w:rsid w:val="00544825"/>
    <w:rsid w:val="0054561C"/>
    <w:rsid w:val="005464D6"/>
    <w:rsid w:val="0055319C"/>
    <w:rsid w:val="005548AF"/>
    <w:rsid w:val="00561066"/>
    <w:rsid w:val="00561E31"/>
    <w:rsid w:val="00563349"/>
    <w:rsid w:val="00566AEF"/>
    <w:rsid w:val="00566B6A"/>
    <w:rsid w:val="005700B5"/>
    <w:rsid w:val="005715E7"/>
    <w:rsid w:val="00572EEC"/>
    <w:rsid w:val="005743E0"/>
    <w:rsid w:val="00575C93"/>
    <w:rsid w:val="00575D8E"/>
    <w:rsid w:val="00577E8D"/>
    <w:rsid w:val="00583943"/>
    <w:rsid w:val="00583EBE"/>
    <w:rsid w:val="00586964"/>
    <w:rsid w:val="00586FC3"/>
    <w:rsid w:val="00586FF0"/>
    <w:rsid w:val="00590215"/>
    <w:rsid w:val="0059149C"/>
    <w:rsid w:val="00591FB9"/>
    <w:rsid w:val="0059381D"/>
    <w:rsid w:val="00594D5E"/>
    <w:rsid w:val="0059539D"/>
    <w:rsid w:val="00596158"/>
    <w:rsid w:val="005971A5"/>
    <w:rsid w:val="005A0509"/>
    <w:rsid w:val="005A355F"/>
    <w:rsid w:val="005A6B6C"/>
    <w:rsid w:val="005A7F89"/>
    <w:rsid w:val="005B01F7"/>
    <w:rsid w:val="005B0D22"/>
    <w:rsid w:val="005B1E43"/>
    <w:rsid w:val="005B25AB"/>
    <w:rsid w:val="005B5A19"/>
    <w:rsid w:val="005B5DD4"/>
    <w:rsid w:val="005C17C3"/>
    <w:rsid w:val="005C2DC9"/>
    <w:rsid w:val="005C71B1"/>
    <w:rsid w:val="005D044F"/>
    <w:rsid w:val="005D1CDF"/>
    <w:rsid w:val="005D1F0C"/>
    <w:rsid w:val="005D2E8E"/>
    <w:rsid w:val="005D382D"/>
    <w:rsid w:val="005D4519"/>
    <w:rsid w:val="005D5A23"/>
    <w:rsid w:val="005D6A5D"/>
    <w:rsid w:val="005D6E2C"/>
    <w:rsid w:val="005D74A8"/>
    <w:rsid w:val="005E304E"/>
    <w:rsid w:val="005E3794"/>
    <w:rsid w:val="005E3839"/>
    <w:rsid w:val="005F061E"/>
    <w:rsid w:val="005F0902"/>
    <w:rsid w:val="005F0E35"/>
    <w:rsid w:val="005F1DA7"/>
    <w:rsid w:val="005F2055"/>
    <w:rsid w:val="005F264C"/>
    <w:rsid w:val="005F2FB8"/>
    <w:rsid w:val="005F35B4"/>
    <w:rsid w:val="005F4265"/>
    <w:rsid w:val="005F42E6"/>
    <w:rsid w:val="005F5A56"/>
    <w:rsid w:val="005F624D"/>
    <w:rsid w:val="005F799E"/>
    <w:rsid w:val="0060048B"/>
    <w:rsid w:val="00600AD5"/>
    <w:rsid w:val="00601E50"/>
    <w:rsid w:val="00604211"/>
    <w:rsid w:val="0060437A"/>
    <w:rsid w:val="0060580A"/>
    <w:rsid w:val="00605A84"/>
    <w:rsid w:val="00606C0F"/>
    <w:rsid w:val="00607FF7"/>
    <w:rsid w:val="006118A2"/>
    <w:rsid w:val="00612667"/>
    <w:rsid w:val="00612D79"/>
    <w:rsid w:val="00614A6E"/>
    <w:rsid w:val="00617984"/>
    <w:rsid w:val="006212E9"/>
    <w:rsid w:val="0062206E"/>
    <w:rsid w:val="00623297"/>
    <w:rsid w:val="006240C0"/>
    <w:rsid w:val="00634BAD"/>
    <w:rsid w:val="00635155"/>
    <w:rsid w:val="0063557C"/>
    <w:rsid w:val="00636989"/>
    <w:rsid w:val="00640D6A"/>
    <w:rsid w:val="006413AB"/>
    <w:rsid w:val="00641989"/>
    <w:rsid w:val="0064458D"/>
    <w:rsid w:val="00645840"/>
    <w:rsid w:val="00646C29"/>
    <w:rsid w:val="00652416"/>
    <w:rsid w:val="00654463"/>
    <w:rsid w:val="00654701"/>
    <w:rsid w:val="00656230"/>
    <w:rsid w:val="00657FBC"/>
    <w:rsid w:val="00660A1D"/>
    <w:rsid w:val="00661017"/>
    <w:rsid w:val="00661325"/>
    <w:rsid w:val="00662972"/>
    <w:rsid w:val="006656AB"/>
    <w:rsid w:val="00665C58"/>
    <w:rsid w:val="00667CBC"/>
    <w:rsid w:val="00671831"/>
    <w:rsid w:val="00672EA8"/>
    <w:rsid w:val="00675DB9"/>
    <w:rsid w:val="0067658F"/>
    <w:rsid w:val="006775E6"/>
    <w:rsid w:val="00680A5F"/>
    <w:rsid w:val="00682021"/>
    <w:rsid w:val="00684E1E"/>
    <w:rsid w:val="00685A2D"/>
    <w:rsid w:val="00685A87"/>
    <w:rsid w:val="006865B9"/>
    <w:rsid w:val="00687F4A"/>
    <w:rsid w:val="00691453"/>
    <w:rsid w:val="00692550"/>
    <w:rsid w:val="0069265C"/>
    <w:rsid w:val="006949FD"/>
    <w:rsid w:val="00696007"/>
    <w:rsid w:val="0069609D"/>
    <w:rsid w:val="0069776C"/>
    <w:rsid w:val="006A0383"/>
    <w:rsid w:val="006A09B1"/>
    <w:rsid w:val="006A3120"/>
    <w:rsid w:val="006A33B0"/>
    <w:rsid w:val="006A35D0"/>
    <w:rsid w:val="006A3FB9"/>
    <w:rsid w:val="006A7042"/>
    <w:rsid w:val="006B09E2"/>
    <w:rsid w:val="006B1418"/>
    <w:rsid w:val="006B14D7"/>
    <w:rsid w:val="006B28B1"/>
    <w:rsid w:val="006B474D"/>
    <w:rsid w:val="006B50E7"/>
    <w:rsid w:val="006B7146"/>
    <w:rsid w:val="006B7CE0"/>
    <w:rsid w:val="006C260C"/>
    <w:rsid w:val="006D1920"/>
    <w:rsid w:val="006D315F"/>
    <w:rsid w:val="006D5CE1"/>
    <w:rsid w:val="006D6BF4"/>
    <w:rsid w:val="006D7770"/>
    <w:rsid w:val="006E0E23"/>
    <w:rsid w:val="006E165D"/>
    <w:rsid w:val="006E2C75"/>
    <w:rsid w:val="006E47B6"/>
    <w:rsid w:val="006E56E2"/>
    <w:rsid w:val="006E74C3"/>
    <w:rsid w:val="006F18A4"/>
    <w:rsid w:val="006F19E7"/>
    <w:rsid w:val="006F1B9C"/>
    <w:rsid w:val="006F4DB0"/>
    <w:rsid w:val="006F4EA3"/>
    <w:rsid w:val="0070548C"/>
    <w:rsid w:val="0070649C"/>
    <w:rsid w:val="0070794B"/>
    <w:rsid w:val="00711C36"/>
    <w:rsid w:val="007173E7"/>
    <w:rsid w:val="00721BD1"/>
    <w:rsid w:val="00725DD9"/>
    <w:rsid w:val="007271C2"/>
    <w:rsid w:val="00731B03"/>
    <w:rsid w:val="00732E34"/>
    <w:rsid w:val="00734EED"/>
    <w:rsid w:val="00736B82"/>
    <w:rsid w:val="00740DEC"/>
    <w:rsid w:val="00741B89"/>
    <w:rsid w:val="007447A6"/>
    <w:rsid w:val="00744A79"/>
    <w:rsid w:val="00745AF1"/>
    <w:rsid w:val="00747EA0"/>
    <w:rsid w:val="007516E5"/>
    <w:rsid w:val="00753538"/>
    <w:rsid w:val="00754E1D"/>
    <w:rsid w:val="00760942"/>
    <w:rsid w:val="00761CC6"/>
    <w:rsid w:val="00763902"/>
    <w:rsid w:val="00771E0D"/>
    <w:rsid w:val="0077366D"/>
    <w:rsid w:val="00775B9D"/>
    <w:rsid w:val="00775BF0"/>
    <w:rsid w:val="007760FD"/>
    <w:rsid w:val="00776233"/>
    <w:rsid w:val="007803AF"/>
    <w:rsid w:val="007831D9"/>
    <w:rsid w:val="007859E4"/>
    <w:rsid w:val="00786157"/>
    <w:rsid w:val="007869DB"/>
    <w:rsid w:val="007873B9"/>
    <w:rsid w:val="0078776E"/>
    <w:rsid w:val="007877D1"/>
    <w:rsid w:val="00787C1B"/>
    <w:rsid w:val="00791DE4"/>
    <w:rsid w:val="00792457"/>
    <w:rsid w:val="007926C7"/>
    <w:rsid w:val="007940D9"/>
    <w:rsid w:val="007947A6"/>
    <w:rsid w:val="0079516E"/>
    <w:rsid w:val="00795245"/>
    <w:rsid w:val="00797E2B"/>
    <w:rsid w:val="007A004D"/>
    <w:rsid w:val="007A2AE1"/>
    <w:rsid w:val="007A2FE5"/>
    <w:rsid w:val="007A3CA5"/>
    <w:rsid w:val="007A5A12"/>
    <w:rsid w:val="007A68C9"/>
    <w:rsid w:val="007B038B"/>
    <w:rsid w:val="007B12CA"/>
    <w:rsid w:val="007B3AC1"/>
    <w:rsid w:val="007B4B70"/>
    <w:rsid w:val="007B5078"/>
    <w:rsid w:val="007C356A"/>
    <w:rsid w:val="007C3EF4"/>
    <w:rsid w:val="007C7172"/>
    <w:rsid w:val="007D0B98"/>
    <w:rsid w:val="007D16C0"/>
    <w:rsid w:val="007D2333"/>
    <w:rsid w:val="007D254C"/>
    <w:rsid w:val="007D2E7B"/>
    <w:rsid w:val="007D36ED"/>
    <w:rsid w:val="007D3F14"/>
    <w:rsid w:val="007D5D7E"/>
    <w:rsid w:val="007D6186"/>
    <w:rsid w:val="007D6389"/>
    <w:rsid w:val="007D78A3"/>
    <w:rsid w:val="007E02C0"/>
    <w:rsid w:val="007E191A"/>
    <w:rsid w:val="007E1B3B"/>
    <w:rsid w:val="007E1F6D"/>
    <w:rsid w:val="007E3508"/>
    <w:rsid w:val="007E457A"/>
    <w:rsid w:val="007E5071"/>
    <w:rsid w:val="007E5F5C"/>
    <w:rsid w:val="007E65CB"/>
    <w:rsid w:val="007F3DED"/>
    <w:rsid w:val="007F4579"/>
    <w:rsid w:val="007F73EC"/>
    <w:rsid w:val="007F7AE1"/>
    <w:rsid w:val="008014F8"/>
    <w:rsid w:val="00801F91"/>
    <w:rsid w:val="008020AB"/>
    <w:rsid w:val="008031CB"/>
    <w:rsid w:val="008041AA"/>
    <w:rsid w:val="00805B08"/>
    <w:rsid w:val="00805B21"/>
    <w:rsid w:val="00806493"/>
    <w:rsid w:val="00807744"/>
    <w:rsid w:val="0081224C"/>
    <w:rsid w:val="00812463"/>
    <w:rsid w:val="0081254F"/>
    <w:rsid w:val="00813D4A"/>
    <w:rsid w:val="00813FA4"/>
    <w:rsid w:val="0081598C"/>
    <w:rsid w:val="00815BB1"/>
    <w:rsid w:val="00817401"/>
    <w:rsid w:val="008203FC"/>
    <w:rsid w:val="008221C0"/>
    <w:rsid w:val="008239AE"/>
    <w:rsid w:val="00825257"/>
    <w:rsid w:val="0082772C"/>
    <w:rsid w:val="0082796A"/>
    <w:rsid w:val="00827BE5"/>
    <w:rsid w:val="00833A6C"/>
    <w:rsid w:val="008376F4"/>
    <w:rsid w:val="008400EB"/>
    <w:rsid w:val="008431AE"/>
    <w:rsid w:val="008445B3"/>
    <w:rsid w:val="00844BC9"/>
    <w:rsid w:val="00846613"/>
    <w:rsid w:val="008474DD"/>
    <w:rsid w:val="00847615"/>
    <w:rsid w:val="00850A04"/>
    <w:rsid w:val="00853F95"/>
    <w:rsid w:val="00855B6B"/>
    <w:rsid w:val="00856966"/>
    <w:rsid w:val="00857253"/>
    <w:rsid w:val="008610C2"/>
    <w:rsid w:val="00861525"/>
    <w:rsid w:val="008658DB"/>
    <w:rsid w:val="00866279"/>
    <w:rsid w:val="00866B79"/>
    <w:rsid w:val="008679AC"/>
    <w:rsid w:val="00867A70"/>
    <w:rsid w:val="008718F5"/>
    <w:rsid w:val="00872F2F"/>
    <w:rsid w:val="00874D06"/>
    <w:rsid w:val="008751B5"/>
    <w:rsid w:val="0087638A"/>
    <w:rsid w:val="008769E6"/>
    <w:rsid w:val="00877045"/>
    <w:rsid w:val="00877AE1"/>
    <w:rsid w:val="008810CD"/>
    <w:rsid w:val="00883172"/>
    <w:rsid w:val="00891B34"/>
    <w:rsid w:val="008932DC"/>
    <w:rsid w:val="0089612A"/>
    <w:rsid w:val="008A09E0"/>
    <w:rsid w:val="008A1D0A"/>
    <w:rsid w:val="008A2645"/>
    <w:rsid w:val="008A7D7A"/>
    <w:rsid w:val="008B6153"/>
    <w:rsid w:val="008B7495"/>
    <w:rsid w:val="008C227D"/>
    <w:rsid w:val="008C233F"/>
    <w:rsid w:val="008C5686"/>
    <w:rsid w:val="008C5D49"/>
    <w:rsid w:val="008C7DA8"/>
    <w:rsid w:val="008D1A8C"/>
    <w:rsid w:val="008D2A07"/>
    <w:rsid w:val="008D2C79"/>
    <w:rsid w:val="008D4099"/>
    <w:rsid w:val="008D615A"/>
    <w:rsid w:val="008D62C4"/>
    <w:rsid w:val="008D7D4A"/>
    <w:rsid w:val="008E18ED"/>
    <w:rsid w:val="008E2318"/>
    <w:rsid w:val="008E29F0"/>
    <w:rsid w:val="008E44AC"/>
    <w:rsid w:val="008E6ACE"/>
    <w:rsid w:val="008E6D0E"/>
    <w:rsid w:val="008F21BB"/>
    <w:rsid w:val="008F329F"/>
    <w:rsid w:val="008F406F"/>
    <w:rsid w:val="008F4188"/>
    <w:rsid w:val="009022E4"/>
    <w:rsid w:val="009023E0"/>
    <w:rsid w:val="0090270A"/>
    <w:rsid w:val="00902819"/>
    <w:rsid w:val="009030F1"/>
    <w:rsid w:val="0090375E"/>
    <w:rsid w:val="00903CD3"/>
    <w:rsid w:val="009058EF"/>
    <w:rsid w:val="00911997"/>
    <w:rsid w:val="00912363"/>
    <w:rsid w:val="00913838"/>
    <w:rsid w:val="009155A7"/>
    <w:rsid w:val="00915B59"/>
    <w:rsid w:val="009179D0"/>
    <w:rsid w:val="0092039C"/>
    <w:rsid w:val="009211FE"/>
    <w:rsid w:val="009228B1"/>
    <w:rsid w:val="00922A91"/>
    <w:rsid w:val="00926F34"/>
    <w:rsid w:val="00927C35"/>
    <w:rsid w:val="00930871"/>
    <w:rsid w:val="00931B2E"/>
    <w:rsid w:val="00934192"/>
    <w:rsid w:val="009372C0"/>
    <w:rsid w:val="00937535"/>
    <w:rsid w:val="00941828"/>
    <w:rsid w:val="009425FE"/>
    <w:rsid w:val="00945AFF"/>
    <w:rsid w:val="00946BDA"/>
    <w:rsid w:val="0095069C"/>
    <w:rsid w:val="00951716"/>
    <w:rsid w:val="009522FE"/>
    <w:rsid w:val="00952562"/>
    <w:rsid w:val="00953185"/>
    <w:rsid w:val="009564F1"/>
    <w:rsid w:val="00956644"/>
    <w:rsid w:val="00960733"/>
    <w:rsid w:val="00962DC3"/>
    <w:rsid w:val="00963A2F"/>
    <w:rsid w:val="00964618"/>
    <w:rsid w:val="00970689"/>
    <w:rsid w:val="00975AD7"/>
    <w:rsid w:val="00977B2F"/>
    <w:rsid w:val="00980BB7"/>
    <w:rsid w:val="0098608E"/>
    <w:rsid w:val="00995184"/>
    <w:rsid w:val="009A131D"/>
    <w:rsid w:val="009A243F"/>
    <w:rsid w:val="009A29F3"/>
    <w:rsid w:val="009A38F7"/>
    <w:rsid w:val="009A4803"/>
    <w:rsid w:val="009A586B"/>
    <w:rsid w:val="009A5953"/>
    <w:rsid w:val="009A60B4"/>
    <w:rsid w:val="009A6674"/>
    <w:rsid w:val="009A6847"/>
    <w:rsid w:val="009A6FC3"/>
    <w:rsid w:val="009B25D4"/>
    <w:rsid w:val="009B3548"/>
    <w:rsid w:val="009B3BC2"/>
    <w:rsid w:val="009B3CEC"/>
    <w:rsid w:val="009B74E4"/>
    <w:rsid w:val="009C17BD"/>
    <w:rsid w:val="009C1FAE"/>
    <w:rsid w:val="009C322D"/>
    <w:rsid w:val="009C3B35"/>
    <w:rsid w:val="009C5467"/>
    <w:rsid w:val="009C7358"/>
    <w:rsid w:val="009C74E8"/>
    <w:rsid w:val="009D054B"/>
    <w:rsid w:val="009D1D65"/>
    <w:rsid w:val="009D5154"/>
    <w:rsid w:val="009D691B"/>
    <w:rsid w:val="009D6F7F"/>
    <w:rsid w:val="009D7F8A"/>
    <w:rsid w:val="009E0015"/>
    <w:rsid w:val="009E0622"/>
    <w:rsid w:val="009E3190"/>
    <w:rsid w:val="009E31EC"/>
    <w:rsid w:val="009E325C"/>
    <w:rsid w:val="009E41D7"/>
    <w:rsid w:val="009E7BED"/>
    <w:rsid w:val="009F0EC5"/>
    <w:rsid w:val="009F268A"/>
    <w:rsid w:val="009F5BEB"/>
    <w:rsid w:val="009F6A3E"/>
    <w:rsid w:val="009F6AB0"/>
    <w:rsid w:val="00A00C50"/>
    <w:rsid w:val="00A059BA"/>
    <w:rsid w:val="00A06147"/>
    <w:rsid w:val="00A06DF6"/>
    <w:rsid w:val="00A073A5"/>
    <w:rsid w:val="00A07769"/>
    <w:rsid w:val="00A10205"/>
    <w:rsid w:val="00A10A93"/>
    <w:rsid w:val="00A1410F"/>
    <w:rsid w:val="00A143CE"/>
    <w:rsid w:val="00A143E8"/>
    <w:rsid w:val="00A16FAE"/>
    <w:rsid w:val="00A202B6"/>
    <w:rsid w:val="00A20512"/>
    <w:rsid w:val="00A206D2"/>
    <w:rsid w:val="00A22354"/>
    <w:rsid w:val="00A2240C"/>
    <w:rsid w:val="00A24ED7"/>
    <w:rsid w:val="00A303C4"/>
    <w:rsid w:val="00A3697F"/>
    <w:rsid w:val="00A415ED"/>
    <w:rsid w:val="00A42D9A"/>
    <w:rsid w:val="00A42DDD"/>
    <w:rsid w:val="00A4423C"/>
    <w:rsid w:val="00A4462E"/>
    <w:rsid w:val="00A467FA"/>
    <w:rsid w:val="00A4759C"/>
    <w:rsid w:val="00A47F43"/>
    <w:rsid w:val="00A50092"/>
    <w:rsid w:val="00A5098E"/>
    <w:rsid w:val="00A50F29"/>
    <w:rsid w:val="00A5103F"/>
    <w:rsid w:val="00A5116C"/>
    <w:rsid w:val="00A516B2"/>
    <w:rsid w:val="00A539B3"/>
    <w:rsid w:val="00A53C61"/>
    <w:rsid w:val="00A53E2D"/>
    <w:rsid w:val="00A54136"/>
    <w:rsid w:val="00A54D71"/>
    <w:rsid w:val="00A5746B"/>
    <w:rsid w:val="00A60F3A"/>
    <w:rsid w:val="00A61B3A"/>
    <w:rsid w:val="00A66B92"/>
    <w:rsid w:val="00A7137F"/>
    <w:rsid w:val="00A71652"/>
    <w:rsid w:val="00A719C0"/>
    <w:rsid w:val="00A7331D"/>
    <w:rsid w:val="00A745EB"/>
    <w:rsid w:val="00A75B23"/>
    <w:rsid w:val="00A76655"/>
    <w:rsid w:val="00A77161"/>
    <w:rsid w:val="00A77A46"/>
    <w:rsid w:val="00A8040D"/>
    <w:rsid w:val="00A82AC8"/>
    <w:rsid w:val="00A86AEC"/>
    <w:rsid w:val="00A92192"/>
    <w:rsid w:val="00A97BFF"/>
    <w:rsid w:val="00AA2D36"/>
    <w:rsid w:val="00AA4BC0"/>
    <w:rsid w:val="00AA4CBE"/>
    <w:rsid w:val="00AB4312"/>
    <w:rsid w:val="00AB50A1"/>
    <w:rsid w:val="00AB5298"/>
    <w:rsid w:val="00AB677C"/>
    <w:rsid w:val="00AC0FE7"/>
    <w:rsid w:val="00AC279C"/>
    <w:rsid w:val="00AC5C2A"/>
    <w:rsid w:val="00AC7602"/>
    <w:rsid w:val="00AC7622"/>
    <w:rsid w:val="00AC7BE0"/>
    <w:rsid w:val="00AD0D78"/>
    <w:rsid w:val="00AD1EEC"/>
    <w:rsid w:val="00AD2EDE"/>
    <w:rsid w:val="00AD6EE5"/>
    <w:rsid w:val="00AE0216"/>
    <w:rsid w:val="00AE09E2"/>
    <w:rsid w:val="00AE12A0"/>
    <w:rsid w:val="00AE1485"/>
    <w:rsid w:val="00AE4374"/>
    <w:rsid w:val="00AE4600"/>
    <w:rsid w:val="00AE4A88"/>
    <w:rsid w:val="00AE714C"/>
    <w:rsid w:val="00AE74F0"/>
    <w:rsid w:val="00AF3880"/>
    <w:rsid w:val="00AF43EC"/>
    <w:rsid w:val="00AF5459"/>
    <w:rsid w:val="00AF578D"/>
    <w:rsid w:val="00AF5901"/>
    <w:rsid w:val="00B01DE0"/>
    <w:rsid w:val="00B02B53"/>
    <w:rsid w:val="00B033D4"/>
    <w:rsid w:val="00B05EC8"/>
    <w:rsid w:val="00B06B86"/>
    <w:rsid w:val="00B103F5"/>
    <w:rsid w:val="00B108D6"/>
    <w:rsid w:val="00B11D85"/>
    <w:rsid w:val="00B120A3"/>
    <w:rsid w:val="00B131B4"/>
    <w:rsid w:val="00B13DEE"/>
    <w:rsid w:val="00B1508D"/>
    <w:rsid w:val="00B161E0"/>
    <w:rsid w:val="00B16C13"/>
    <w:rsid w:val="00B21A8F"/>
    <w:rsid w:val="00B21F02"/>
    <w:rsid w:val="00B2386E"/>
    <w:rsid w:val="00B246F2"/>
    <w:rsid w:val="00B30BE8"/>
    <w:rsid w:val="00B3453B"/>
    <w:rsid w:val="00B36F19"/>
    <w:rsid w:val="00B40A8E"/>
    <w:rsid w:val="00B41BCF"/>
    <w:rsid w:val="00B4254E"/>
    <w:rsid w:val="00B44C4D"/>
    <w:rsid w:val="00B44DBE"/>
    <w:rsid w:val="00B44EB7"/>
    <w:rsid w:val="00B458CF"/>
    <w:rsid w:val="00B45E98"/>
    <w:rsid w:val="00B50CBE"/>
    <w:rsid w:val="00B510B0"/>
    <w:rsid w:val="00B5288E"/>
    <w:rsid w:val="00B52E82"/>
    <w:rsid w:val="00B556FE"/>
    <w:rsid w:val="00B55991"/>
    <w:rsid w:val="00B570FB"/>
    <w:rsid w:val="00B61C69"/>
    <w:rsid w:val="00B64882"/>
    <w:rsid w:val="00B726AA"/>
    <w:rsid w:val="00B73239"/>
    <w:rsid w:val="00B742F5"/>
    <w:rsid w:val="00B74CD4"/>
    <w:rsid w:val="00B74F75"/>
    <w:rsid w:val="00B76C59"/>
    <w:rsid w:val="00B804C3"/>
    <w:rsid w:val="00B82DCC"/>
    <w:rsid w:val="00B831FA"/>
    <w:rsid w:val="00B83700"/>
    <w:rsid w:val="00B83BCB"/>
    <w:rsid w:val="00B85BA6"/>
    <w:rsid w:val="00B90DB8"/>
    <w:rsid w:val="00B93D5B"/>
    <w:rsid w:val="00B94E51"/>
    <w:rsid w:val="00B94F00"/>
    <w:rsid w:val="00B962C7"/>
    <w:rsid w:val="00BA17B3"/>
    <w:rsid w:val="00BA5EA5"/>
    <w:rsid w:val="00BB0633"/>
    <w:rsid w:val="00BB2C61"/>
    <w:rsid w:val="00BB46E2"/>
    <w:rsid w:val="00BB52BA"/>
    <w:rsid w:val="00BB72B2"/>
    <w:rsid w:val="00BC299E"/>
    <w:rsid w:val="00BC2B70"/>
    <w:rsid w:val="00BC3F6B"/>
    <w:rsid w:val="00BC468F"/>
    <w:rsid w:val="00BC481B"/>
    <w:rsid w:val="00BC601D"/>
    <w:rsid w:val="00BC73A1"/>
    <w:rsid w:val="00BC7A94"/>
    <w:rsid w:val="00BD7CC6"/>
    <w:rsid w:val="00BE4686"/>
    <w:rsid w:val="00BE6299"/>
    <w:rsid w:val="00BE6AEB"/>
    <w:rsid w:val="00BE7B98"/>
    <w:rsid w:val="00BE7FF1"/>
    <w:rsid w:val="00BF1B51"/>
    <w:rsid w:val="00C0071B"/>
    <w:rsid w:val="00C01662"/>
    <w:rsid w:val="00C0184D"/>
    <w:rsid w:val="00C01B6F"/>
    <w:rsid w:val="00C01C6D"/>
    <w:rsid w:val="00C01CFD"/>
    <w:rsid w:val="00C02F99"/>
    <w:rsid w:val="00C03382"/>
    <w:rsid w:val="00C04DBB"/>
    <w:rsid w:val="00C06AB9"/>
    <w:rsid w:val="00C10FC3"/>
    <w:rsid w:val="00C144B4"/>
    <w:rsid w:val="00C145B2"/>
    <w:rsid w:val="00C146C6"/>
    <w:rsid w:val="00C15B0C"/>
    <w:rsid w:val="00C21865"/>
    <w:rsid w:val="00C2294A"/>
    <w:rsid w:val="00C31B99"/>
    <w:rsid w:val="00C328DE"/>
    <w:rsid w:val="00C32AC0"/>
    <w:rsid w:val="00C3526B"/>
    <w:rsid w:val="00C47C08"/>
    <w:rsid w:val="00C5044C"/>
    <w:rsid w:val="00C51579"/>
    <w:rsid w:val="00C52AD0"/>
    <w:rsid w:val="00C52F06"/>
    <w:rsid w:val="00C5313B"/>
    <w:rsid w:val="00C54321"/>
    <w:rsid w:val="00C55B80"/>
    <w:rsid w:val="00C56316"/>
    <w:rsid w:val="00C56528"/>
    <w:rsid w:val="00C616C5"/>
    <w:rsid w:val="00C61D91"/>
    <w:rsid w:val="00C650CE"/>
    <w:rsid w:val="00C714CA"/>
    <w:rsid w:val="00C71E39"/>
    <w:rsid w:val="00C7235C"/>
    <w:rsid w:val="00C72D9E"/>
    <w:rsid w:val="00C74070"/>
    <w:rsid w:val="00C7763B"/>
    <w:rsid w:val="00C82EF1"/>
    <w:rsid w:val="00C877AD"/>
    <w:rsid w:val="00C90557"/>
    <w:rsid w:val="00C90EF6"/>
    <w:rsid w:val="00C95D33"/>
    <w:rsid w:val="00C95D4B"/>
    <w:rsid w:val="00C97C56"/>
    <w:rsid w:val="00CA079C"/>
    <w:rsid w:val="00CA1CF4"/>
    <w:rsid w:val="00CA4C01"/>
    <w:rsid w:val="00CA54C5"/>
    <w:rsid w:val="00CA6002"/>
    <w:rsid w:val="00CA720A"/>
    <w:rsid w:val="00CA772F"/>
    <w:rsid w:val="00CB0F0E"/>
    <w:rsid w:val="00CB1A2F"/>
    <w:rsid w:val="00CB23BA"/>
    <w:rsid w:val="00CB2B8E"/>
    <w:rsid w:val="00CB541C"/>
    <w:rsid w:val="00CB5D1D"/>
    <w:rsid w:val="00CB6EFD"/>
    <w:rsid w:val="00CB7049"/>
    <w:rsid w:val="00CB7326"/>
    <w:rsid w:val="00CC1F19"/>
    <w:rsid w:val="00CD0383"/>
    <w:rsid w:val="00CD08BF"/>
    <w:rsid w:val="00CD2D95"/>
    <w:rsid w:val="00CD3493"/>
    <w:rsid w:val="00CD414C"/>
    <w:rsid w:val="00CD5A4E"/>
    <w:rsid w:val="00CD6FDB"/>
    <w:rsid w:val="00CD7AF7"/>
    <w:rsid w:val="00CE0509"/>
    <w:rsid w:val="00CE1417"/>
    <w:rsid w:val="00CE15B3"/>
    <w:rsid w:val="00CE2A2C"/>
    <w:rsid w:val="00CE3391"/>
    <w:rsid w:val="00CE4EE2"/>
    <w:rsid w:val="00CE792A"/>
    <w:rsid w:val="00CF1495"/>
    <w:rsid w:val="00CF1798"/>
    <w:rsid w:val="00CF1D9A"/>
    <w:rsid w:val="00CF372D"/>
    <w:rsid w:val="00CF3989"/>
    <w:rsid w:val="00CF3CEB"/>
    <w:rsid w:val="00CF564F"/>
    <w:rsid w:val="00CF642D"/>
    <w:rsid w:val="00CF7663"/>
    <w:rsid w:val="00D02B8A"/>
    <w:rsid w:val="00D02F22"/>
    <w:rsid w:val="00D033BB"/>
    <w:rsid w:val="00D03839"/>
    <w:rsid w:val="00D071B5"/>
    <w:rsid w:val="00D07526"/>
    <w:rsid w:val="00D10662"/>
    <w:rsid w:val="00D10C6D"/>
    <w:rsid w:val="00D10DE0"/>
    <w:rsid w:val="00D11C9C"/>
    <w:rsid w:val="00D1324B"/>
    <w:rsid w:val="00D1332A"/>
    <w:rsid w:val="00D13AFE"/>
    <w:rsid w:val="00D17B1A"/>
    <w:rsid w:val="00D202E9"/>
    <w:rsid w:val="00D20FAF"/>
    <w:rsid w:val="00D2106D"/>
    <w:rsid w:val="00D23244"/>
    <w:rsid w:val="00D232F2"/>
    <w:rsid w:val="00D234F1"/>
    <w:rsid w:val="00D24328"/>
    <w:rsid w:val="00D25F46"/>
    <w:rsid w:val="00D31A69"/>
    <w:rsid w:val="00D32ED1"/>
    <w:rsid w:val="00D4131D"/>
    <w:rsid w:val="00D43C7F"/>
    <w:rsid w:val="00D43F9C"/>
    <w:rsid w:val="00D45046"/>
    <w:rsid w:val="00D45548"/>
    <w:rsid w:val="00D5406F"/>
    <w:rsid w:val="00D55B23"/>
    <w:rsid w:val="00D604A5"/>
    <w:rsid w:val="00D61703"/>
    <w:rsid w:val="00D67742"/>
    <w:rsid w:val="00D706DE"/>
    <w:rsid w:val="00D70962"/>
    <w:rsid w:val="00D7188C"/>
    <w:rsid w:val="00D73546"/>
    <w:rsid w:val="00D75582"/>
    <w:rsid w:val="00D763E8"/>
    <w:rsid w:val="00D77D04"/>
    <w:rsid w:val="00D80F90"/>
    <w:rsid w:val="00D827BF"/>
    <w:rsid w:val="00D84617"/>
    <w:rsid w:val="00D862E9"/>
    <w:rsid w:val="00D902D4"/>
    <w:rsid w:val="00D91C9F"/>
    <w:rsid w:val="00D95A56"/>
    <w:rsid w:val="00D95A93"/>
    <w:rsid w:val="00DA009C"/>
    <w:rsid w:val="00DA0C5A"/>
    <w:rsid w:val="00DA1510"/>
    <w:rsid w:val="00DA3420"/>
    <w:rsid w:val="00DA58C3"/>
    <w:rsid w:val="00DB0997"/>
    <w:rsid w:val="00DB0DCA"/>
    <w:rsid w:val="00DB7DF8"/>
    <w:rsid w:val="00DB7ED6"/>
    <w:rsid w:val="00DC0FF9"/>
    <w:rsid w:val="00DC1447"/>
    <w:rsid w:val="00DC14DE"/>
    <w:rsid w:val="00DC2B98"/>
    <w:rsid w:val="00DC30F0"/>
    <w:rsid w:val="00DC33F8"/>
    <w:rsid w:val="00DC4F30"/>
    <w:rsid w:val="00DC539D"/>
    <w:rsid w:val="00DC6E56"/>
    <w:rsid w:val="00DC7978"/>
    <w:rsid w:val="00DD0CB7"/>
    <w:rsid w:val="00DD7EE3"/>
    <w:rsid w:val="00DE055A"/>
    <w:rsid w:val="00DE0F44"/>
    <w:rsid w:val="00DE2E05"/>
    <w:rsid w:val="00DE2FC4"/>
    <w:rsid w:val="00DE5F3D"/>
    <w:rsid w:val="00DE6AF0"/>
    <w:rsid w:val="00DE6B48"/>
    <w:rsid w:val="00DF000F"/>
    <w:rsid w:val="00DF2765"/>
    <w:rsid w:val="00DF3727"/>
    <w:rsid w:val="00DF3AD7"/>
    <w:rsid w:val="00DF6DD4"/>
    <w:rsid w:val="00E0281B"/>
    <w:rsid w:val="00E02BC5"/>
    <w:rsid w:val="00E03CF7"/>
    <w:rsid w:val="00E046CA"/>
    <w:rsid w:val="00E04B55"/>
    <w:rsid w:val="00E0717A"/>
    <w:rsid w:val="00E1045C"/>
    <w:rsid w:val="00E10BB9"/>
    <w:rsid w:val="00E127D5"/>
    <w:rsid w:val="00E133B9"/>
    <w:rsid w:val="00E16FA1"/>
    <w:rsid w:val="00E2313B"/>
    <w:rsid w:val="00E23767"/>
    <w:rsid w:val="00E23AB8"/>
    <w:rsid w:val="00E23BDD"/>
    <w:rsid w:val="00E33B4A"/>
    <w:rsid w:val="00E3431B"/>
    <w:rsid w:val="00E3461C"/>
    <w:rsid w:val="00E34CA3"/>
    <w:rsid w:val="00E3699C"/>
    <w:rsid w:val="00E511C7"/>
    <w:rsid w:val="00E514C7"/>
    <w:rsid w:val="00E62737"/>
    <w:rsid w:val="00E63870"/>
    <w:rsid w:val="00E638F6"/>
    <w:rsid w:val="00E64025"/>
    <w:rsid w:val="00E6402C"/>
    <w:rsid w:val="00E65BAD"/>
    <w:rsid w:val="00E65CFD"/>
    <w:rsid w:val="00E67B4D"/>
    <w:rsid w:val="00E738D6"/>
    <w:rsid w:val="00E827D5"/>
    <w:rsid w:val="00E84239"/>
    <w:rsid w:val="00E84B72"/>
    <w:rsid w:val="00E85534"/>
    <w:rsid w:val="00E861E7"/>
    <w:rsid w:val="00E8710A"/>
    <w:rsid w:val="00E92C8D"/>
    <w:rsid w:val="00E92DA3"/>
    <w:rsid w:val="00E93929"/>
    <w:rsid w:val="00E944EC"/>
    <w:rsid w:val="00E976D3"/>
    <w:rsid w:val="00EA6304"/>
    <w:rsid w:val="00EB2E3B"/>
    <w:rsid w:val="00EB30C4"/>
    <w:rsid w:val="00EB4B0E"/>
    <w:rsid w:val="00EC1222"/>
    <w:rsid w:val="00EC5D45"/>
    <w:rsid w:val="00EC60E4"/>
    <w:rsid w:val="00EC6F01"/>
    <w:rsid w:val="00EC7EA4"/>
    <w:rsid w:val="00ED04EC"/>
    <w:rsid w:val="00ED5550"/>
    <w:rsid w:val="00EE26E5"/>
    <w:rsid w:val="00EE59A8"/>
    <w:rsid w:val="00EE7190"/>
    <w:rsid w:val="00EE7FF6"/>
    <w:rsid w:val="00EF0F18"/>
    <w:rsid w:val="00EF7DF3"/>
    <w:rsid w:val="00F0570D"/>
    <w:rsid w:val="00F0644B"/>
    <w:rsid w:val="00F10388"/>
    <w:rsid w:val="00F16D73"/>
    <w:rsid w:val="00F20448"/>
    <w:rsid w:val="00F22FFE"/>
    <w:rsid w:val="00F23270"/>
    <w:rsid w:val="00F2774F"/>
    <w:rsid w:val="00F30C1E"/>
    <w:rsid w:val="00F31CC5"/>
    <w:rsid w:val="00F32167"/>
    <w:rsid w:val="00F32742"/>
    <w:rsid w:val="00F329BD"/>
    <w:rsid w:val="00F329E7"/>
    <w:rsid w:val="00F3770F"/>
    <w:rsid w:val="00F40568"/>
    <w:rsid w:val="00F40F4F"/>
    <w:rsid w:val="00F41499"/>
    <w:rsid w:val="00F43126"/>
    <w:rsid w:val="00F43E77"/>
    <w:rsid w:val="00F450A8"/>
    <w:rsid w:val="00F47357"/>
    <w:rsid w:val="00F477AD"/>
    <w:rsid w:val="00F50E0E"/>
    <w:rsid w:val="00F51ACD"/>
    <w:rsid w:val="00F5220D"/>
    <w:rsid w:val="00F53503"/>
    <w:rsid w:val="00F53C3A"/>
    <w:rsid w:val="00F56EDC"/>
    <w:rsid w:val="00F578F0"/>
    <w:rsid w:val="00F6157C"/>
    <w:rsid w:val="00F63246"/>
    <w:rsid w:val="00F63B39"/>
    <w:rsid w:val="00F64E59"/>
    <w:rsid w:val="00F66229"/>
    <w:rsid w:val="00F70FA0"/>
    <w:rsid w:val="00F74B5A"/>
    <w:rsid w:val="00F75CEF"/>
    <w:rsid w:val="00F76DFA"/>
    <w:rsid w:val="00F823ED"/>
    <w:rsid w:val="00F83216"/>
    <w:rsid w:val="00F84AE8"/>
    <w:rsid w:val="00F85500"/>
    <w:rsid w:val="00F86FB3"/>
    <w:rsid w:val="00F87553"/>
    <w:rsid w:val="00F8785E"/>
    <w:rsid w:val="00F90338"/>
    <w:rsid w:val="00F910A5"/>
    <w:rsid w:val="00F9269A"/>
    <w:rsid w:val="00F92B73"/>
    <w:rsid w:val="00F92DD3"/>
    <w:rsid w:val="00F94306"/>
    <w:rsid w:val="00F95935"/>
    <w:rsid w:val="00FA054F"/>
    <w:rsid w:val="00FA131D"/>
    <w:rsid w:val="00FA1BB5"/>
    <w:rsid w:val="00FA3BB5"/>
    <w:rsid w:val="00FA61BB"/>
    <w:rsid w:val="00FA64EA"/>
    <w:rsid w:val="00FB49CF"/>
    <w:rsid w:val="00FB6756"/>
    <w:rsid w:val="00FC2E47"/>
    <w:rsid w:val="00FC4583"/>
    <w:rsid w:val="00FC5054"/>
    <w:rsid w:val="00FD013C"/>
    <w:rsid w:val="00FD0B08"/>
    <w:rsid w:val="00FD3308"/>
    <w:rsid w:val="00FD3EF8"/>
    <w:rsid w:val="00FD42E8"/>
    <w:rsid w:val="00FD77C4"/>
    <w:rsid w:val="00FE1BF3"/>
    <w:rsid w:val="00FE4D3E"/>
    <w:rsid w:val="00FE59F7"/>
    <w:rsid w:val="00FE6550"/>
    <w:rsid w:val="00FE6906"/>
    <w:rsid w:val="00FF0D9E"/>
    <w:rsid w:val="00FF63B7"/>
    <w:rsid w:val="00FF6A1E"/>
    <w:rsid w:val="00FF7236"/>
    <w:rsid w:val="00FF7C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A4CA76"/>
  <w15:docId w15:val="{3C048F0B-9922-4DB8-BCB2-AE09B9A0D3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iPriority="99"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742F5"/>
    <w:rPr>
      <w:lang w:eastAsia="en-US"/>
    </w:rPr>
  </w:style>
  <w:style w:type="paragraph" w:styleId="Heading1">
    <w:name w:val="heading 1"/>
    <w:basedOn w:val="Normal"/>
    <w:next w:val="Normal"/>
    <w:link w:val="Heading1Char"/>
    <w:uiPriority w:val="9"/>
    <w:qFormat/>
    <w:rsid w:val="00255E03"/>
    <w:pPr>
      <w:keepNext/>
      <w:spacing w:before="240" w:after="60"/>
      <w:outlineLvl w:val="0"/>
    </w:pPr>
    <w:rPr>
      <w:rFonts w:ascii="Arial" w:hAnsi="Arial"/>
      <w:b/>
      <w:kern w:val="28"/>
      <w:sz w:val="28"/>
    </w:rPr>
  </w:style>
  <w:style w:type="paragraph" w:styleId="Heading2">
    <w:name w:val="heading 2"/>
    <w:basedOn w:val="Normal"/>
    <w:next w:val="Normal"/>
    <w:link w:val="Heading2Char"/>
    <w:qFormat/>
    <w:rsid w:val="00255E03"/>
    <w:pPr>
      <w:keepNext/>
      <w:spacing w:before="240" w:after="60"/>
      <w:outlineLvl w:val="1"/>
    </w:pPr>
    <w:rPr>
      <w:rFonts w:ascii="Arial" w:hAnsi="Arial"/>
      <w:b/>
      <w:i/>
      <w:sz w:val="24"/>
    </w:rPr>
  </w:style>
  <w:style w:type="paragraph" w:styleId="Heading3">
    <w:name w:val="heading 3"/>
    <w:basedOn w:val="Normal"/>
    <w:next w:val="Normal"/>
    <w:link w:val="Heading3Char"/>
    <w:uiPriority w:val="9"/>
    <w:qFormat/>
    <w:rsid w:val="00255E03"/>
    <w:pPr>
      <w:keepNext/>
      <w:spacing w:before="120"/>
      <w:jc w:val="center"/>
      <w:outlineLvl w:val="2"/>
    </w:pPr>
    <w:rPr>
      <w:sz w:val="28"/>
    </w:rPr>
  </w:style>
  <w:style w:type="paragraph" w:styleId="Heading4">
    <w:name w:val="heading 4"/>
    <w:basedOn w:val="Normal"/>
    <w:next w:val="Normal"/>
    <w:link w:val="Heading4Char"/>
    <w:uiPriority w:val="9"/>
    <w:qFormat/>
    <w:rsid w:val="00255E03"/>
    <w:pPr>
      <w:keepNext/>
      <w:jc w:val="center"/>
      <w:outlineLvl w:val="3"/>
    </w:pPr>
    <w:rPr>
      <w:b/>
      <w:sz w:val="36"/>
    </w:rPr>
  </w:style>
  <w:style w:type="paragraph" w:styleId="Heading5">
    <w:name w:val="heading 5"/>
    <w:basedOn w:val="Normal"/>
    <w:next w:val="Normal"/>
    <w:link w:val="Heading5Char"/>
    <w:uiPriority w:val="9"/>
    <w:qFormat/>
    <w:rsid w:val="00255E03"/>
    <w:pPr>
      <w:keepNext/>
      <w:spacing w:before="160"/>
      <w:outlineLvl w:val="4"/>
    </w:pPr>
    <w:rPr>
      <w:b/>
    </w:rPr>
  </w:style>
  <w:style w:type="paragraph" w:styleId="Heading6">
    <w:name w:val="heading 6"/>
    <w:basedOn w:val="Normal"/>
    <w:next w:val="Normal"/>
    <w:link w:val="Heading6Char"/>
    <w:uiPriority w:val="9"/>
    <w:qFormat/>
    <w:rsid w:val="00255E03"/>
    <w:pPr>
      <w:keepNext/>
      <w:numPr>
        <w:ilvl w:val="12"/>
      </w:numPr>
      <w:spacing w:before="160"/>
      <w:ind w:left="720" w:hanging="360"/>
      <w:outlineLvl w:val="5"/>
    </w:pPr>
    <w:rPr>
      <w:i/>
    </w:rPr>
  </w:style>
  <w:style w:type="paragraph" w:styleId="Heading7">
    <w:name w:val="heading 7"/>
    <w:basedOn w:val="Normal"/>
    <w:next w:val="Normal"/>
    <w:link w:val="Heading7Char"/>
    <w:uiPriority w:val="9"/>
    <w:qFormat/>
    <w:rsid w:val="00255E03"/>
    <w:pPr>
      <w:keepNext/>
      <w:spacing w:before="160"/>
      <w:ind w:left="360"/>
      <w:outlineLvl w:val="6"/>
    </w:pPr>
    <w:rPr>
      <w:i/>
    </w:rPr>
  </w:style>
  <w:style w:type="paragraph" w:styleId="Heading8">
    <w:name w:val="heading 8"/>
    <w:basedOn w:val="Normal"/>
    <w:next w:val="Normal"/>
    <w:link w:val="Heading8Char"/>
    <w:uiPriority w:val="9"/>
    <w:qFormat/>
    <w:rsid w:val="00255E03"/>
    <w:pPr>
      <w:keepNext/>
      <w:ind w:right="-540" w:firstLine="720"/>
      <w:jc w:val="center"/>
      <w:outlineLvl w:val="7"/>
    </w:pPr>
    <w:rPr>
      <w:b/>
      <w:sz w:val="36"/>
    </w:rPr>
  </w:style>
  <w:style w:type="paragraph" w:styleId="Heading9">
    <w:name w:val="heading 9"/>
    <w:basedOn w:val="Normal"/>
    <w:next w:val="Normal"/>
    <w:link w:val="Heading9Char"/>
    <w:uiPriority w:val="9"/>
    <w:qFormat/>
    <w:rsid w:val="00255E03"/>
    <w:pPr>
      <w:keepNext/>
      <w:spacing w:before="240"/>
      <w:outlineLvl w:val="8"/>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043AB"/>
    <w:rPr>
      <w:rFonts w:ascii="Calibri" w:eastAsia="Times New Roman" w:hAnsi="Calibri" w:cs="Times New Roman"/>
      <w:b/>
      <w:bCs/>
      <w:kern w:val="32"/>
      <w:sz w:val="32"/>
      <w:szCs w:val="32"/>
    </w:rPr>
  </w:style>
  <w:style w:type="character" w:customStyle="1" w:styleId="Heading2Char">
    <w:name w:val="Heading 2 Char"/>
    <w:basedOn w:val="DefaultParagraphFont"/>
    <w:link w:val="Heading2"/>
    <w:uiPriority w:val="9"/>
    <w:semiHidden/>
    <w:rsid w:val="007043AB"/>
    <w:rPr>
      <w:rFonts w:ascii="Calibri" w:eastAsia="Times New Roman" w:hAnsi="Calibri" w:cs="Times New Roman"/>
      <w:b/>
      <w:bCs/>
      <w:i/>
      <w:iCs/>
      <w:sz w:val="28"/>
      <w:szCs w:val="28"/>
    </w:rPr>
  </w:style>
  <w:style w:type="character" w:customStyle="1" w:styleId="Heading3Char">
    <w:name w:val="Heading 3 Char"/>
    <w:basedOn w:val="DefaultParagraphFont"/>
    <w:link w:val="Heading3"/>
    <w:uiPriority w:val="9"/>
    <w:semiHidden/>
    <w:rsid w:val="007043AB"/>
    <w:rPr>
      <w:rFonts w:ascii="Calibri" w:eastAsia="Times New Roman" w:hAnsi="Calibri" w:cs="Times New Roman"/>
      <w:b/>
      <w:bCs/>
      <w:sz w:val="26"/>
      <w:szCs w:val="26"/>
    </w:rPr>
  </w:style>
  <w:style w:type="character" w:customStyle="1" w:styleId="Heading4Char">
    <w:name w:val="Heading 4 Char"/>
    <w:basedOn w:val="DefaultParagraphFont"/>
    <w:link w:val="Heading4"/>
    <w:uiPriority w:val="9"/>
    <w:rsid w:val="007043AB"/>
    <w:rPr>
      <w:rFonts w:ascii="Cambria" w:eastAsia="Times New Roman" w:hAnsi="Cambria" w:cs="Times New Roman"/>
      <w:b/>
      <w:bCs/>
      <w:sz w:val="28"/>
      <w:szCs w:val="28"/>
    </w:rPr>
  </w:style>
  <w:style w:type="character" w:customStyle="1" w:styleId="Heading5Char">
    <w:name w:val="Heading 5 Char"/>
    <w:basedOn w:val="DefaultParagraphFont"/>
    <w:link w:val="Heading5"/>
    <w:uiPriority w:val="9"/>
    <w:semiHidden/>
    <w:rsid w:val="007043AB"/>
    <w:rPr>
      <w:rFonts w:ascii="Cambria" w:eastAsia="Times New Roman" w:hAnsi="Cambria" w:cs="Times New Roman"/>
      <w:b/>
      <w:bCs/>
      <w:i/>
      <w:iCs/>
      <w:sz w:val="26"/>
      <w:szCs w:val="26"/>
    </w:rPr>
  </w:style>
  <w:style w:type="character" w:customStyle="1" w:styleId="Heading6Char">
    <w:name w:val="Heading 6 Char"/>
    <w:basedOn w:val="DefaultParagraphFont"/>
    <w:link w:val="Heading6"/>
    <w:uiPriority w:val="9"/>
    <w:semiHidden/>
    <w:rsid w:val="007043AB"/>
    <w:rPr>
      <w:rFonts w:ascii="Cambria" w:eastAsia="Times New Roman" w:hAnsi="Cambria" w:cs="Times New Roman"/>
      <w:b/>
      <w:bCs/>
      <w:sz w:val="22"/>
      <w:szCs w:val="22"/>
    </w:rPr>
  </w:style>
  <w:style w:type="character" w:customStyle="1" w:styleId="Heading7Char">
    <w:name w:val="Heading 7 Char"/>
    <w:basedOn w:val="DefaultParagraphFont"/>
    <w:link w:val="Heading7"/>
    <w:uiPriority w:val="9"/>
    <w:semiHidden/>
    <w:rsid w:val="007043AB"/>
    <w:rPr>
      <w:rFonts w:ascii="Cambria" w:eastAsia="Times New Roman" w:hAnsi="Cambria" w:cs="Times New Roman"/>
      <w:sz w:val="24"/>
      <w:szCs w:val="24"/>
    </w:rPr>
  </w:style>
  <w:style w:type="character" w:customStyle="1" w:styleId="Heading8Char">
    <w:name w:val="Heading 8 Char"/>
    <w:basedOn w:val="DefaultParagraphFont"/>
    <w:link w:val="Heading8"/>
    <w:uiPriority w:val="9"/>
    <w:semiHidden/>
    <w:rsid w:val="007043AB"/>
    <w:rPr>
      <w:rFonts w:ascii="Cambria" w:eastAsia="Times New Roman" w:hAnsi="Cambria" w:cs="Times New Roman"/>
      <w:i/>
      <w:iCs/>
      <w:sz w:val="24"/>
      <w:szCs w:val="24"/>
    </w:rPr>
  </w:style>
  <w:style w:type="character" w:customStyle="1" w:styleId="Heading9Char">
    <w:name w:val="Heading 9 Char"/>
    <w:basedOn w:val="DefaultParagraphFont"/>
    <w:link w:val="Heading9"/>
    <w:uiPriority w:val="9"/>
    <w:semiHidden/>
    <w:rsid w:val="007043AB"/>
    <w:rPr>
      <w:rFonts w:ascii="Calibri" w:eastAsia="Times New Roman" w:hAnsi="Calibri" w:cs="Times New Roman"/>
      <w:sz w:val="22"/>
      <w:szCs w:val="22"/>
    </w:rPr>
  </w:style>
  <w:style w:type="paragraph" w:styleId="Header">
    <w:name w:val="header"/>
    <w:basedOn w:val="Normal"/>
    <w:link w:val="HeaderChar"/>
    <w:uiPriority w:val="99"/>
    <w:rsid w:val="00255E03"/>
    <w:pPr>
      <w:tabs>
        <w:tab w:val="center" w:pos="4320"/>
        <w:tab w:val="right" w:pos="8640"/>
      </w:tabs>
    </w:pPr>
  </w:style>
  <w:style w:type="character" w:customStyle="1" w:styleId="HeaderChar">
    <w:name w:val="Header Char"/>
    <w:basedOn w:val="DefaultParagraphFont"/>
    <w:link w:val="Header"/>
    <w:uiPriority w:val="99"/>
    <w:semiHidden/>
    <w:rsid w:val="007043AB"/>
  </w:style>
  <w:style w:type="paragraph" w:styleId="Footer">
    <w:name w:val="footer"/>
    <w:basedOn w:val="Normal"/>
    <w:link w:val="FooterChar"/>
    <w:uiPriority w:val="99"/>
    <w:rsid w:val="00255E03"/>
    <w:pPr>
      <w:tabs>
        <w:tab w:val="center" w:pos="4320"/>
        <w:tab w:val="right" w:pos="8640"/>
      </w:tabs>
    </w:pPr>
  </w:style>
  <w:style w:type="character" w:customStyle="1" w:styleId="FooterChar">
    <w:name w:val="Footer Char"/>
    <w:basedOn w:val="DefaultParagraphFont"/>
    <w:link w:val="Footer"/>
    <w:uiPriority w:val="99"/>
    <w:semiHidden/>
    <w:rsid w:val="007043AB"/>
  </w:style>
  <w:style w:type="character" w:styleId="PageNumber">
    <w:name w:val="page number"/>
    <w:basedOn w:val="DefaultParagraphFont"/>
    <w:uiPriority w:val="99"/>
    <w:rsid w:val="00255E03"/>
    <w:rPr>
      <w:rFonts w:cs="Times New Roman"/>
    </w:rPr>
  </w:style>
  <w:style w:type="paragraph" w:styleId="BodyTextIndent">
    <w:name w:val="Body Text Indent"/>
    <w:basedOn w:val="Normal"/>
    <w:link w:val="BodyTextIndentChar"/>
    <w:uiPriority w:val="99"/>
    <w:rsid w:val="00255E03"/>
    <w:pPr>
      <w:numPr>
        <w:ilvl w:val="12"/>
      </w:numPr>
      <w:spacing w:before="120"/>
      <w:ind w:left="360"/>
    </w:pPr>
    <w:rPr>
      <w:i/>
    </w:rPr>
  </w:style>
  <w:style w:type="character" w:customStyle="1" w:styleId="BodyTextIndentChar">
    <w:name w:val="Body Text Indent Char"/>
    <w:basedOn w:val="DefaultParagraphFont"/>
    <w:link w:val="BodyTextIndent"/>
    <w:uiPriority w:val="99"/>
    <w:semiHidden/>
    <w:rsid w:val="007043AB"/>
  </w:style>
  <w:style w:type="paragraph" w:styleId="BodyTextIndent2">
    <w:name w:val="Body Text Indent 2"/>
    <w:basedOn w:val="Normal"/>
    <w:link w:val="BodyTextIndent2Char"/>
    <w:uiPriority w:val="99"/>
    <w:rsid w:val="00255E03"/>
    <w:pPr>
      <w:spacing w:before="360"/>
      <w:ind w:left="360" w:hanging="360"/>
    </w:pPr>
    <w:rPr>
      <w:b/>
      <w:sz w:val="24"/>
    </w:rPr>
  </w:style>
  <w:style w:type="character" w:customStyle="1" w:styleId="BodyTextIndent2Char">
    <w:name w:val="Body Text Indent 2 Char"/>
    <w:basedOn w:val="DefaultParagraphFont"/>
    <w:link w:val="BodyTextIndent2"/>
    <w:uiPriority w:val="99"/>
    <w:semiHidden/>
    <w:rsid w:val="007043AB"/>
  </w:style>
  <w:style w:type="paragraph" w:styleId="BodyText">
    <w:name w:val="Body Text"/>
    <w:basedOn w:val="Normal"/>
    <w:link w:val="BodyTextChar"/>
    <w:uiPriority w:val="99"/>
    <w:rsid w:val="00255E03"/>
    <w:pPr>
      <w:spacing w:before="160"/>
    </w:pPr>
    <w:rPr>
      <w:i/>
    </w:rPr>
  </w:style>
  <w:style w:type="character" w:customStyle="1" w:styleId="BodyTextChar">
    <w:name w:val="Body Text Char"/>
    <w:basedOn w:val="DefaultParagraphFont"/>
    <w:link w:val="BodyText"/>
    <w:uiPriority w:val="99"/>
    <w:semiHidden/>
    <w:rsid w:val="007043AB"/>
  </w:style>
  <w:style w:type="paragraph" w:styleId="Title">
    <w:name w:val="Title"/>
    <w:basedOn w:val="Normal"/>
    <w:link w:val="TitleChar"/>
    <w:uiPriority w:val="10"/>
    <w:qFormat/>
    <w:rsid w:val="00255E03"/>
    <w:pPr>
      <w:jc w:val="center"/>
    </w:pPr>
    <w:rPr>
      <w:rFonts w:ascii="Arial" w:hAnsi="Arial"/>
      <w:sz w:val="28"/>
    </w:rPr>
  </w:style>
  <w:style w:type="character" w:customStyle="1" w:styleId="TitleChar">
    <w:name w:val="Title Char"/>
    <w:basedOn w:val="DefaultParagraphFont"/>
    <w:link w:val="Title"/>
    <w:uiPriority w:val="10"/>
    <w:rsid w:val="007043AB"/>
    <w:rPr>
      <w:rFonts w:ascii="Calibri" w:eastAsia="Times New Roman" w:hAnsi="Calibri" w:cs="Times New Roman"/>
      <w:b/>
      <w:bCs/>
      <w:kern w:val="28"/>
      <w:sz w:val="32"/>
      <w:szCs w:val="32"/>
    </w:rPr>
  </w:style>
  <w:style w:type="paragraph" w:styleId="BlockText">
    <w:name w:val="Block Text"/>
    <w:basedOn w:val="Normal"/>
    <w:uiPriority w:val="99"/>
    <w:rsid w:val="00255E03"/>
    <w:pPr>
      <w:spacing w:after="120"/>
      <w:ind w:left="1440" w:right="1440"/>
    </w:pPr>
  </w:style>
  <w:style w:type="paragraph" w:styleId="Subtitle">
    <w:name w:val="Subtitle"/>
    <w:basedOn w:val="Normal"/>
    <w:link w:val="SubtitleChar"/>
    <w:uiPriority w:val="11"/>
    <w:qFormat/>
    <w:rsid w:val="00255E03"/>
    <w:pPr>
      <w:spacing w:after="60"/>
      <w:jc w:val="center"/>
      <w:outlineLvl w:val="1"/>
    </w:pPr>
    <w:rPr>
      <w:rFonts w:ascii="Arial" w:hAnsi="Arial"/>
      <w:sz w:val="24"/>
    </w:rPr>
  </w:style>
  <w:style w:type="character" w:customStyle="1" w:styleId="SubtitleChar">
    <w:name w:val="Subtitle Char"/>
    <w:basedOn w:val="DefaultParagraphFont"/>
    <w:link w:val="Subtitle"/>
    <w:uiPriority w:val="11"/>
    <w:rsid w:val="007043AB"/>
    <w:rPr>
      <w:rFonts w:ascii="Calibri" w:eastAsia="Times New Roman" w:hAnsi="Calibri" w:cs="Times New Roman"/>
      <w:sz w:val="24"/>
      <w:szCs w:val="24"/>
    </w:rPr>
  </w:style>
  <w:style w:type="paragraph" w:styleId="BodyText2">
    <w:name w:val="Body Text 2"/>
    <w:basedOn w:val="Normal"/>
    <w:link w:val="BodyText2Char"/>
    <w:uiPriority w:val="99"/>
    <w:rsid w:val="00255E03"/>
    <w:rPr>
      <w:rFonts w:ascii="Arial" w:hAnsi="Arial"/>
      <w:sz w:val="24"/>
    </w:rPr>
  </w:style>
  <w:style w:type="character" w:customStyle="1" w:styleId="BodyText2Char">
    <w:name w:val="Body Text 2 Char"/>
    <w:basedOn w:val="DefaultParagraphFont"/>
    <w:link w:val="BodyText2"/>
    <w:uiPriority w:val="99"/>
    <w:semiHidden/>
    <w:rsid w:val="007043AB"/>
  </w:style>
  <w:style w:type="paragraph" w:styleId="BodyText3">
    <w:name w:val="Body Text 3"/>
    <w:basedOn w:val="Normal"/>
    <w:link w:val="BodyText3Char"/>
    <w:uiPriority w:val="99"/>
    <w:rsid w:val="00255E03"/>
    <w:rPr>
      <w:rFonts w:ascii="Arial" w:hAnsi="Arial"/>
      <w:b/>
      <w:sz w:val="24"/>
    </w:rPr>
  </w:style>
  <w:style w:type="character" w:customStyle="1" w:styleId="BodyText3Char">
    <w:name w:val="Body Text 3 Char"/>
    <w:basedOn w:val="DefaultParagraphFont"/>
    <w:link w:val="BodyText3"/>
    <w:uiPriority w:val="99"/>
    <w:semiHidden/>
    <w:rsid w:val="007043AB"/>
    <w:rPr>
      <w:sz w:val="16"/>
      <w:szCs w:val="16"/>
    </w:rPr>
  </w:style>
  <w:style w:type="paragraph" w:styleId="PlainText">
    <w:name w:val="Plain Text"/>
    <w:basedOn w:val="Normal"/>
    <w:link w:val="PlainTextChar"/>
    <w:uiPriority w:val="99"/>
    <w:rsid w:val="00255E03"/>
    <w:rPr>
      <w:rFonts w:ascii="Courier New" w:hAnsi="Courier New"/>
    </w:rPr>
  </w:style>
  <w:style w:type="character" w:customStyle="1" w:styleId="PlainTextChar">
    <w:name w:val="Plain Text Char"/>
    <w:basedOn w:val="DefaultParagraphFont"/>
    <w:link w:val="PlainText"/>
    <w:uiPriority w:val="99"/>
    <w:semiHidden/>
    <w:rsid w:val="007043AB"/>
    <w:rPr>
      <w:rFonts w:ascii="Courier New" w:hAnsi="Courier New" w:cs="Courier New"/>
    </w:rPr>
  </w:style>
  <w:style w:type="paragraph" w:styleId="DocumentMap">
    <w:name w:val="Document Map"/>
    <w:basedOn w:val="Normal"/>
    <w:link w:val="DocumentMapChar"/>
    <w:uiPriority w:val="99"/>
    <w:semiHidden/>
    <w:rsid w:val="00255E03"/>
    <w:pPr>
      <w:shd w:val="clear" w:color="auto" w:fill="000080"/>
    </w:pPr>
    <w:rPr>
      <w:rFonts w:ascii="Tahoma" w:hAnsi="Tahoma"/>
    </w:rPr>
  </w:style>
  <w:style w:type="character" w:customStyle="1" w:styleId="DocumentMapChar">
    <w:name w:val="Document Map Char"/>
    <w:basedOn w:val="DefaultParagraphFont"/>
    <w:link w:val="DocumentMap"/>
    <w:uiPriority w:val="99"/>
    <w:semiHidden/>
    <w:rsid w:val="007043AB"/>
    <w:rPr>
      <w:sz w:val="0"/>
      <w:szCs w:val="0"/>
    </w:rPr>
  </w:style>
  <w:style w:type="paragraph" w:styleId="BodyTextIndent3">
    <w:name w:val="Body Text Indent 3"/>
    <w:basedOn w:val="Normal"/>
    <w:link w:val="BodyTextIndent3Char"/>
    <w:uiPriority w:val="99"/>
    <w:rsid w:val="00255E03"/>
    <w:pPr>
      <w:ind w:left="360"/>
    </w:pPr>
    <w:rPr>
      <w:b/>
      <w:sz w:val="24"/>
    </w:rPr>
  </w:style>
  <w:style w:type="character" w:customStyle="1" w:styleId="BodyTextIndent3Char">
    <w:name w:val="Body Text Indent 3 Char"/>
    <w:basedOn w:val="DefaultParagraphFont"/>
    <w:link w:val="BodyTextIndent3"/>
    <w:uiPriority w:val="99"/>
    <w:semiHidden/>
    <w:rsid w:val="007043AB"/>
    <w:rPr>
      <w:sz w:val="16"/>
      <w:szCs w:val="16"/>
    </w:rPr>
  </w:style>
  <w:style w:type="character" w:styleId="Hyperlink">
    <w:name w:val="Hyperlink"/>
    <w:basedOn w:val="DefaultParagraphFont"/>
    <w:uiPriority w:val="99"/>
    <w:rsid w:val="00255E03"/>
    <w:rPr>
      <w:rFonts w:cs="Times New Roman"/>
      <w:color w:val="0000FF"/>
      <w:u w:val="single"/>
    </w:rPr>
  </w:style>
  <w:style w:type="character" w:styleId="CommentReference">
    <w:name w:val="annotation reference"/>
    <w:basedOn w:val="DefaultParagraphFont"/>
    <w:uiPriority w:val="99"/>
    <w:semiHidden/>
    <w:rsid w:val="00255E03"/>
    <w:rPr>
      <w:rFonts w:cs="Times New Roman"/>
      <w:sz w:val="16"/>
      <w:szCs w:val="16"/>
    </w:rPr>
  </w:style>
  <w:style w:type="paragraph" w:styleId="CommentText">
    <w:name w:val="annotation text"/>
    <w:basedOn w:val="Normal"/>
    <w:link w:val="CommentTextChar"/>
    <w:uiPriority w:val="99"/>
    <w:semiHidden/>
    <w:rsid w:val="00255E03"/>
  </w:style>
  <w:style w:type="character" w:customStyle="1" w:styleId="CommentTextChar">
    <w:name w:val="Comment Text Char"/>
    <w:basedOn w:val="DefaultParagraphFont"/>
    <w:link w:val="CommentText"/>
    <w:uiPriority w:val="99"/>
    <w:semiHidden/>
    <w:rsid w:val="007043AB"/>
  </w:style>
  <w:style w:type="paragraph" w:styleId="Caption">
    <w:name w:val="caption"/>
    <w:basedOn w:val="Normal"/>
    <w:next w:val="Normal"/>
    <w:uiPriority w:val="35"/>
    <w:qFormat/>
    <w:rsid w:val="00255E03"/>
    <w:rPr>
      <w:b/>
      <w:bCs/>
    </w:rPr>
  </w:style>
  <w:style w:type="table" w:styleId="TableGrid">
    <w:name w:val="Table Grid"/>
    <w:basedOn w:val="TableNormal"/>
    <w:uiPriority w:val="59"/>
    <w:rsid w:val="001D10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rsid w:val="001D1063"/>
    <w:pPr>
      <w:spacing w:before="100" w:beforeAutospacing="1" w:after="100" w:afterAutospacing="1"/>
    </w:pPr>
    <w:rPr>
      <w:rFonts w:eastAsia="MS Mincho"/>
      <w:sz w:val="24"/>
      <w:szCs w:val="24"/>
      <w:lang w:eastAsia="ja-JP"/>
    </w:rPr>
  </w:style>
  <w:style w:type="character" w:styleId="FollowedHyperlink">
    <w:name w:val="FollowedHyperlink"/>
    <w:basedOn w:val="DefaultParagraphFont"/>
    <w:uiPriority w:val="99"/>
    <w:rsid w:val="00612D79"/>
    <w:rPr>
      <w:rFonts w:cs="Times New Roman"/>
      <w:color w:val="800080"/>
      <w:u w:val="single"/>
    </w:rPr>
  </w:style>
  <w:style w:type="paragraph" w:customStyle="1" w:styleId="Labnotes">
    <w:name w:val="Lab notes"/>
    <w:basedOn w:val="Normal"/>
    <w:qFormat/>
    <w:rsid w:val="008A09E0"/>
    <w:pPr>
      <w:spacing w:before="160"/>
      <w:ind w:left="360"/>
    </w:pPr>
    <w:rPr>
      <w:i/>
      <w:sz w:val="24"/>
      <w:szCs w:val="24"/>
    </w:rPr>
  </w:style>
  <w:style w:type="paragraph" w:customStyle="1" w:styleId="Labnumberedsteps">
    <w:name w:val="Lab numbered steps"/>
    <w:basedOn w:val="Header"/>
    <w:qFormat/>
    <w:rsid w:val="008A09E0"/>
    <w:pPr>
      <w:numPr>
        <w:numId w:val="2"/>
      </w:numPr>
      <w:tabs>
        <w:tab w:val="clear" w:pos="4320"/>
        <w:tab w:val="clear" w:pos="8640"/>
      </w:tabs>
      <w:spacing w:before="160"/>
      <w:ind w:left="144"/>
    </w:pPr>
    <w:rPr>
      <w:noProof/>
      <w:sz w:val="24"/>
      <w:szCs w:val="24"/>
    </w:rPr>
  </w:style>
  <w:style w:type="paragraph" w:styleId="BalloonText">
    <w:name w:val="Balloon Text"/>
    <w:basedOn w:val="Normal"/>
    <w:link w:val="BalloonTextChar"/>
    <w:rsid w:val="002B43CB"/>
    <w:rPr>
      <w:rFonts w:ascii="Tahoma" w:hAnsi="Tahoma" w:cs="Tahoma"/>
      <w:sz w:val="16"/>
      <w:szCs w:val="16"/>
    </w:rPr>
  </w:style>
  <w:style w:type="character" w:customStyle="1" w:styleId="BalloonTextChar">
    <w:name w:val="Balloon Text Char"/>
    <w:basedOn w:val="DefaultParagraphFont"/>
    <w:link w:val="BalloonText"/>
    <w:rsid w:val="002B43CB"/>
    <w:rPr>
      <w:rFonts w:ascii="Tahoma" w:hAnsi="Tahoma" w:cs="Tahoma"/>
      <w:sz w:val="16"/>
      <w:szCs w:val="16"/>
      <w:lang w:eastAsia="en-US"/>
    </w:rPr>
  </w:style>
  <w:style w:type="paragraph" w:customStyle="1" w:styleId="exnumberedstep">
    <w:name w:val="ex numbered step"/>
    <w:basedOn w:val="Normal"/>
    <w:link w:val="exnumberedstepChar"/>
    <w:uiPriority w:val="99"/>
    <w:rsid w:val="003B409B"/>
    <w:pPr>
      <w:numPr>
        <w:numId w:val="5"/>
      </w:numPr>
      <w:spacing w:before="160"/>
    </w:pPr>
    <w:rPr>
      <w:noProof/>
      <w:sz w:val="24"/>
      <w:szCs w:val="24"/>
    </w:rPr>
  </w:style>
  <w:style w:type="character" w:customStyle="1" w:styleId="exnumberedstepChar">
    <w:name w:val="ex numbered step Char"/>
    <w:basedOn w:val="DefaultParagraphFont"/>
    <w:link w:val="exnumberedstep"/>
    <w:uiPriority w:val="99"/>
    <w:rsid w:val="003B409B"/>
    <w:rPr>
      <w:noProof/>
      <w:sz w:val="24"/>
      <w:szCs w:val="24"/>
      <w:lang w:eastAsia="en-US"/>
    </w:rPr>
  </w:style>
  <w:style w:type="paragraph" w:customStyle="1" w:styleId="ExerciseComments">
    <w:name w:val="Exercise Comments"/>
    <w:basedOn w:val="BodyTextIndent"/>
    <w:link w:val="ExerciseCommentsChar"/>
    <w:uiPriority w:val="99"/>
    <w:rsid w:val="007B12CA"/>
    <w:pPr>
      <w:numPr>
        <w:ilvl w:val="0"/>
      </w:numPr>
      <w:spacing w:before="160"/>
      <w:ind w:left="360"/>
    </w:pPr>
    <w:rPr>
      <w:noProof/>
      <w:sz w:val="24"/>
      <w:szCs w:val="24"/>
    </w:rPr>
  </w:style>
  <w:style w:type="character" w:customStyle="1" w:styleId="ExerciseCommentsChar">
    <w:name w:val="Exercise Comments Char"/>
    <w:basedOn w:val="DefaultParagraphFont"/>
    <w:link w:val="ExerciseComments"/>
    <w:uiPriority w:val="99"/>
    <w:rsid w:val="007B12CA"/>
    <w:rPr>
      <w:i/>
      <w:noProof/>
      <w:sz w:val="24"/>
      <w:szCs w:val="24"/>
      <w:lang w:eastAsia="en-US"/>
    </w:rPr>
  </w:style>
  <w:style w:type="paragraph" w:customStyle="1" w:styleId="ExerciseConclusion">
    <w:name w:val="Exercise Conclusion"/>
    <w:basedOn w:val="Normal"/>
    <w:rsid w:val="007B12CA"/>
    <w:pPr>
      <w:overflowPunct w:val="0"/>
      <w:autoSpaceDE w:val="0"/>
      <w:autoSpaceDN w:val="0"/>
      <w:adjustRightInd w:val="0"/>
      <w:spacing w:before="160"/>
      <w:jc w:val="center"/>
      <w:textAlignment w:val="baseline"/>
    </w:pPr>
    <w:rPr>
      <w:b/>
      <w:bCs/>
      <w:sz w:val="28"/>
      <w:szCs w:val="24"/>
    </w:rPr>
  </w:style>
  <w:style w:type="paragraph" w:customStyle="1" w:styleId="ExerciseIntro">
    <w:name w:val="Exercise Intro"/>
    <w:basedOn w:val="ExerciseComments"/>
    <w:rsid w:val="007B12CA"/>
    <w:pPr>
      <w:ind w:left="0"/>
    </w:pPr>
  </w:style>
  <w:style w:type="paragraph" w:customStyle="1" w:styleId="ExerciseIntroBullet">
    <w:name w:val="Exercise Intro Bullet"/>
    <w:basedOn w:val="ExerciseIntro"/>
    <w:rsid w:val="007B12CA"/>
    <w:pPr>
      <w:numPr>
        <w:numId w:val="3"/>
      </w:numPr>
    </w:pPr>
  </w:style>
  <w:style w:type="paragraph" w:customStyle="1" w:styleId="ExerciseIntroHeading">
    <w:name w:val="Exercise Intro Heading"/>
    <w:basedOn w:val="Normal"/>
    <w:rsid w:val="007B12CA"/>
    <w:pPr>
      <w:overflowPunct w:val="0"/>
      <w:autoSpaceDE w:val="0"/>
      <w:autoSpaceDN w:val="0"/>
      <w:adjustRightInd w:val="0"/>
      <w:spacing w:before="160"/>
      <w:textAlignment w:val="baseline"/>
    </w:pPr>
    <w:rPr>
      <w:b/>
      <w:bCs/>
      <w:sz w:val="28"/>
      <w:szCs w:val="24"/>
    </w:rPr>
  </w:style>
  <w:style w:type="paragraph" w:customStyle="1" w:styleId="ExerciseObjective">
    <w:name w:val="Exercise Objective"/>
    <w:basedOn w:val="Normal"/>
    <w:rsid w:val="007B12CA"/>
    <w:pPr>
      <w:overflowPunct w:val="0"/>
      <w:autoSpaceDE w:val="0"/>
      <w:autoSpaceDN w:val="0"/>
      <w:adjustRightInd w:val="0"/>
      <w:spacing w:before="160"/>
      <w:textAlignment w:val="baseline"/>
    </w:pPr>
    <w:rPr>
      <w:i/>
      <w:iCs/>
      <w:sz w:val="24"/>
      <w:szCs w:val="24"/>
    </w:rPr>
  </w:style>
  <w:style w:type="paragraph" w:customStyle="1" w:styleId="ExerciseStep">
    <w:name w:val="Exercise Step"/>
    <w:basedOn w:val="BodyText3"/>
    <w:rsid w:val="007B12CA"/>
    <w:pPr>
      <w:overflowPunct w:val="0"/>
      <w:autoSpaceDE w:val="0"/>
      <w:autoSpaceDN w:val="0"/>
      <w:adjustRightInd w:val="0"/>
      <w:spacing w:before="360"/>
      <w:textAlignment w:val="baseline"/>
    </w:pPr>
    <w:rPr>
      <w:rFonts w:ascii="Times New Roman" w:hAnsi="Times New Roman"/>
      <w:szCs w:val="24"/>
    </w:rPr>
  </w:style>
  <w:style w:type="paragraph" w:styleId="ListParagraph">
    <w:name w:val="List Paragraph"/>
    <w:basedOn w:val="Normal"/>
    <w:uiPriority w:val="34"/>
    <w:qFormat/>
    <w:rsid w:val="00C52AD0"/>
    <w:pPr>
      <w:ind w:left="720"/>
      <w:contextualSpacing/>
    </w:pPr>
  </w:style>
  <w:style w:type="paragraph" w:customStyle="1" w:styleId="Default">
    <w:name w:val="Default"/>
    <w:rsid w:val="00C144B4"/>
    <w:pPr>
      <w:autoSpaceDE w:val="0"/>
      <w:autoSpaceDN w:val="0"/>
      <w:adjustRightInd w:val="0"/>
    </w:pPr>
    <w:rPr>
      <w:rFonts w:ascii="Calibri" w:eastAsiaTheme="minorHAnsi" w:hAnsi="Calibri" w:cs="Calibri"/>
      <w:color w:val="000000"/>
      <w:sz w:val="24"/>
      <w:szCs w:val="24"/>
      <w:lang w:eastAsia="en-US"/>
    </w:rPr>
  </w:style>
  <w:style w:type="character" w:customStyle="1" w:styleId="apple-converted-space">
    <w:name w:val="apple-converted-space"/>
    <w:basedOn w:val="DefaultParagraphFont"/>
    <w:rsid w:val="00741B89"/>
  </w:style>
  <w:style w:type="character" w:styleId="PlaceholderText">
    <w:name w:val="Placeholder Text"/>
    <w:basedOn w:val="DefaultParagraphFont"/>
    <w:uiPriority w:val="67"/>
    <w:rsid w:val="00186D0C"/>
    <w:rPr>
      <w:color w:val="808080"/>
    </w:rPr>
  </w:style>
  <w:style w:type="paragraph" w:styleId="CommentSubject">
    <w:name w:val="annotation subject"/>
    <w:basedOn w:val="CommentText"/>
    <w:next w:val="CommentText"/>
    <w:link w:val="CommentSubjectChar"/>
    <w:semiHidden/>
    <w:unhideWhenUsed/>
    <w:rsid w:val="00FC2E47"/>
    <w:rPr>
      <w:b/>
      <w:bCs/>
    </w:rPr>
  </w:style>
  <w:style w:type="character" w:customStyle="1" w:styleId="CommentSubjectChar">
    <w:name w:val="Comment Subject Char"/>
    <w:basedOn w:val="CommentTextChar"/>
    <w:link w:val="CommentSubject"/>
    <w:semiHidden/>
    <w:rsid w:val="00FC2E47"/>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7512096">
      <w:bodyDiv w:val="1"/>
      <w:marLeft w:val="0"/>
      <w:marRight w:val="0"/>
      <w:marTop w:val="0"/>
      <w:marBottom w:val="0"/>
      <w:divBdr>
        <w:top w:val="none" w:sz="0" w:space="0" w:color="auto"/>
        <w:left w:val="none" w:sz="0" w:space="0" w:color="auto"/>
        <w:bottom w:val="none" w:sz="0" w:space="0" w:color="auto"/>
        <w:right w:val="none" w:sz="0" w:space="0" w:color="auto"/>
      </w:divBdr>
    </w:div>
    <w:div w:id="1758282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s>
</file>

<file path=word/_rels/footer3.xml.rels><?xml version="1.0" encoding="UTF-8" standalone="yes"?>
<Relationships xmlns="http://schemas.openxmlformats.org/package/2006/relationships"><Relationship Id="rId1"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Templates\Altera\cov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B49F5B8C29114449C89679923E47263" ma:contentTypeVersion="0" ma:contentTypeDescription="Create a new document." ma:contentTypeScope="" ma:versionID="dbd1ed2964c4f1211d07236ae1af5c7d">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99612F-5917-4738-8DEC-784BF6629B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6F8EC0E1-D892-4BF4-BD7E-BA2AEF9D9302}">
  <ds:schemaRefs>
    <ds:schemaRef ds:uri="http://schemas.microsoft.com/office/2006/metadata/properties"/>
  </ds:schemaRefs>
</ds:datastoreItem>
</file>

<file path=customXml/itemProps3.xml><?xml version="1.0" encoding="utf-8"?>
<ds:datastoreItem xmlns:ds="http://schemas.openxmlformats.org/officeDocument/2006/customXml" ds:itemID="{D6A0D523-136D-41A0-87A9-7075207A32FD}">
  <ds:schemaRefs>
    <ds:schemaRef ds:uri="http://schemas.microsoft.com/sharepoint/v3/contenttype/forms"/>
  </ds:schemaRefs>
</ds:datastoreItem>
</file>

<file path=customXml/itemProps4.xml><?xml version="1.0" encoding="utf-8"?>
<ds:datastoreItem xmlns:ds="http://schemas.openxmlformats.org/officeDocument/2006/customXml" ds:itemID="{E5F479A6-6C21-483F-9E63-B39CB4EBC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cover.dot</Template>
  <TotalTime>14</TotalTime>
  <Pages>7</Pages>
  <Words>1158</Words>
  <Characters>5866</Characters>
  <Application>Microsoft Office Word</Application>
  <DocSecurity>0</DocSecurity>
  <Lines>198</Lines>
  <Paragraphs>88</Paragraphs>
  <ScaleCrop>false</ScaleCrop>
  <HeadingPairs>
    <vt:vector size="2" baseType="variant">
      <vt:variant>
        <vt:lpstr>Title</vt:lpstr>
      </vt:variant>
      <vt:variant>
        <vt:i4>1</vt:i4>
      </vt:variant>
    </vt:vector>
  </HeadingPairs>
  <TitlesOfParts>
    <vt:vector size="1" baseType="lpstr">
      <vt:lpstr>Optimization</vt:lpstr>
    </vt:vector>
  </TitlesOfParts>
  <Company>Altera</Company>
  <LinksUpToDate>false</LinksUpToDate>
  <CharactersWithSpaces>6942</CharactersWithSpaces>
  <SharedDoc>false</SharedDoc>
  <HLinks>
    <vt:vector size="12" baseType="variant">
      <vt:variant>
        <vt:i4>5439545</vt:i4>
      </vt:variant>
      <vt:variant>
        <vt:i4>3</vt:i4>
      </vt:variant>
      <vt:variant>
        <vt:i4>0</vt:i4>
      </vt:variant>
      <vt:variant>
        <vt:i4>5</vt:i4>
      </vt:variant>
      <vt:variant>
        <vt:lpwstr>http://www.altera.com/customertraining/ILT/Quartus_II_Design_Series_Optimization_10_1_v2.zip</vt:lpwstr>
      </vt:variant>
      <vt:variant>
        <vt:lpwstr/>
      </vt:variant>
      <vt:variant>
        <vt:i4>1048618</vt:i4>
      </vt:variant>
      <vt:variant>
        <vt:i4>0</vt:i4>
      </vt:variant>
      <vt:variant>
        <vt:i4>0</vt:i4>
      </vt:variant>
      <vt:variant>
        <vt:i4>5</vt:i4>
      </vt:variant>
      <vt:variant>
        <vt:lpwstr>http://www.altera.com/literature/hb/qts/quartusii_handbook.pdf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Optimization</dc:title>
  <dc:creator>Marlon Price</dc:creator>
  <cp:keywords>CTPClassification=CTP_NT</cp:keywords>
  <cp:lastModifiedBy>Qi, Karl</cp:lastModifiedBy>
  <cp:revision>3</cp:revision>
  <cp:lastPrinted>2015-08-19T16:59:00Z</cp:lastPrinted>
  <dcterms:created xsi:type="dcterms:W3CDTF">2018-10-29T23:56:00Z</dcterms:created>
  <dcterms:modified xsi:type="dcterms:W3CDTF">2018-11-01T05:45:00Z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0x0101004B49F5B8C29114449C89679923E47263</vt:lpwstr>
  </property>
  <property fmtid="{D5CDD505-2E9C-101B-9397-08002B2CF9AE}" pid="3" name="TitusGUID">
    <vt:lpwstr>cff95d19-8631-4676-aaa9-d7735cd33e08</vt:lpwstr>
  </property>
  <property fmtid="{D5CDD505-2E9C-101B-9397-08002B2CF9AE}" pid="4" name="CTP_TimeStamp">
    <vt:lpwstr>2018-11-01 05:45:26Z</vt:lpwstr>
  </property>
  <property fmtid="{D5CDD505-2E9C-101B-9397-08002B2CF9AE}" pid="5" name="CTP_BU">
    <vt:lpwstr>NA</vt:lpwstr>
  </property>
  <property fmtid="{D5CDD505-2E9C-101B-9397-08002B2CF9AE}" pid="6" name="CTP_IDSID">
    <vt:lpwstr>NA</vt:lpwstr>
  </property>
  <property fmtid="{D5CDD505-2E9C-101B-9397-08002B2CF9AE}" pid="7" name="CTP_WWID">
    <vt:lpwstr>NA</vt:lpwstr>
  </property>
  <property fmtid="{D5CDD505-2E9C-101B-9397-08002B2CF9AE}" pid="8" name="CTPClassification">
    <vt:lpwstr>CTP_NT</vt:lpwstr>
  </property>
</Properties>
</file>