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494BF" w14:textId="77777777" w:rsidR="005F35B4" w:rsidRPr="003C61EE" w:rsidRDefault="005F35B4" w:rsidP="005F35B4"/>
    <w:p w14:paraId="1C8B4FA9" w14:textId="77777777" w:rsidR="00AF5901" w:rsidRPr="003C61EE" w:rsidRDefault="00AF5901" w:rsidP="00CA772F">
      <w:pPr>
        <w:jc w:val="center"/>
      </w:pPr>
    </w:p>
    <w:p w14:paraId="277BCC01" w14:textId="77777777" w:rsidR="00AF5901" w:rsidRPr="003C61EE" w:rsidRDefault="00AF5901" w:rsidP="00CA772F">
      <w:pPr>
        <w:jc w:val="center"/>
      </w:pPr>
    </w:p>
    <w:p w14:paraId="534E1263" w14:textId="77777777" w:rsidR="00AF5901" w:rsidRPr="003C61EE" w:rsidRDefault="00AF5901" w:rsidP="00CA772F">
      <w:pPr>
        <w:jc w:val="center"/>
      </w:pPr>
    </w:p>
    <w:p w14:paraId="75243980" w14:textId="77777777" w:rsidR="00AF5901" w:rsidRPr="003C61EE" w:rsidRDefault="00AF5901" w:rsidP="00CA772F">
      <w:pPr>
        <w:jc w:val="center"/>
      </w:pPr>
    </w:p>
    <w:p w14:paraId="09BEE607" w14:textId="77777777" w:rsidR="00AF5901" w:rsidRDefault="00AF5901" w:rsidP="00CA772F">
      <w:pPr>
        <w:jc w:val="center"/>
      </w:pPr>
    </w:p>
    <w:p w14:paraId="7B8B5E33" w14:textId="77777777" w:rsidR="00AF5901" w:rsidRDefault="00AF5901" w:rsidP="00CA772F">
      <w:pPr>
        <w:jc w:val="center"/>
      </w:pPr>
    </w:p>
    <w:p w14:paraId="2CA9CB8E" w14:textId="77777777" w:rsidR="008751B5" w:rsidRDefault="008751B5" w:rsidP="00CA772F">
      <w:pPr>
        <w:jc w:val="center"/>
      </w:pPr>
    </w:p>
    <w:p w14:paraId="08F2D856" w14:textId="77777777" w:rsidR="008751B5" w:rsidRDefault="008751B5" w:rsidP="00CA772F">
      <w:pPr>
        <w:jc w:val="center"/>
      </w:pPr>
    </w:p>
    <w:p w14:paraId="6762153C" w14:textId="77777777" w:rsidR="008751B5" w:rsidRDefault="008751B5" w:rsidP="00CA772F">
      <w:pPr>
        <w:jc w:val="center"/>
      </w:pPr>
    </w:p>
    <w:p w14:paraId="38D58F44" w14:textId="77777777" w:rsidR="008751B5" w:rsidRDefault="008751B5" w:rsidP="00CA772F">
      <w:pPr>
        <w:jc w:val="center"/>
      </w:pPr>
    </w:p>
    <w:p w14:paraId="73E5EFD4" w14:textId="77777777" w:rsidR="008751B5" w:rsidRDefault="008751B5" w:rsidP="00CA772F">
      <w:pPr>
        <w:jc w:val="center"/>
      </w:pPr>
    </w:p>
    <w:p w14:paraId="572E86D5" w14:textId="77777777" w:rsidR="008751B5" w:rsidRDefault="008751B5" w:rsidP="00CA772F">
      <w:pPr>
        <w:jc w:val="center"/>
      </w:pPr>
    </w:p>
    <w:p w14:paraId="2EF78C18" w14:textId="77777777" w:rsidR="008751B5" w:rsidRDefault="008751B5" w:rsidP="00CA772F">
      <w:pPr>
        <w:jc w:val="center"/>
      </w:pPr>
    </w:p>
    <w:p w14:paraId="69C65214" w14:textId="77777777" w:rsidR="008751B5" w:rsidRDefault="008751B5" w:rsidP="00CA772F">
      <w:pPr>
        <w:jc w:val="center"/>
      </w:pPr>
    </w:p>
    <w:p w14:paraId="7847AF8A" w14:textId="77777777" w:rsidR="008751B5" w:rsidRDefault="008751B5" w:rsidP="00CA772F">
      <w:pPr>
        <w:jc w:val="center"/>
      </w:pPr>
    </w:p>
    <w:p w14:paraId="71263F02" w14:textId="77777777" w:rsidR="008751B5" w:rsidRDefault="008751B5" w:rsidP="00CA772F">
      <w:pPr>
        <w:jc w:val="center"/>
      </w:pPr>
    </w:p>
    <w:p w14:paraId="634C35EC" w14:textId="77777777" w:rsidR="008751B5" w:rsidRPr="00CA772F" w:rsidRDefault="008751B5" w:rsidP="00CA772F">
      <w:pPr>
        <w:jc w:val="center"/>
      </w:pPr>
    </w:p>
    <w:p w14:paraId="7DBD84DC" w14:textId="77777777" w:rsidR="00AF5901" w:rsidRPr="00CA772F" w:rsidRDefault="00AF5901" w:rsidP="00CA772F">
      <w:pPr>
        <w:jc w:val="center"/>
      </w:pPr>
    </w:p>
    <w:p w14:paraId="6A9EDBDD" w14:textId="77777777" w:rsidR="00AF5901" w:rsidRPr="003C61EE" w:rsidRDefault="00AF5901" w:rsidP="009D054B">
      <w:pPr>
        <w:pStyle w:val="Heading4"/>
        <w:spacing w:before="160"/>
        <w:rPr>
          <w:sz w:val="44"/>
          <w:szCs w:val="44"/>
        </w:rPr>
      </w:pPr>
      <w:r w:rsidRPr="003C61EE">
        <w:rPr>
          <w:sz w:val="44"/>
          <w:szCs w:val="44"/>
        </w:rPr>
        <w:t>Exercise Manual</w:t>
      </w:r>
    </w:p>
    <w:p w14:paraId="6B659582" w14:textId="77777777" w:rsidR="00AF5901" w:rsidRPr="003C61EE" w:rsidRDefault="00AF5901" w:rsidP="009D054B">
      <w:pPr>
        <w:pStyle w:val="Heading4"/>
        <w:spacing w:before="160"/>
        <w:rPr>
          <w:b w:val="0"/>
          <w:sz w:val="44"/>
          <w:szCs w:val="44"/>
        </w:rPr>
      </w:pPr>
      <w:r w:rsidRPr="003C61EE">
        <w:rPr>
          <w:b w:val="0"/>
          <w:i/>
          <w:sz w:val="44"/>
          <w:szCs w:val="44"/>
        </w:rPr>
        <w:t>for</w:t>
      </w:r>
    </w:p>
    <w:p w14:paraId="33258F78" w14:textId="77777777" w:rsidR="00AF5901" w:rsidRPr="003C61EE" w:rsidRDefault="00FC5054" w:rsidP="00A073A5">
      <w:pPr>
        <w:pStyle w:val="Heading4"/>
        <w:spacing w:before="160"/>
        <w:rPr>
          <w:sz w:val="44"/>
          <w:szCs w:val="44"/>
        </w:rPr>
      </w:pPr>
      <w:r>
        <w:rPr>
          <w:sz w:val="44"/>
          <w:szCs w:val="44"/>
        </w:rPr>
        <w:t>Inference with FPGAs</w:t>
      </w:r>
    </w:p>
    <w:p w14:paraId="42FDB028" w14:textId="77777777" w:rsidR="00AF5901" w:rsidRPr="003C61EE" w:rsidRDefault="00AF5901" w:rsidP="00CA772F">
      <w:pPr>
        <w:jc w:val="center"/>
      </w:pPr>
    </w:p>
    <w:p w14:paraId="195BC5E6" w14:textId="77777777" w:rsidR="00AF5901" w:rsidRPr="003C61EE" w:rsidRDefault="00AF5901" w:rsidP="00CA772F">
      <w:pPr>
        <w:jc w:val="center"/>
      </w:pPr>
    </w:p>
    <w:p w14:paraId="70C3DA73" w14:textId="77777777" w:rsidR="00AF5901" w:rsidRPr="003C61EE" w:rsidRDefault="00AF5901" w:rsidP="00CA772F">
      <w:pPr>
        <w:jc w:val="center"/>
      </w:pPr>
    </w:p>
    <w:p w14:paraId="24A05C13" w14:textId="77777777" w:rsidR="00AF5901" w:rsidRDefault="00AF5901" w:rsidP="00CA772F">
      <w:pPr>
        <w:jc w:val="center"/>
      </w:pPr>
    </w:p>
    <w:p w14:paraId="36F906C4" w14:textId="77777777" w:rsidR="008751B5" w:rsidRDefault="008751B5" w:rsidP="00CA772F">
      <w:pPr>
        <w:jc w:val="center"/>
      </w:pPr>
    </w:p>
    <w:p w14:paraId="0A855A15" w14:textId="77777777" w:rsidR="008751B5" w:rsidRDefault="008751B5" w:rsidP="00CA772F">
      <w:pPr>
        <w:jc w:val="center"/>
      </w:pPr>
    </w:p>
    <w:p w14:paraId="38DD990B" w14:textId="77777777" w:rsidR="008751B5" w:rsidRDefault="008751B5" w:rsidP="00CA772F">
      <w:pPr>
        <w:jc w:val="center"/>
      </w:pPr>
    </w:p>
    <w:p w14:paraId="2845046D" w14:textId="77777777" w:rsidR="008751B5" w:rsidRDefault="008751B5" w:rsidP="00CA772F">
      <w:pPr>
        <w:jc w:val="center"/>
      </w:pPr>
    </w:p>
    <w:p w14:paraId="7AC7A3BC" w14:textId="77777777" w:rsidR="008751B5" w:rsidRDefault="008751B5" w:rsidP="00CA772F">
      <w:pPr>
        <w:jc w:val="center"/>
      </w:pPr>
    </w:p>
    <w:p w14:paraId="57E150D7" w14:textId="77777777" w:rsidR="008751B5" w:rsidRDefault="008751B5" w:rsidP="00CA772F">
      <w:pPr>
        <w:jc w:val="center"/>
      </w:pPr>
    </w:p>
    <w:p w14:paraId="79E73785" w14:textId="77777777" w:rsidR="00AF5901" w:rsidRPr="003C61EE" w:rsidRDefault="00AF5901" w:rsidP="009D054B">
      <w:pPr>
        <w:pStyle w:val="Heading1"/>
        <w:spacing w:before="160"/>
        <w:jc w:val="center"/>
        <w:rPr>
          <w:rFonts w:ascii="Times New Roman" w:hAnsi="Times New Roman"/>
          <w:sz w:val="24"/>
          <w:szCs w:val="24"/>
          <w:u w:val="single"/>
        </w:rPr>
      </w:pPr>
      <w:r w:rsidRPr="003C61EE">
        <w:rPr>
          <w:rFonts w:ascii="Times New Roman" w:hAnsi="Times New Roman"/>
          <w:sz w:val="24"/>
          <w:szCs w:val="24"/>
          <w:u w:val="single"/>
        </w:rPr>
        <w:t>Software Requir</w:t>
      </w:r>
      <w:r w:rsidR="009D1D65">
        <w:rPr>
          <w:rFonts w:ascii="Times New Roman" w:hAnsi="Times New Roman"/>
          <w:sz w:val="24"/>
          <w:szCs w:val="24"/>
          <w:u w:val="single"/>
        </w:rPr>
        <w:t>ements</w:t>
      </w:r>
    </w:p>
    <w:p w14:paraId="3649ED57" w14:textId="77777777" w:rsidR="008E6ACE" w:rsidRDefault="008E6ACE" w:rsidP="008E6ACE">
      <w:pPr>
        <w:pStyle w:val="NormalWeb"/>
        <w:spacing w:before="0" w:beforeAutospacing="0" w:after="0" w:afterAutospacing="0"/>
        <w:rPr>
          <w:b/>
        </w:rPr>
      </w:pPr>
      <w:r>
        <w:rPr>
          <w:b/>
        </w:rPr>
        <w:tab/>
      </w:r>
    </w:p>
    <w:p w14:paraId="4D22FE8B" w14:textId="77777777" w:rsidR="008E6ACE" w:rsidRDefault="00000AF0" w:rsidP="008E6ACE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64-bit </w:t>
      </w:r>
      <w:r w:rsidR="007B038B">
        <w:rPr>
          <w:color w:val="000000"/>
        </w:rPr>
        <w:t>Linux</w:t>
      </w:r>
      <w:r w:rsidR="006E7363">
        <w:rPr>
          <w:color w:val="000000"/>
        </w:rPr>
        <w:t>*</w:t>
      </w:r>
      <w:r w:rsidR="007B038B">
        <w:rPr>
          <w:color w:val="000000"/>
        </w:rPr>
        <w:t xml:space="preserve"> Software Development Environment with g++</w:t>
      </w:r>
    </w:p>
    <w:p w14:paraId="528BEF77" w14:textId="0FC68AC5" w:rsidR="00BB72B2" w:rsidRDefault="00FC5054" w:rsidP="00BB72B2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Intel® Distribution of OpenVINO™ </w:t>
      </w:r>
      <w:r w:rsidR="006E7363">
        <w:rPr>
          <w:color w:val="000000"/>
        </w:rPr>
        <w:t>t</w:t>
      </w:r>
      <w:r>
        <w:rPr>
          <w:color w:val="000000"/>
        </w:rPr>
        <w:t>oolkit Linux for FPGA version R3</w:t>
      </w:r>
    </w:p>
    <w:p w14:paraId="5D6E8152" w14:textId="77777777" w:rsidR="007940D9" w:rsidRDefault="007940D9" w:rsidP="00A745EB">
      <w:pPr>
        <w:pStyle w:val="NormalWeb"/>
        <w:jc w:val="center"/>
        <w:rPr>
          <w:b/>
          <w:bCs/>
          <w:color w:val="000000"/>
        </w:rPr>
      </w:pPr>
    </w:p>
    <w:p w14:paraId="7363FF80" w14:textId="77777777" w:rsidR="00FC5054" w:rsidRPr="003C61EE" w:rsidRDefault="00FC5054" w:rsidP="00FC5054">
      <w:pPr>
        <w:pStyle w:val="Heading1"/>
        <w:spacing w:before="16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Hardware</w:t>
      </w:r>
      <w:r w:rsidRPr="003C61EE">
        <w:rPr>
          <w:rFonts w:ascii="Times New Roman" w:hAnsi="Times New Roman"/>
          <w:sz w:val="24"/>
          <w:szCs w:val="24"/>
          <w:u w:val="single"/>
        </w:rPr>
        <w:t xml:space="preserve"> Requir</w:t>
      </w:r>
      <w:r>
        <w:rPr>
          <w:rFonts w:ascii="Times New Roman" w:hAnsi="Times New Roman"/>
          <w:sz w:val="24"/>
          <w:szCs w:val="24"/>
          <w:u w:val="single"/>
        </w:rPr>
        <w:t>ements</w:t>
      </w:r>
    </w:p>
    <w:p w14:paraId="5E4DD419" w14:textId="77777777" w:rsidR="00FC5054" w:rsidRDefault="00FC5054" w:rsidP="00FC5054">
      <w:pPr>
        <w:pStyle w:val="NormalWeb"/>
        <w:spacing w:before="0" w:beforeAutospacing="0" w:after="0" w:afterAutospacing="0"/>
        <w:rPr>
          <w:b/>
        </w:rPr>
      </w:pPr>
      <w:r>
        <w:rPr>
          <w:b/>
        </w:rPr>
        <w:tab/>
      </w:r>
    </w:p>
    <w:p w14:paraId="6ACEB3FF" w14:textId="77777777" w:rsidR="00FC5054" w:rsidRDefault="00FC5054" w:rsidP="00FC5054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Intel® Programmable Acceleration Card with Intel® Arria® 10 FPGA GX</w:t>
      </w:r>
    </w:p>
    <w:p w14:paraId="16DC3394" w14:textId="77777777" w:rsidR="008D2C79" w:rsidRPr="00FC5054" w:rsidRDefault="008D2C79" w:rsidP="007B5078">
      <w:pPr>
        <w:jc w:val="center"/>
        <w:rPr>
          <w:b/>
        </w:rPr>
      </w:pPr>
    </w:p>
    <w:p w14:paraId="18B364A6" w14:textId="77777777" w:rsidR="00AF5901" w:rsidRDefault="00067BF6" w:rsidP="007B5078">
      <w:pPr>
        <w:jc w:val="center"/>
      </w:pPr>
      <w:r>
        <w:br w:type="page"/>
      </w:r>
    </w:p>
    <w:p w14:paraId="3528EA67" w14:textId="77777777" w:rsidR="008751B5" w:rsidRDefault="008751B5" w:rsidP="007B5078">
      <w:pPr>
        <w:jc w:val="center"/>
      </w:pPr>
    </w:p>
    <w:p w14:paraId="7DB550CC" w14:textId="77777777" w:rsidR="008751B5" w:rsidRDefault="008751B5" w:rsidP="007B5078">
      <w:pPr>
        <w:jc w:val="center"/>
      </w:pPr>
    </w:p>
    <w:p w14:paraId="2FE9AB14" w14:textId="77777777" w:rsidR="008751B5" w:rsidRDefault="008751B5" w:rsidP="007B5078">
      <w:pPr>
        <w:jc w:val="center"/>
      </w:pPr>
    </w:p>
    <w:p w14:paraId="3254F99B" w14:textId="77777777" w:rsidR="008751B5" w:rsidRDefault="008751B5" w:rsidP="007B5078">
      <w:pPr>
        <w:jc w:val="center"/>
      </w:pPr>
    </w:p>
    <w:p w14:paraId="00F872E6" w14:textId="77777777" w:rsidR="008751B5" w:rsidRDefault="008751B5" w:rsidP="007B5078">
      <w:pPr>
        <w:jc w:val="center"/>
      </w:pPr>
    </w:p>
    <w:p w14:paraId="565C8EE3" w14:textId="77777777" w:rsidR="00000AF0" w:rsidRDefault="00000AF0" w:rsidP="00000AF0">
      <w:pPr>
        <w:jc w:val="center"/>
      </w:pPr>
    </w:p>
    <w:p w14:paraId="37E2702F" w14:textId="77777777" w:rsidR="00000AF0" w:rsidRDefault="00000AF0" w:rsidP="00000AF0">
      <w:pPr>
        <w:jc w:val="center"/>
      </w:pPr>
    </w:p>
    <w:p w14:paraId="04F69897" w14:textId="77777777" w:rsidR="00000AF0" w:rsidRDefault="00000AF0" w:rsidP="00000AF0">
      <w:pPr>
        <w:jc w:val="center"/>
      </w:pPr>
    </w:p>
    <w:p w14:paraId="03488059" w14:textId="77777777" w:rsidR="00000AF0" w:rsidRDefault="00000AF0" w:rsidP="00000AF0">
      <w:pPr>
        <w:jc w:val="center"/>
      </w:pPr>
    </w:p>
    <w:p w14:paraId="0F707F3F" w14:textId="77777777" w:rsidR="00000AF0" w:rsidRDefault="00000AF0" w:rsidP="00000AF0">
      <w:pPr>
        <w:jc w:val="center"/>
      </w:pPr>
    </w:p>
    <w:p w14:paraId="69CE4E1B" w14:textId="77777777" w:rsidR="00000AF0" w:rsidRDefault="00000AF0" w:rsidP="00000AF0">
      <w:pPr>
        <w:jc w:val="center"/>
      </w:pPr>
    </w:p>
    <w:p w14:paraId="2A9757D3" w14:textId="77777777" w:rsidR="00000AF0" w:rsidRDefault="00000AF0" w:rsidP="00000AF0">
      <w:pPr>
        <w:jc w:val="center"/>
      </w:pPr>
    </w:p>
    <w:p w14:paraId="0B10F05B" w14:textId="77777777" w:rsidR="00000AF0" w:rsidRDefault="00000AF0" w:rsidP="00000AF0">
      <w:pPr>
        <w:jc w:val="center"/>
        <w:rPr>
          <w:sz w:val="72"/>
          <w:szCs w:val="52"/>
        </w:rPr>
      </w:pPr>
    </w:p>
    <w:p w14:paraId="23E1771A" w14:textId="77777777" w:rsidR="00000AF0" w:rsidRDefault="00000AF0" w:rsidP="00000AF0">
      <w:pPr>
        <w:jc w:val="center"/>
        <w:rPr>
          <w:sz w:val="72"/>
          <w:szCs w:val="52"/>
        </w:rPr>
      </w:pPr>
    </w:p>
    <w:p w14:paraId="1BA2E216" w14:textId="77777777" w:rsidR="00000AF0" w:rsidRDefault="00000AF0" w:rsidP="00000AF0">
      <w:pPr>
        <w:jc w:val="center"/>
        <w:rPr>
          <w:sz w:val="72"/>
          <w:szCs w:val="52"/>
        </w:rPr>
      </w:pPr>
    </w:p>
    <w:p w14:paraId="52C81DF6" w14:textId="77777777" w:rsidR="00000AF0" w:rsidRPr="003C61EE" w:rsidRDefault="00CE5E08" w:rsidP="00000AF0">
      <w:pPr>
        <w:jc w:val="center"/>
        <w:rPr>
          <w:sz w:val="72"/>
          <w:szCs w:val="52"/>
        </w:rPr>
      </w:pPr>
      <w:r>
        <w:rPr>
          <w:sz w:val="72"/>
          <w:szCs w:val="52"/>
        </w:rPr>
        <w:t>Exercise 2</w:t>
      </w:r>
    </w:p>
    <w:p w14:paraId="62325A81" w14:textId="77777777" w:rsidR="00000AF0" w:rsidRPr="003C61EE" w:rsidRDefault="00000AF0" w:rsidP="00000AF0">
      <w:pPr>
        <w:jc w:val="center"/>
      </w:pPr>
    </w:p>
    <w:p w14:paraId="40C6F588" w14:textId="77777777" w:rsidR="00000AF0" w:rsidRDefault="00000AF0" w:rsidP="00000AF0">
      <w:pPr>
        <w:jc w:val="center"/>
      </w:pPr>
    </w:p>
    <w:p w14:paraId="2BC6471D" w14:textId="77777777" w:rsidR="00000AF0" w:rsidRPr="003C61EE" w:rsidRDefault="00000AF0" w:rsidP="00000AF0">
      <w:pPr>
        <w:jc w:val="center"/>
      </w:pPr>
    </w:p>
    <w:p w14:paraId="70A2DBCE" w14:textId="77777777" w:rsidR="00B962C7" w:rsidRPr="003C61EE" w:rsidRDefault="00CE5E08" w:rsidP="00B962C7">
      <w:pPr>
        <w:pStyle w:val="Heading4"/>
        <w:rPr>
          <w:sz w:val="72"/>
          <w:szCs w:val="52"/>
        </w:rPr>
      </w:pPr>
      <w:r>
        <w:rPr>
          <w:b w:val="0"/>
          <w:sz w:val="72"/>
          <w:szCs w:val="52"/>
        </w:rPr>
        <w:t>Perform Inference on an FPGA</w:t>
      </w:r>
    </w:p>
    <w:p w14:paraId="32D7577C" w14:textId="77777777" w:rsidR="00866B79" w:rsidRPr="007212C3" w:rsidRDefault="00000AF0" w:rsidP="00CE5E08">
      <w:pPr>
        <w:rPr>
          <w:sz w:val="24"/>
          <w:szCs w:val="24"/>
        </w:rPr>
      </w:pPr>
      <w:r>
        <w:rPr>
          <w:b/>
          <w:sz w:val="28"/>
        </w:rPr>
        <w:br w:type="page"/>
      </w:r>
      <w:r w:rsidR="00CE5E08" w:rsidRPr="007212C3">
        <w:rPr>
          <w:sz w:val="24"/>
          <w:szCs w:val="24"/>
        </w:rPr>
        <w:lastRenderedPageBreak/>
        <w:t>In this exercise we will continue with the application from exercise 1. If you haven’t yet completed that exercise, you’ll need to go back and finish that first.</w:t>
      </w:r>
    </w:p>
    <w:p w14:paraId="0A440E63" w14:textId="77777777" w:rsidR="0017126B" w:rsidRPr="00963BAE" w:rsidRDefault="00FA131D" w:rsidP="0017126B">
      <w:pPr>
        <w:pStyle w:val="Heading2"/>
        <w:spacing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Step 1. Setup </w:t>
      </w:r>
      <w:r w:rsidR="00CE5E08">
        <w:rPr>
          <w:rFonts w:ascii="Times New Roman" w:hAnsi="Times New Roman"/>
          <w:i w:val="0"/>
          <w:sz w:val="28"/>
          <w:szCs w:val="28"/>
        </w:rPr>
        <w:t xml:space="preserve">FPGA </w:t>
      </w:r>
      <w:r w:rsidR="0017126B">
        <w:rPr>
          <w:rFonts w:ascii="Times New Roman" w:hAnsi="Times New Roman"/>
          <w:i w:val="0"/>
          <w:sz w:val="28"/>
          <w:szCs w:val="28"/>
        </w:rPr>
        <w:t>Lab Environment</w:t>
      </w:r>
    </w:p>
    <w:p w14:paraId="6FE89360" w14:textId="77777777" w:rsidR="00FA131D" w:rsidRDefault="00FA131D" w:rsidP="00FA131D">
      <w:pPr>
        <w:pStyle w:val="exnumberedstep"/>
        <w:numPr>
          <w:ilvl w:val="0"/>
          <w:numId w:val="4"/>
        </w:numPr>
        <w:tabs>
          <w:tab w:val="num" w:pos="360"/>
        </w:tabs>
        <w:ind w:left="360"/>
        <w:rPr>
          <w:i/>
        </w:rPr>
      </w:pPr>
      <w:r>
        <w:t>Open a terminal in your Linux system</w:t>
      </w:r>
    </w:p>
    <w:p w14:paraId="486AB88B" w14:textId="77777777" w:rsidR="00CE5E08" w:rsidRPr="00CE5E08" w:rsidRDefault="00CE5E08" w:rsidP="00FA131D">
      <w:pPr>
        <w:pStyle w:val="exnumberedstep"/>
        <w:numPr>
          <w:ilvl w:val="0"/>
          <w:numId w:val="4"/>
        </w:numPr>
        <w:tabs>
          <w:tab w:val="num" w:pos="360"/>
        </w:tabs>
        <w:ind w:left="360"/>
      </w:pPr>
      <w:r w:rsidRPr="00CE5E08">
        <w:t>Go to the &lt;Lab Dir&gt; from Exercise 1</w:t>
      </w:r>
    </w:p>
    <w:p w14:paraId="41369146" w14:textId="77777777" w:rsidR="00FA131D" w:rsidRPr="00FE59F7" w:rsidRDefault="00FA131D" w:rsidP="00FA131D">
      <w:pPr>
        <w:pStyle w:val="exnumberedstep"/>
        <w:numPr>
          <w:ilvl w:val="0"/>
          <w:numId w:val="4"/>
        </w:numPr>
        <w:tabs>
          <w:tab w:val="num" w:pos="360"/>
        </w:tabs>
        <w:ind w:left="360"/>
        <w:rPr>
          <w:i/>
        </w:rPr>
      </w:pPr>
      <w:r>
        <w:t>Examine the environment script</w:t>
      </w:r>
      <w:r w:rsidR="00FE59F7">
        <w:rPr>
          <w:i/>
        </w:rPr>
        <w:t xml:space="preserve"> </w:t>
      </w:r>
      <w:r w:rsidR="00FE59F7">
        <w:t>init_openvino.sh</w:t>
      </w:r>
    </w:p>
    <w:p w14:paraId="65701008" w14:textId="77777777" w:rsidR="00FE59F7" w:rsidRDefault="00FE59F7" w:rsidP="00FE59F7">
      <w:pPr>
        <w:pStyle w:val="exnumberedstep"/>
        <w:numPr>
          <w:ilvl w:val="0"/>
          <w:numId w:val="0"/>
        </w:numPr>
        <w:ind w:left="360"/>
        <w:rPr>
          <w:i/>
        </w:rPr>
      </w:pPr>
      <w:r>
        <w:rPr>
          <w:i/>
        </w:rPr>
        <w:drawing>
          <wp:inline distT="0" distB="0" distL="0" distR="0" wp14:anchorId="56F216F9" wp14:editId="206822AE">
            <wp:extent cx="5486400" cy="265239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hot1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5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3E870" w14:textId="77777777" w:rsidR="006E7363" w:rsidRPr="00EC5F73" w:rsidRDefault="006E7363" w:rsidP="006E7363">
      <w:pPr>
        <w:pStyle w:val="exnumberedstep"/>
        <w:numPr>
          <w:ilvl w:val="0"/>
          <w:numId w:val="0"/>
        </w:numPr>
        <w:ind w:left="360"/>
        <w:jc w:val="center"/>
      </w:pPr>
      <w:r>
        <w:t>Figure 1. Environment script init_openvino.sh</w:t>
      </w:r>
    </w:p>
    <w:p w14:paraId="1B5F68C9" w14:textId="040FE10A" w:rsidR="003859F6" w:rsidRPr="007212C3" w:rsidRDefault="00FE59F7" w:rsidP="00FE59F7">
      <w:pPr>
        <w:pStyle w:val="exnumberedstep"/>
        <w:numPr>
          <w:ilvl w:val="0"/>
          <w:numId w:val="0"/>
        </w:numPr>
        <w:ind w:left="360"/>
      </w:pPr>
      <w:r w:rsidRPr="007212C3">
        <w:t>In the script there are two sections, OpenVINO</w:t>
      </w:r>
      <w:r w:rsidR="00736BF3">
        <w:t>™ toolkit</w:t>
      </w:r>
      <w:r w:rsidRPr="007212C3">
        <w:t xml:space="preserve"> environment and Intel</w:t>
      </w:r>
      <w:r w:rsidR="006E7363">
        <w:t>®</w:t>
      </w:r>
      <w:r w:rsidRPr="007212C3">
        <w:t xml:space="preserve"> FPGA envirnoment settings.</w:t>
      </w:r>
    </w:p>
    <w:p w14:paraId="3643A2F7" w14:textId="77777777" w:rsidR="00FE59F7" w:rsidRPr="00FE59F7" w:rsidRDefault="00FE59F7" w:rsidP="000D745B">
      <w:pPr>
        <w:pStyle w:val="exnumberedstep"/>
        <w:numPr>
          <w:ilvl w:val="0"/>
          <w:numId w:val="4"/>
        </w:numPr>
        <w:tabs>
          <w:tab w:val="num" w:pos="360"/>
        </w:tabs>
        <w:ind w:left="360"/>
        <w:rPr>
          <w:i/>
        </w:rPr>
      </w:pPr>
      <w:r>
        <w:t xml:space="preserve">Edit the script </w:t>
      </w:r>
      <w:r w:rsidR="000D745B">
        <w:t>if necessary to make sure all the FPGA paths are correct</w:t>
      </w:r>
    </w:p>
    <w:p w14:paraId="5BCF9D32" w14:textId="77777777" w:rsidR="00FE59F7" w:rsidRPr="00C54321" w:rsidRDefault="00FE59F7" w:rsidP="00FE59F7">
      <w:pPr>
        <w:pStyle w:val="exnumberedstep"/>
        <w:numPr>
          <w:ilvl w:val="0"/>
          <w:numId w:val="4"/>
        </w:numPr>
        <w:tabs>
          <w:tab w:val="num" w:pos="360"/>
        </w:tabs>
        <w:ind w:left="360"/>
      </w:pPr>
      <w:r>
        <w:t>Source init_opencl.sh from the terminal</w:t>
      </w:r>
      <w:r w:rsidR="000D745B">
        <w:t xml:space="preserve"> if you haven’t already done so</w:t>
      </w:r>
    </w:p>
    <w:p w14:paraId="46CE5B3C" w14:textId="77777777" w:rsidR="00FE59F7" w:rsidRDefault="003859F6" w:rsidP="00FE59F7">
      <w:pPr>
        <w:pStyle w:val="exnumberedstep"/>
        <w:numPr>
          <w:ilvl w:val="1"/>
          <w:numId w:val="4"/>
        </w:numPr>
      </w:pPr>
      <w:r w:rsidRPr="00C54321">
        <w:t xml:space="preserve"> </w:t>
      </w:r>
      <w:r w:rsidR="00FE59F7">
        <w:t>source init_openvino.sh</w:t>
      </w:r>
    </w:p>
    <w:p w14:paraId="758EDEFE" w14:textId="77777777" w:rsidR="00FE59F7" w:rsidRPr="00C54321" w:rsidRDefault="002D5300" w:rsidP="00FE59F7">
      <w:pPr>
        <w:pStyle w:val="exnumberedstep"/>
        <w:numPr>
          <w:ilvl w:val="0"/>
          <w:numId w:val="4"/>
        </w:numPr>
        <w:tabs>
          <w:tab w:val="num" w:pos="360"/>
        </w:tabs>
        <w:ind w:left="360"/>
      </w:pPr>
      <w:r>
        <w:t>Run “aocl diagnose”, you should see an FPGA board connected</w:t>
      </w:r>
    </w:p>
    <w:p w14:paraId="050D9A15" w14:textId="77777777" w:rsidR="002D5300" w:rsidRDefault="002D5300" w:rsidP="007212C3">
      <w:pPr>
        <w:pStyle w:val="exnumberedstep"/>
        <w:numPr>
          <w:ilvl w:val="0"/>
          <w:numId w:val="0"/>
        </w:numPr>
        <w:ind w:left="360"/>
        <w:jc w:val="center"/>
      </w:pPr>
      <w:r>
        <w:lastRenderedPageBreak/>
        <w:drawing>
          <wp:inline distT="0" distB="0" distL="0" distR="0" wp14:anchorId="560726FB" wp14:editId="6B6F46BE">
            <wp:extent cx="4503675" cy="2476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t5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31271" cy="2491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CC901" w14:textId="77777777" w:rsidR="006E7363" w:rsidRDefault="006E7363" w:rsidP="007212C3">
      <w:pPr>
        <w:pStyle w:val="exnumberedstep"/>
        <w:numPr>
          <w:ilvl w:val="0"/>
          <w:numId w:val="0"/>
        </w:numPr>
        <w:ind w:left="360"/>
        <w:jc w:val="center"/>
      </w:pPr>
      <w:r>
        <w:t>Figure 2. Screen capture showing FPGA board is connected</w:t>
      </w:r>
    </w:p>
    <w:p w14:paraId="3218201A" w14:textId="77777777" w:rsidR="00067DF9" w:rsidRDefault="002D5300" w:rsidP="00067DF9">
      <w:pPr>
        <w:pStyle w:val="exnumberedstep"/>
        <w:numPr>
          <w:ilvl w:val="0"/>
          <w:numId w:val="4"/>
        </w:numPr>
        <w:tabs>
          <w:tab w:val="num" w:pos="360"/>
        </w:tabs>
        <w:ind w:left="360"/>
      </w:pPr>
      <w:r>
        <w:t>Go to the directory where all the DLA FPGA images are located</w:t>
      </w:r>
    </w:p>
    <w:p w14:paraId="62945F48" w14:textId="77777777" w:rsidR="00067DF9" w:rsidRDefault="002D5300" w:rsidP="00067DF9">
      <w:pPr>
        <w:pStyle w:val="exnumberedstep"/>
        <w:numPr>
          <w:ilvl w:val="1"/>
          <w:numId w:val="4"/>
        </w:numPr>
      </w:pPr>
      <w:r>
        <w:t>cd $IE_INSTALL/../a10_dcp_bitstreams</w:t>
      </w:r>
    </w:p>
    <w:p w14:paraId="71184530" w14:textId="72CA4142" w:rsidR="002D5300" w:rsidRPr="007212C3" w:rsidRDefault="002D5300" w:rsidP="002D5300">
      <w:pPr>
        <w:pStyle w:val="exnumberedstep"/>
        <w:numPr>
          <w:ilvl w:val="0"/>
          <w:numId w:val="0"/>
        </w:numPr>
        <w:ind w:left="1080"/>
      </w:pPr>
      <w:r w:rsidRPr="007212C3">
        <w:t>If you’re not using an Intel® Programmable Acceleration Card with Intel® Arria</w:t>
      </w:r>
      <w:r w:rsidR="00736BF3">
        <w:t>®</w:t>
      </w:r>
      <w:r w:rsidRPr="007212C3">
        <w:t xml:space="preserve"> 10 GX FPGA, go to the appropriate bitstream directory</w:t>
      </w:r>
      <w:r w:rsidR="006E7363">
        <w:t>.</w:t>
      </w:r>
    </w:p>
    <w:p w14:paraId="4B234231" w14:textId="77777777" w:rsidR="00067DF9" w:rsidRDefault="002D5300" w:rsidP="00067DF9">
      <w:pPr>
        <w:pStyle w:val="exnumberedstep"/>
        <w:numPr>
          <w:ilvl w:val="0"/>
          <w:numId w:val="4"/>
        </w:numPr>
        <w:tabs>
          <w:tab w:val="num" w:pos="360"/>
        </w:tabs>
        <w:ind w:left="360"/>
      </w:pPr>
      <w:r>
        <w:t>Examine the contents of the directory</w:t>
      </w:r>
    </w:p>
    <w:p w14:paraId="22AF201A" w14:textId="77777777" w:rsidR="002D5300" w:rsidRPr="007212C3" w:rsidRDefault="002D5300" w:rsidP="002D5300">
      <w:pPr>
        <w:pStyle w:val="exnumberedstep"/>
        <w:numPr>
          <w:ilvl w:val="0"/>
          <w:numId w:val="0"/>
        </w:numPr>
        <w:ind w:left="360"/>
      </w:pPr>
      <w:r w:rsidRPr="007212C3">
        <w:t>You should see many bitstreams optimized for different topologies and data types.</w:t>
      </w:r>
    </w:p>
    <w:p w14:paraId="336F582B" w14:textId="77777777" w:rsidR="002D5300" w:rsidRDefault="002D5300" w:rsidP="00067DF9">
      <w:pPr>
        <w:pStyle w:val="exnumberedstep"/>
        <w:numPr>
          <w:ilvl w:val="0"/>
          <w:numId w:val="4"/>
        </w:numPr>
        <w:tabs>
          <w:tab w:val="num" w:pos="360"/>
        </w:tabs>
        <w:ind w:left="360"/>
      </w:pPr>
      <w:r>
        <w:t>Load the Generic FP16 bitstream</w:t>
      </w:r>
    </w:p>
    <w:p w14:paraId="5196317A" w14:textId="77777777" w:rsidR="002D5300" w:rsidRDefault="002D5300" w:rsidP="002D5300">
      <w:pPr>
        <w:pStyle w:val="exnumberedstep"/>
        <w:numPr>
          <w:ilvl w:val="1"/>
          <w:numId w:val="4"/>
        </w:numPr>
      </w:pPr>
      <w:r>
        <w:t>aocl program acl0 2-0-1_RC_FP16_Generic.aocx</w:t>
      </w:r>
    </w:p>
    <w:p w14:paraId="09F4F695" w14:textId="2D8AE50B" w:rsidR="002D5300" w:rsidRPr="007212C3" w:rsidRDefault="002D5300" w:rsidP="002D5300">
      <w:pPr>
        <w:pStyle w:val="exnumberedstep"/>
        <w:numPr>
          <w:ilvl w:val="0"/>
          <w:numId w:val="0"/>
        </w:numPr>
        <w:ind w:left="1080"/>
      </w:pPr>
      <w:r w:rsidRPr="007212C3">
        <w:t xml:space="preserve">Ensure programming </w:t>
      </w:r>
      <w:r w:rsidR="006E7363">
        <w:t>was successful.</w:t>
      </w:r>
    </w:p>
    <w:p w14:paraId="15A45CC4" w14:textId="77777777" w:rsidR="002D5300" w:rsidRDefault="002D5300" w:rsidP="00067DF9">
      <w:pPr>
        <w:pStyle w:val="exnumberedstep"/>
        <w:numPr>
          <w:ilvl w:val="0"/>
          <w:numId w:val="4"/>
        </w:numPr>
        <w:tabs>
          <w:tab w:val="num" w:pos="360"/>
        </w:tabs>
        <w:ind w:left="360"/>
      </w:pPr>
      <w:r>
        <w:t>Perform Diagnostics by running “aocl diagnose acl0”</w:t>
      </w:r>
    </w:p>
    <w:p w14:paraId="5D878C3D" w14:textId="77777777" w:rsidR="00067DF9" w:rsidRPr="007212C3" w:rsidRDefault="002D5300" w:rsidP="002D5300">
      <w:pPr>
        <w:pStyle w:val="exnumberedstep"/>
        <w:numPr>
          <w:ilvl w:val="0"/>
          <w:numId w:val="0"/>
        </w:numPr>
        <w:ind w:left="360"/>
      </w:pPr>
      <w:r w:rsidRPr="007212C3">
        <w:t>Ensure you see the DIAGNOSTIC_PASSED message</w:t>
      </w:r>
      <w:r w:rsidR="006E7363">
        <w:t>.</w:t>
      </w:r>
    </w:p>
    <w:p w14:paraId="341BF37A" w14:textId="77777777" w:rsidR="00067DF9" w:rsidRPr="00067DF9" w:rsidRDefault="00067DF9" w:rsidP="00067DF9">
      <w:pPr>
        <w:pStyle w:val="exnumberedstep"/>
        <w:numPr>
          <w:ilvl w:val="0"/>
          <w:numId w:val="0"/>
        </w:numPr>
        <w:rPr>
          <w:i/>
        </w:rPr>
      </w:pPr>
    </w:p>
    <w:p w14:paraId="2F5857B4" w14:textId="77777777" w:rsidR="00B61C69" w:rsidRDefault="00B61C69">
      <w:pPr>
        <w:rPr>
          <w:b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14:paraId="6B2959B2" w14:textId="77777777" w:rsidR="003859F6" w:rsidRDefault="003859F6" w:rsidP="003859F6">
      <w:pPr>
        <w:pStyle w:val="Heading2"/>
        <w:spacing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lastRenderedPageBreak/>
        <w:t xml:space="preserve">Step 2. </w:t>
      </w:r>
      <w:r w:rsidR="002D5300">
        <w:rPr>
          <w:rFonts w:ascii="Times New Roman" w:hAnsi="Times New Roman"/>
          <w:i w:val="0"/>
          <w:sz w:val="28"/>
          <w:szCs w:val="28"/>
        </w:rPr>
        <w:t>Perform Inference with the FPGA</w:t>
      </w:r>
    </w:p>
    <w:p w14:paraId="2C63028B" w14:textId="77777777" w:rsidR="008A7D7A" w:rsidRDefault="008A7D7A" w:rsidP="008A7D7A"/>
    <w:p w14:paraId="6D655227" w14:textId="77777777" w:rsidR="009A6674" w:rsidRPr="00B831FA" w:rsidRDefault="009A6674" w:rsidP="00B831FA">
      <w:pPr>
        <w:pStyle w:val="exnumberedstep"/>
        <w:numPr>
          <w:ilvl w:val="0"/>
          <w:numId w:val="19"/>
        </w:numPr>
        <w:tabs>
          <w:tab w:val="clear" w:pos="990"/>
        </w:tabs>
        <w:ind w:left="360"/>
      </w:pPr>
      <w:r>
        <w:t xml:space="preserve">Change directory into the </w:t>
      </w:r>
      <w:r w:rsidR="002D5300">
        <w:t>&lt;Lab Dir&gt;/bin/intel64/Release</w:t>
      </w:r>
    </w:p>
    <w:p w14:paraId="630DA331" w14:textId="77777777" w:rsidR="00F92DD3" w:rsidRPr="00960B88" w:rsidRDefault="00960B88" w:rsidP="009A6674">
      <w:pPr>
        <w:pStyle w:val="exnumberedstep"/>
        <w:numPr>
          <w:ilvl w:val="0"/>
          <w:numId w:val="19"/>
        </w:numPr>
        <w:tabs>
          <w:tab w:val="clear" w:pos="990"/>
          <w:tab w:val="num" w:pos="360"/>
        </w:tabs>
        <w:ind w:left="360"/>
        <w:rPr>
          <w:i/>
        </w:rPr>
      </w:pPr>
      <w:r>
        <w:t>Execute inference with the CPU</w:t>
      </w:r>
    </w:p>
    <w:p w14:paraId="1D3A86EA" w14:textId="77777777" w:rsidR="00960B88" w:rsidRPr="00DF3AD7" w:rsidRDefault="00960B88" w:rsidP="00960B88">
      <w:pPr>
        <w:pStyle w:val="exnumberedstep"/>
        <w:numPr>
          <w:ilvl w:val="0"/>
          <w:numId w:val="0"/>
        </w:numPr>
        <w:ind w:left="360"/>
        <w:rPr>
          <w:i/>
        </w:rPr>
      </w:pPr>
      <w:r>
        <w:t>./demo -i dog2.jpg -l labels.txt -m breed_fp32.xml -d CPU</w:t>
      </w:r>
    </w:p>
    <w:p w14:paraId="69567900" w14:textId="77777777" w:rsidR="001058BC" w:rsidRPr="007212C3" w:rsidRDefault="00960B88" w:rsidP="001058BC">
      <w:pPr>
        <w:pStyle w:val="exnumberedstep"/>
        <w:numPr>
          <w:ilvl w:val="0"/>
          <w:numId w:val="0"/>
        </w:numPr>
        <w:ind w:left="360"/>
      </w:pPr>
      <w:r w:rsidRPr="007212C3">
        <w:t>Notice the performance as well as the result</w:t>
      </w:r>
      <w:r w:rsidR="006E7363">
        <w:t>.</w:t>
      </w:r>
    </w:p>
    <w:p w14:paraId="356CE578" w14:textId="77777777" w:rsidR="00F92DD3" w:rsidRPr="00DF3AD7" w:rsidRDefault="00960B88" w:rsidP="009A6674">
      <w:pPr>
        <w:pStyle w:val="exnumberedstep"/>
        <w:numPr>
          <w:ilvl w:val="0"/>
          <w:numId w:val="19"/>
        </w:numPr>
        <w:tabs>
          <w:tab w:val="clear" w:pos="990"/>
          <w:tab w:val="num" w:pos="360"/>
        </w:tabs>
        <w:ind w:left="360"/>
        <w:rPr>
          <w:i/>
        </w:rPr>
      </w:pPr>
      <w:r>
        <w:t>Perform the same inference with the FPGA using the 32bit network</w:t>
      </w:r>
    </w:p>
    <w:p w14:paraId="2DABF8B9" w14:textId="77777777" w:rsidR="00960B88" w:rsidRDefault="00960B88" w:rsidP="00F92DD3">
      <w:pPr>
        <w:pStyle w:val="exnumberedstep"/>
        <w:numPr>
          <w:ilvl w:val="0"/>
          <w:numId w:val="0"/>
        </w:numPr>
        <w:ind w:left="360"/>
        <w:rPr>
          <w:i/>
        </w:rPr>
      </w:pPr>
      <w:r>
        <w:t>./demo -i dog2.jpg -l labels.txt -m breed_fp32.xml -d HETERO:FPGA,CPU</w:t>
      </w:r>
      <w:r>
        <w:rPr>
          <w:i/>
        </w:rPr>
        <w:t xml:space="preserve"> </w:t>
      </w:r>
    </w:p>
    <w:p w14:paraId="397199AA" w14:textId="77777777" w:rsidR="00F92DD3" w:rsidRPr="007212C3" w:rsidRDefault="00BF61D1" w:rsidP="00F92DD3">
      <w:pPr>
        <w:pStyle w:val="exnumberedstep"/>
        <w:numPr>
          <w:ilvl w:val="0"/>
          <w:numId w:val="0"/>
        </w:numPr>
        <w:ind w:left="360"/>
      </w:pPr>
      <w:r w:rsidRPr="007212C3">
        <w:t xml:space="preserve">Notice the confidence results, </w:t>
      </w:r>
      <w:r w:rsidR="00960B88" w:rsidRPr="007212C3">
        <w:t>should expect slightly different result since the FPGA is doing the operations in FP16</w:t>
      </w:r>
      <w:r w:rsidR="006E7363">
        <w:t>.</w:t>
      </w:r>
    </w:p>
    <w:p w14:paraId="5620DB09" w14:textId="4481B315" w:rsidR="00BF61D1" w:rsidRPr="007212C3" w:rsidRDefault="006E7363" w:rsidP="00F92DD3">
      <w:pPr>
        <w:pStyle w:val="exnumberedstep"/>
        <w:numPr>
          <w:ilvl w:val="0"/>
          <w:numId w:val="0"/>
        </w:numPr>
        <w:ind w:left="360"/>
      </w:pPr>
      <w:r>
        <w:t>Also notice</w:t>
      </w:r>
      <w:r w:rsidR="00BF61D1" w:rsidRPr="007212C3">
        <w:t xml:space="preserve"> the performance</w:t>
      </w:r>
      <w:r>
        <w:t>.</w:t>
      </w:r>
    </w:p>
    <w:p w14:paraId="457FBEA9" w14:textId="6920CB9D" w:rsidR="00960B88" w:rsidRPr="007212C3" w:rsidRDefault="006E7363" w:rsidP="00F92DD3">
      <w:pPr>
        <w:pStyle w:val="exnumberedstep"/>
        <w:numPr>
          <w:ilvl w:val="0"/>
          <w:numId w:val="0"/>
        </w:numPr>
        <w:ind w:left="360"/>
      </w:pPr>
      <w:r>
        <w:t>U</w:t>
      </w:r>
      <w:r w:rsidR="00960B88" w:rsidRPr="007212C3">
        <w:t>se the HETERO plug in to fall back to the CPU whenever a primitive is not supported on the FPGA. Here our network has a softmax layer that must be executed on the CPU</w:t>
      </w:r>
      <w:r>
        <w:t>.</w:t>
      </w:r>
    </w:p>
    <w:p w14:paraId="50C243CB" w14:textId="77777777" w:rsidR="00960B88" w:rsidRPr="00960B88" w:rsidRDefault="00960B88" w:rsidP="00960B88">
      <w:pPr>
        <w:pStyle w:val="exnumberedstep"/>
        <w:numPr>
          <w:ilvl w:val="0"/>
          <w:numId w:val="19"/>
        </w:numPr>
        <w:tabs>
          <w:tab w:val="clear" w:pos="990"/>
          <w:tab w:val="num" w:pos="360"/>
        </w:tabs>
        <w:ind w:left="360"/>
        <w:rPr>
          <w:i/>
        </w:rPr>
      </w:pPr>
      <w:r>
        <w:t>Perform the inference with the FPGA using the 16bit network</w:t>
      </w:r>
    </w:p>
    <w:p w14:paraId="47AF99E3" w14:textId="77777777" w:rsidR="00960B88" w:rsidRDefault="00960B88" w:rsidP="00960B88">
      <w:pPr>
        <w:pStyle w:val="exnumberedstep"/>
        <w:numPr>
          <w:ilvl w:val="0"/>
          <w:numId w:val="0"/>
        </w:numPr>
        <w:ind w:left="115" w:firstLine="72"/>
        <w:rPr>
          <w:i/>
        </w:rPr>
      </w:pPr>
      <w:r>
        <w:t>./demo -i dog2.jpg -l labels.txt -m breed_fp16.xml -d HETERO:FPGA,CPU</w:t>
      </w:r>
      <w:r>
        <w:rPr>
          <w:i/>
        </w:rPr>
        <w:t xml:space="preserve"> </w:t>
      </w:r>
    </w:p>
    <w:p w14:paraId="36AF7CD2" w14:textId="77777777" w:rsidR="00F92DD3" w:rsidRPr="007212C3" w:rsidRDefault="00960B88" w:rsidP="00960B88">
      <w:pPr>
        <w:pStyle w:val="exnumberedstep"/>
        <w:numPr>
          <w:ilvl w:val="0"/>
          <w:numId w:val="0"/>
        </w:numPr>
        <w:ind w:left="360"/>
      </w:pPr>
      <w:r w:rsidRPr="007212C3">
        <w:t>Notice the performance again. You should not see a difference in performance since the FPGA plugin simply truncates the values and the actual calculations are still done in FP16 on the FPGA</w:t>
      </w:r>
      <w:r w:rsidR="00BF61D1" w:rsidRPr="007212C3">
        <w:t xml:space="preserve"> as before</w:t>
      </w:r>
      <w:r w:rsidR="006E7363">
        <w:t>.</w:t>
      </w:r>
    </w:p>
    <w:p w14:paraId="05545896" w14:textId="77777777" w:rsidR="00F92DD3" w:rsidRPr="00BE5F56" w:rsidRDefault="00BE5F56" w:rsidP="009A6674">
      <w:pPr>
        <w:pStyle w:val="exnumberedstep"/>
        <w:numPr>
          <w:ilvl w:val="0"/>
          <w:numId w:val="19"/>
        </w:numPr>
        <w:tabs>
          <w:tab w:val="clear" w:pos="990"/>
          <w:tab w:val="num" w:pos="360"/>
        </w:tabs>
        <w:ind w:left="360"/>
        <w:rPr>
          <w:i/>
        </w:rPr>
      </w:pPr>
      <w:r>
        <w:t xml:space="preserve">Lets try to run a more optimized </w:t>
      </w:r>
      <w:r w:rsidR="00BF61D1">
        <w:t xml:space="preserve">16bit </w:t>
      </w:r>
      <w:r>
        <w:t>FPGA image</w:t>
      </w:r>
    </w:p>
    <w:p w14:paraId="0FD7333C" w14:textId="77777777" w:rsidR="00BE5F56" w:rsidRPr="00BE5F56" w:rsidRDefault="00BE5F56" w:rsidP="00BE5F56">
      <w:pPr>
        <w:pStyle w:val="exnumberedstep"/>
        <w:numPr>
          <w:ilvl w:val="1"/>
          <w:numId w:val="19"/>
        </w:numPr>
        <w:rPr>
          <w:i/>
        </w:rPr>
      </w:pPr>
      <w:r>
        <w:t>pushd .</w:t>
      </w:r>
    </w:p>
    <w:p w14:paraId="4DD535E0" w14:textId="77777777" w:rsidR="00BE5F56" w:rsidRDefault="00BE5F56" w:rsidP="00BE5F56">
      <w:pPr>
        <w:pStyle w:val="exnumberedstep"/>
        <w:numPr>
          <w:ilvl w:val="1"/>
          <w:numId w:val="19"/>
        </w:numPr>
      </w:pPr>
      <w:r w:rsidRPr="00BE5F56">
        <w:t>cd $IE_INSTALL/../a10_dcp_bitstreams</w:t>
      </w:r>
    </w:p>
    <w:p w14:paraId="0780AB3E" w14:textId="77777777" w:rsidR="00BE5F56" w:rsidRDefault="00BE5F56" w:rsidP="00BE5F56">
      <w:pPr>
        <w:pStyle w:val="exnumberedstep"/>
        <w:numPr>
          <w:ilvl w:val="1"/>
          <w:numId w:val="19"/>
        </w:numPr>
      </w:pPr>
      <w:r>
        <w:t>aocl program acl0 2-0-1_RC_FP16_GoogleNet.aocx</w:t>
      </w:r>
    </w:p>
    <w:p w14:paraId="6E362D55" w14:textId="77777777" w:rsidR="00BE5F56" w:rsidRDefault="00BE5F56" w:rsidP="00BE5F56">
      <w:pPr>
        <w:pStyle w:val="exnumberedstep"/>
        <w:numPr>
          <w:ilvl w:val="1"/>
          <w:numId w:val="19"/>
        </w:numPr>
      </w:pPr>
      <w:r>
        <w:t>popd</w:t>
      </w:r>
    </w:p>
    <w:p w14:paraId="2F75FE7B" w14:textId="745555B0" w:rsidR="00BE5F56" w:rsidRPr="007212C3" w:rsidRDefault="00BE5F56" w:rsidP="007212C3">
      <w:pPr>
        <w:pStyle w:val="exnumberedstep"/>
        <w:numPr>
          <w:ilvl w:val="0"/>
          <w:numId w:val="0"/>
        </w:numPr>
        <w:ind w:left="115"/>
      </w:pPr>
      <w:r w:rsidRPr="007212C3">
        <w:t xml:space="preserve">Because our classification network </w:t>
      </w:r>
      <w:r w:rsidR="006E7363">
        <w:t>is</w:t>
      </w:r>
      <w:r w:rsidR="006E7363" w:rsidRPr="007212C3">
        <w:t xml:space="preserve"> </w:t>
      </w:r>
      <w:r w:rsidRPr="007212C3">
        <w:t>based on the GoogLeNet topology, we can use a more optimized</w:t>
      </w:r>
      <w:r w:rsidR="007212C3">
        <w:t xml:space="preserve"> FPGA</w:t>
      </w:r>
      <w:r w:rsidRPr="007212C3">
        <w:t xml:space="preserve"> image</w:t>
      </w:r>
      <w:r w:rsidR="006E7363">
        <w:t xml:space="preserve">, removing </w:t>
      </w:r>
      <w:r w:rsidRPr="007212C3">
        <w:t>the primitives that GoogLeNet doesn’t need</w:t>
      </w:r>
      <w:r w:rsidR="006E7363">
        <w:t>, allowing</w:t>
      </w:r>
      <w:r w:rsidR="00BF61D1" w:rsidRPr="007212C3">
        <w:t xml:space="preserve"> more Processing E</w:t>
      </w:r>
      <w:r w:rsidRPr="007212C3">
        <w:t xml:space="preserve">lements </w:t>
      </w:r>
      <w:r w:rsidR="006E7363">
        <w:t>to</w:t>
      </w:r>
      <w:r w:rsidR="006E7363" w:rsidRPr="007212C3">
        <w:t xml:space="preserve"> </w:t>
      </w:r>
      <w:r w:rsidRPr="007212C3">
        <w:t>be placed onto the FPGA</w:t>
      </w:r>
      <w:r w:rsidR="00BF61D1" w:rsidRPr="007212C3">
        <w:t xml:space="preserve"> to accelerate convolutions.</w:t>
      </w:r>
    </w:p>
    <w:p w14:paraId="5CB07E09" w14:textId="77777777" w:rsidR="00445E97" w:rsidRPr="00BE5F56" w:rsidRDefault="00BE5F56" w:rsidP="009A6674">
      <w:pPr>
        <w:pStyle w:val="exnumberedstep"/>
        <w:numPr>
          <w:ilvl w:val="0"/>
          <w:numId w:val="19"/>
        </w:numPr>
        <w:tabs>
          <w:tab w:val="clear" w:pos="990"/>
          <w:tab w:val="num" w:pos="360"/>
        </w:tabs>
        <w:ind w:left="360"/>
        <w:rPr>
          <w:i/>
        </w:rPr>
      </w:pPr>
      <w:r>
        <w:t>Perform t</w:t>
      </w:r>
      <w:r w:rsidR="00BF61D1">
        <w:t>he inference with the FPGA</w:t>
      </w:r>
      <w:r>
        <w:t xml:space="preserve"> again</w:t>
      </w:r>
    </w:p>
    <w:p w14:paraId="79E018CD" w14:textId="77777777" w:rsidR="00445E97" w:rsidRPr="00217250" w:rsidRDefault="00BE5F56" w:rsidP="00BE5F56">
      <w:pPr>
        <w:pStyle w:val="exnumberedstep"/>
        <w:numPr>
          <w:ilvl w:val="0"/>
          <w:numId w:val="0"/>
        </w:numPr>
        <w:ind w:left="360"/>
        <w:rPr>
          <w:i/>
        </w:rPr>
      </w:pPr>
      <w:bookmarkStart w:id="0" w:name="_Hlk528024241"/>
      <w:r>
        <w:t>./demo</w:t>
      </w:r>
      <w:r w:rsidRPr="00BE5F56">
        <w:t xml:space="preserve"> -i dog2.jpg -l labels.txt -m breed_fp16.xml -d HETERO:FPGA,CPU</w:t>
      </w:r>
    </w:p>
    <w:bookmarkEnd w:id="0"/>
    <w:p w14:paraId="25246224" w14:textId="0DB3AB9C" w:rsidR="00217250" w:rsidRPr="007212C3" w:rsidRDefault="00BE5F56" w:rsidP="00217250">
      <w:pPr>
        <w:pStyle w:val="exnumberedstep"/>
        <w:numPr>
          <w:ilvl w:val="0"/>
          <w:numId w:val="0"/>
        </w:numPr>
        <w:ind w:left="360"/>
      </w:pPr>
      <w:r w:rsidRPr="007212C3">
        <w:t>You should now see a significant increase in performance</w:t>
      </w:r>
      <w:r w:rsidR="006E7363">
        <w:t>.</w:t>
      </w:r>
    </w:p>
    <w:p w14:paraId="7FD5C7AE" w14:textId="77777777" w:rsidR="00F92DD3" w:rsidRDefault="00BE5F56" w:rsidP="00BE5F56">
      <w:pPr>
        <w:pStyle w:val="exnumberedstep"/>
        <w:numPr>
          <w:ilvl w:val="0"/>
          <w:numId w:val="19"/>
        </w:numPr>
        <w:tabs>
          <w:tab w:val="clear" w:pos="990"/>
          <w:tab w:val="num" w:pos="360"/>
        </w:tabs>
        <w:ind w:left="360"/>
        <w:rPr>
          <w:i/>
        </w:rPr>
      </w:pPr>
      <w:r>
        <w:t>FPGAs can also be configured with lesser data types for better performance, let’s try to run the inference using FP11</w:t>
      </w:r>
      <w:r w:rsidR="00A63672">
        <w:t xml:space="preserve"> Generic image</w:t>
      </w:r>
    </w:p>
    <w:p w14:paraId="475A5ECA" w14:textId="5E0C01F3" w:rsidR="00BE5F56" w:rsidRPr="00BE5F56" w:rsidRDefault="00BE5F56" w:rsidP="00BE5F56">
      <w:pPr>
        <w:pStyle w:val="exnumberedstep"/>
        <w:numPr>
          <w:ilvl w:val="1"/>
          <w:numId w:val="19"/>
        </w:numPr>
      </w:pPr>
      <w:r>
        <w:t>p</w:t>
      </w:r>
      <w:r w:rsidRPr="00BE5F56">
        <w:t xml:space="preserve">ushd </w:t>
      </w:r>
      <w:r w:rsidR="006E7363">
        <w:t>.</w:t>
      </w:r>
    </w:p>
    <w:p w14:paraId="70F33988" w14:textId="77777777" w:rsidR="00BE5F56" w:rsidRPr="00BE5F56" w:rsidRDefault="00BE5F56" w:rsidP="00BE5F56">
      <w:pPr>
        <w:pStyle w:val="exnumberedstep"/>
        <w:numPr>
          <w:ilvl w:val="1"/>
          <w:numId w:val="19"/>
        </w:numPr>
      </w:pPr>
      <w:r w:rsidRPr="00BE5F56">
        <w:lastRenderedPageBreak/>
        <w:t>cd $IE_INSTALL/../a10_dcp_bitstreams</w:t>
      </w:r>
    </w:p>
    <w:p w14:paraId="3DF3018E" w14:textId="77777777" w:rsidR="00BE5F56" w:rsidRDefault="00BE5F56" w:rsidP="00BE5F56">
      <w:pPr>
        <w:pStyle w:val="exnumberedstep"/>
        <w:numPr>
          <w:ilvl w:val="1"/>
          <w:numId w:val="19"/>
        </w:numPr>
      </w:pPr>
      <w:r>
        <w:t>a</w:t>
      </w:r>
      <w:r w:rsidRPr="00BE5F56">
        <w:t>ocl program acl0</w:t>
      </w:r>
      <w:r w:rsidR="00A63672">
        <w:t xml:space="preserve"> 2-0-1_RC_FP11_Generic.aocx</w:t>
      </w:r>
    </w:p>
    <w:p w14:paraId="2E8F74D6" w14:textId="77777777" w:rsidR="00F92DD3" w:rsidRPr="00A63672" w:rsidRDefault="00A63672" w:rsidP="00A63672">
      <w:pPr>
        <w:pStyle w:val="exnumberedstep"/>
        <w:numPr>
          <w:ilvl w:val="1"/>
          <w:numId w:val="19"/>
        </w:numPr>
      </w:pPr>
      <w:r>
        <w:t>popd</w:t>
      </w:r>
    </w:p>
    <w:p w14:paraId="5081FDD3" w14:textId="77777777" w:rsidR="00F92DD3" w:rsidRPr="00805B08" w:rsidRDefault="00A63672" w:rsidP="009A6674">
      <w:pPr>
        <w:pStyle w:val="exnumberedstep"/>
        <w:numPr>
          <w:ilvl w:val="0"/>
          <w:numId w:val="19"/>
        </w:numPr>
        <w:tabs>
          <w:tab w:val="clear" w:pos="990"/>
          <w:tab w:val="num" w:pos="360"/>
        </w:tabs>
        <w:ind w:left="360"/>
        <w:rPr>
          <w:i/>
        </w:rPr>
      </w:pPr>
      <w:r>
        <w:t>Run the inference again</w:t>
      </w:r>
    </w:p>
    <w:p w14:paraId="25F35774" w14:textId="77777777" w:rsidR="00A63672" w:rsidRPr="00A63672" w:rsidRDefault="00A63672" w:rsidP="00F92DD3">
      <w:pPr>
        <w:pStyle w:val="exnumberedstep"/>
        <w:numPr>
          <w:ilvl w:val="0"/>
          <w:numId w:val="0"/>
        </w:numPr>
        <w:ind w:left="360"/>
      </w:pPr>
      <w:r w:rsidRPr="00A63672">
        <w:t>./demo -i dog2.jpg -l labels.txt -m breed_fp16.xml -d HETERO:FPGA,CPU</w:t>
      </w:r>
    </w:p>
    <w:p w14:paraId="036EC1C7" w14:textId="77777777" w:rsidR="00217250" w:rsidRPr="007212C3" w:rsidRDefault="00A63672" w:rsidP="00F92DD3">
      <w:pPr>
        <w:pStyle w:val="exnumberedstep"/>
        <w:numPr>
          <w:ilvl w:val="0"/>
          <w:numId w:val="0"/>
        </w:numPr>
        <w:ind w:left="360"/>
      </w:pPr>
      <w:r w:rsidRPr="007212C3">
        <w:t xml:space="preserve">You should see an </w:t>
      </w:r>
      <w:r w:rsidR="006E7363">
        <w:t xml:space="preserve">performance </w:t>
      </w:r>
      <w:r w:rsidRPr="007212C3">
        <w:t>increase again</w:t>
      </w:r>
      <w:bookmarkStart w:id="1" w:name="_GoBack"/>
      <w:bookmarkEnd w:id="1"/>
      <w:r w:rsidR="006E7363">
        <w:t>.</w:t>
      </w:r>
    </w:p>
    <w:p w14:paraId="4B0CB174" w14:textId="77777777" w:rsidR="00F578F0" w:rsidRPr="00F578F0" w:rsidRDefault="00A63672" w:rsidP="009A6674">
      <w:pPr>
        <w:pStyle w:val="exnumberedstep"/>
        <w:numPr>
          <w:ilvl w:val="0"/>
          <w:numId w:val="19"/>
        </w:numPr>
        <w:tabs>
          <w:tab w:val="clear" w:pos="990"/>
          <w:tab w:val="num" w:pos="360"/>
        </w:tabs>
        <w:ind w:left="360"/>
        <w:rPr>
          <w:i/>
        </w:rPr>
      </w:pPr>
      <w:r>
        <w:t>Lets try the FP11 FPGA image optimized for GoogLeNet</w:t>
      </w:r>
    </w:p>
    <w:p w14:paraId="410097E4" w14:textId="77777777" w:rsidR="00A63672" w:rsidRPr="00BE5F56" w:rsidRDefault="00A63672" w:rsidP="00A63672">
      <w:pPr>
        <w:pStyle w:val="exnumberedstep"/>
        <w:numPr>
          <w:ilvl w:val="1"/>
          <w:numId w:val="19"/>
        </w:numPr>
      </w:pPr>
      <w:r>
        <w:t>p</w:t>
      </w:r>
      <w:r w:rsidRPr="00BE5F56">
        <w:t>ushd .</w:t>
      </w:r>
    </w:p>
    <w:p w14:paraId="4ECFDD1E" w14:textId="77777777" w:rsidR="00A63672" w:rsidRPr="00BE5F56" w:rsidRDefault="00A63672" w:rsidP="00A63672">
      <w:pPr>
        <w:pStyle w:val="exnumberedstep"/>
        <w:numPr>
          <w:ilvl w:val="1"/>
          <w:numId w:val="19"/>
        </w:numPr>
      </w:pPr>
      <w:r w:rsidRPr="00BE5F56">
        <w:t>cd $IE_INSTALL/../a10_dcp_bitstreams</w:t>
      </w:r>
    </w:p>
    <w:p w14:paraId="1762B931" w14:textId="77777777" w:rsidR="00A63672" w:rsidRDefault="00A63672" w:rsidP="00A63672">
      <w:pPr>
        <w:pStyle w:val="exnumberedstep"/>
        <w:numPr>
          <w:ilvl w:val="1"/>
          <w:numId w:val="19"/>
        </w:numPr>
      </w:pPr>
      <w:r>
        <w:t>a</w:t>
      </w:r>
      <w:r w:rsidRPr="00BE5F56">
        <w:t>ocl program acl0</w:t>
      </w:r>
      <w:r>
        <w:t xml:space="preserve"> 2-0-1_RC_FP11_GoogleNet.aocx</w:t>
      </w:r>
    </w:p>
    <w:p w14:paraId="416758DA" w14:textId="77777777" w:rsidR="00A63672" w:rsidRPr="00A63672" w:rsidRDefault="00A63672" w:rsidP="00A63672">
      <w:pPr>
        <w:pStyle w:val="exnumberedstep"/>
        <w:numPr>
          <w:ilvl w:val="1"/>
          <w:numId w:val="19"/>
        </w:numPr>
      </w:pPr>
      <w:r>
        <w:t>popd</w:t>
      </w:r>
    </w:p>
    <w:p w14:paraId="34C88B0C" w14:textId="77777777" w:rsidR="00A63672" w:rsidRPr="00805B08" w:rsidRDefault="00A63672" w:rsidP="00A63672">
      <w:pPr>
        <w:pStyle w:val="exnumberedstep"/>
        <w:numPr>
          <w:ilvl w:val="0"/>
          <w:numId w:val="19"/>
        </w:numPr>
        <w:tabs>
          <w:tab w:val="clear" w:pos="990"/>
          <w:tab w:val="num" w:pos="360"/>
        </w:tabs>
        <w:ind w:left="360"/>
        <w:rPr>
          <w:i/>
        </w:rPr>
      </w:pPr>
      <w:r>
        <w:t>Run the inference again</w:t>
      </w:r>
    </w:p>
    <w:p w14:paraId="0C8B1BC3" w14:textId="77777777" w:rsidR="000C1267" w:rsidRPr="00A63672" w:rsidRDefault="00A63672" w:rsidP="00A63672">
      <w:pPr>
        <w:pStyle w:val="exnumberedstep"/>
        <w:numPr>
          <w:ilvl w:val="0"/>
          <w:numId w:val="0"/>
        </w:numPr>
        <w:ind w:left="360"/>
      </w:pPr>
      <w:r w:rsidRPr="00A63672">
        <w:t>./demo -i dog2.jpg -l labels.txt -m b</w:t>
      </w:r>
      <w:r>
        <w:t>reed_fp16.xml -d HETERO:FPGA,CPU</w:t>
      </w:r>
    </w:p>
    <w:p w14:paraId="4FB4B77E" w14:textId="68AD12E4" w:rsidR="000C1267" w:rsidRPr="007212C3" w:rsidRDefault="00A63672" w:rsidP="000C1267">
      <w:pPr>
        <w:pStyle w:val="exnumberedstep"/>
        <w:numPr>
          <w:ilvl w:val="0"/>
          <w:numId w:val="0"/>
        </w:numPr>
        <w:ind w:left="360"/>
      </w:pPr>
      <w:r w:rsidRPr="007212C3">
        <w:t>As you can see due to the flexible nature of FPGAs</w:t>
      </w:r>
      <w:r w:rsidR="00BF61D1" w:rsidRPr="007212C3">
        <w:t>,</w:t>
      </w:r>
      <w:r w:rsidRPr="007212C3">
        <w:t xml:space="preserve"> you’ll see improvements in performance as you ta</w:t>
      </w:r>
      <w:r w:rsidR="006E7363">
        <w:t>i</w:t>
      </w:r>
      <w:r w:rsidRPr="007212C3">
        <w:t>lor the FPGA image to your network or by using lesser data types.</w:t>
      </w:r>
    </w:p>
    <w:p w14:paraId="62F04AB1" w14:textId="77777777" w:rsidR="00F92DD3" w:rsidRDefault="00A63672" w:rsidP="007212C3">
      <w:pPr>
        <w:pStyle w:val="exnumberedstep"/>
        <w:numPr>
          <w:ilvl w:val="0"/>
          <w:numId w:val="0"/>
        </w:numPr>
        <w:ind w:left="360"/>
        <w:jc w:val="center"/>
      </w:pPr>
      <w:r>
        <w:drawing>
          <wp:inline distT="0" distB="0" distL="0" distR="0" wp14:anchorId="26F9E5E1" wp14:editId="5BF4B025">
            <wp:extent cx="3589020" cy="37227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ot6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3679" cy="3737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E540C" w14:textId="77777777" w:rsidR="006E7363" w:rsidRPr="00A63672" w:rsidRDefault="006E7363" w:rsidP="007212C3">
      <w:pPr>
        <w:pStyle w:val="exnumberedstep"/>
        <w:numPr>
          <w:ilvl w:val="0"/>
          <w:numId w:val="0"/>
        </w:numPr>
        <w:ind w:left="360"/>
        <w:jc w:val="center"/>
      </w:pPr>
      <w:r>
        <w:t>Figure 3.  Dog classification results</w:t>
      </w:r>
    </w:p>
    <w:p w14:paraId="1E9B31D8" w14:textId="77777777" w:rsidR="00F92DD3" w:rsidRPr="00D20FAF" w:rsidRDefault="00F92DD3" w:rsidP="00F92DD3">
      <w:pPr>
        <w:spacing w:before="160"/>
        <w:rPr>
          <w:i/>
          <w:iCs/>
          <w:sz w:val="24"/>
        </w:rPr>
      </w:pPr>
      <w:r w:rsidRPr="00D20FAF">
        <w:rPr>
          <w:b/>
          <w:bCs/>
          <w:sz w:val="24"/>
        </w:rPr>
        <w:lastRenderedPageBreak/>
        <w:t>Exercise Summary</w:t>
      </w:r>
    </w:p>
    <w:p w14:paraId="42D3EB02" w14:textId="77777777" w:rsidR="00F92DD3" w:rsidRPr="00D071B5" w:rsidRDefault="00F92DD3" w:rsidP="00F92DD3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Practiced </w:t>
      </w:r>
      <w:r w:rsidR="00A63672">
        <w:rPr>
          <w:sz w:val="24"/>
        </w:rPr>
        <w:t>executing the same topology on various different FPGA images and compare performance results</w:t>
      </w:r>
    </w:p>
    <w:p w14:paraId="56EB86C3" w14:textId="77777777" w:rsidR="00F92DD3" w:rsidRPr="00D20FAF" w:rsidRDefault="00F92DD3" w:rsidP="00F92DD3">
      <w:pPr>
        <w:rPr>
          <w:sz w:val="24"/>
        </w:rPr>
      </w:pPr>
    </w:p>
    <w:p w14:paraId="249DDB48" w14:textId="77777777" w:rsidR="00E827D5" w:rsidRPr="0009746E" w:rsidRDefault="00F92DD3" w:rsidP="00D071B5">
      <w:pPr>
        <w:jc w:val="center"/>
        <w:rPr>
          <w:b/>
          <w:sz w:val="28"/>
          <w:szCs w:val="32"/>
        </w:rPr>
      </w:pPr>
      <w:r w:rsidRPr="00D20FAF">
        <w:rPr>
          <w:b/>
          <w:sz w:val="28"/>
          <w:szCs w:val="32"/>
        </w:rPr>
        <w:t>END OF EXERCI</w:t>
      </w:r>
      <w:r>
        <w:rPr>
          <w:b/>
          <w:sz w:val="28"/>
          <w:szCs w:val="32"/>
        </w:rPr>
        <w:t xml:space="preserve">SE </w:t>
      </w:r>
      <w:r w:rsidR="00A63672">
        <w:rPr>
          <w:b/>
          <w:sz w:val="28"/>
          <w:szCs w:val="32"/>
        </w:rPr>
        <w:t>2</w:t>
      </w:r>
    </w:p>
    <w:sectPr w:rsidR="00E827D5" w:rsidRPr="0009746E" w:rsidSect="00DF000F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type w:val="oddPage"/>
      <w:pgSz w:w="12240" w:h="15840"/>
      <w:pgMar w:top="1080" w:right="1800" w:bottom="1080" w:left="18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815D2" w14:textId="77777777" w:rsidR="00516650" w:rsidRDefault="00516650">
      <w:r>
        <w:separator/>
      </w:r>
    </w:p>
  </w:endnote>
  <w:endnote w:type="continuationSeparator" w:id="0">
    <w:p w14:paraId="0204CE7D" w14:textId="77777777" w:rsidR="00516650" w:rsidRDefault="0051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1C9B3" w14:textId="77777777" w:rsidR="007760FD" w:rsidRDefault="007760FD" w:rsidP="009D05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563CDF8" w14:textId="77777777" w:rsidR="007760FD" w:rsidRPr="00BB0633" w:rsidRDefault="007760FD">
    <w:pPr>
      <w:pStyle w:val="Footer"/>
      <w:rPr>
        <w:rFonts w:ascii="Arial" w:hAnsi="Arial"/>
        <w:b/>
        <w:sz w:val="16"/>
        <w:lang w:val="pt-BR"/>
      </w:rPr>
    </w:pPr>
    <w:r w:rsidRPr="00BB0633">
      <w:rPr>
        <w:rFonts w:ascii="Arial" w:hAnsi="Arial"/>
        <w:b/>
        <w:sz w:val="16"/>
        <w:lang w:val="pt-BR"/>
      </w:rPr>
      <w:t xml:space="preserve">Copyright © </w:t>
    </w:r>
    <w:r>
      <w:rPr>
        <w:rFonts w:ascii="Arial" w:hAnsi="Arial"/>
        <w:b/>
        <w:sz w:val="16"/>
        <w:lang w:val="pt-BR"/>
      </w:rPr>
      <w:t>2016</w:t>
    </w:r>
    <w:r w:rsidRPr="00BB0633">
      <w:rPr>
        <w:rFonts w:ascii="Arial" w:hAnsi="Arial"/>
        <w:b/>
        <w:sz w:val="16"/>
        <w:lang w:val="pt-BR"/>
      </w:rPr>
      <w:t xml:space="preserve"> Altera Corporation</w:t>
    </w:r>
    <w:r w:rsidRPr="00BB0633">
      <w:rPr>
        <w:rFonts w:ascii="Arial" w:hAnsi="Arial"/>
        <w:b/>
        <w:sz w:val="16"/>
        <w:lang w:val="pt-BR"/>
      </w:rPr>
      <w:tab/>
    </w:r>
    <w:r w:rsidRPr="00BB0633">
      <w:rPr>
        <w:rFonts w:ascii="Arial" w:hAnsi="Arial"/>
        <w:b/>
        <w:sz w:val="16"/>
        <w:lang w:val="pt-BR"/>
      </w:rPr>
      <w:tab/>
    </w:r>
  </w:p>
  <w:p w14:paraId="60E152D2" w14:textId="77777777" w:rsidR="007760FD" w:rsidRPr="00BB0633" w:rsidRDefault="007760FD" w:rsidP="0037238E">
    <w:pPr>
      <w:pStyle w:val="Footer"/>
      <w:rPr>
        <w:sz w:val="16"/>
        <w:szCs w:val="16"/>
        <w:lang w:val="pt-BR"/>
      </w:rPr>
    </w:pPr>
    <w:r w:rsidRPr="00BB0633">
      <w:rPr>
        <w:sz w:val="16"/>
        <w:szCs w:val="16"/>
        <w:lang w:val="pt-BR"/>
      </w:rPr>
      <w:t xml:space="preserve">                                                                                                                                             </w:t>
    </w:r>
    <w:r>
      <w:rPr>
        <w:sz w:val="16"/>
        <w:szCs w:val="16"/>
        <w:lang w:val="pt-BR"/>
      </w:rPr>
      <w:t xml:space="preserve">                       </w:t>
    </w:r>
    <w:r w:rsidRPr="00BB0633">
      <w:rPr>
        <w:sz w:val="16"/>
        <w:szCs w:val="16"/>
        <w:lang w:val="pt-BR"/>
      </w:rPr>
      <w:t xml:space="preserve"> A</w:t>
    </w:r>
    <w:bookmarkStart w:id="2" w:name="OLE_LINK1"/>
    <w:r w:rsidRPr="00BB0633">
      <w:rPr>
        <w:sz w:val="16"/>
        <w:szCs w:val="16"/>
        <w:lang w:val="pt-BR"/>
      </w:rPr>
      <w:t>-MNL-</w:t>
    </w:r>
    <w:bookmarkEnd w:id="2"/>
    <w:r>
      <w:rPr>
        <w:sz w:val="16"/>
        <w:szCs w:val="16"/>
        <w:lang w:val="pt-BR"/>
      </w:rPr>
      <w:t>OOCL</w:t>
    </w:r>
    <w:r w:rsidRPr="00BB0633">
      <w:rPr>
        <w:sz w:val="16"/>
        <w:szCs w:val="16"/>
        <w:lang w:val="pt-BR"/>
      </w:rPr>
      <w:t>-EX-</w:t>
    </w:r>
    <w:r>
      <w:rPr>
        <w:sz w:val="16"/>
        <w:szCs w:val="16"/>
        <w:lang w:val="pt-BR"/>
      </w:rPr>
      <w:t xml:space="preserve">16-0-v2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8A0FA" w14:textId="77777777" w:rsidR="007760FD" w:rsidRDefault="007760FD" w:rsidP="00DF000F">
    <w:pPr>
      <w:pStyle w:val="Footer"/>
      <w:framePr w:w="2559" w:wrap="around" w:vAnchor="text" w:hAnchor="page" w:x="4869" w:y="115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34A2">
      <w:rPr>
        <w:rStyle w:val="PageNumber"/>
        <w:noProof/>
      </w:rPr>
      <w:t>7</w:t>
    </w:r>
    <w:r>
      <w:rPr>
        <w:rStyle w:val="PageNumber"/>
      </w:rPr>
      <w:fldChar w:fldCharType="end"/>
    </w:r>
  </w:p>
  <w:p w14:paraId="53A45250" w14:textId="77777777" w:rsidR="007760FD" w:rsidRDefault="007760FD" w:rsidP="00DF000F">
    <w:pPr>
      <w:pStyle w:val="Footer"/>
      <w:framePr w:w="2559" w:wrap="around" w:vAnchor="text" w:hAnchor="page" w:x="4869" w:y="115"/>
      <w:jc w:val="right"/>
      <w:rPr>
        <w:rFonts w:ascii="Arial" w:hAnsi="Arial"/>
        <w:b/>
        <w:sz w:val="16"/>
      </w:rPr>
    </w:pPr>
    <w:r>
      <w:rPr>
        <w:rFonts w:ascii="Arial" w:hAnsi="Arial"/>
        <w:b/>
        <w:sz w:val="16"/>
      </w:rPr>
      <w:tab/>
    </w:r>
  </w:p>
  <w:p w14:paraId="61F6A971" w14:textId="77777777" w:rsidR="007760FD" w:rsidRPr="00BB72B2" w:rsidRDefault="00FE59F7" w:rsidP="00BB72B2">
    <w:pPr>
      <w:pStyle w:val="Footer"/>
      <w:rPr>
        <w:sz w:val="16"/>
        <w:lang w:val="pt-BR"/>
      </w:rPr>
    </w:pPr>
    <w:r>
      <w:rPr>
        <w:sz w:val="16"/>
        <w:szCs w:val="16"/>
        <w:lang w:val="pt-BR"/>
      </w:rPr>
      <w:t xml:space="preserve">                                                </w:t>
    </w:r>
    <w:r w:rsidR="007760FD">
      <w:rPr>
        <w:sz w:val="16"/>
        <w:szCs w:val="16"/>
        <w:lang w:val="pt-BR"/>
      </w:rPr>
      <w:t xml:space="preserve">   </w:t>
    </w:r>
    <w:r w:rsidR="007760FD">
      <w:rPr>
        <w:sz w:val="16"/>
        <w:lang w:val="pt-BR"/>
      </w:rPr>
      <w:t xml:space="preserve">                                                                                                          </w:t>
    </w:r>
    <w:r w:rsidR="007760FD" w:rsidRPr="00DF000F">
      <w:rPr>
        <w:sz w:val="16"/>
        <w:lang w:val="pt-BR"/>
      </w:rPr>
      <w:t>Copyright © 20</w:t>
    </w:r>
    <w:r w:rsidR="007E02C0">
      <w:rPr>
        <w:sz w:val="16"/>
        <w:lang w:val="pt-BR"/>
      </w:rPr>
      <w:t>18</w:t>
    </w:r>
    <w:r w:rsidR="007760FD">
      <w:rPr>
        <w:sz w:val="16"/>
        <w:lang w:val="pt-BR"/>
      </w:rPr>
      <w:t xml:space="preserve"> Intel</w:t>
    </w:r>
    <w:r w:rsidR="007760FD" w:rsidRPr="00DF000F">
      <w:rPr>
        <w:sz w:val="16"/>
        <w:lang w:val="pt-BR"/>
      </w:rPr>
      <w:t xml:space="preserve"> Corporation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794C7" w14:textId="77777777" w:rsidR="007760FD" w:rsidRDefault="007760FD" w:rsidP="00BB72B2">
    <w:pPr>
      <w:pStyle w:val="Footer"/>
      <w:jc w:val="center"/>
    </w:pPr>
    <w:r>
      <w:rPr>
        <w:noProof/>
      </w:rPr>
      <w:drawing>
        <wp:inline distT="0" distB="0" distL="0" distR="0" wp14:anchorId="6E6A19EF" wp14:editId="7771D431">
          <wp:extent cx="1431925" cy="948690"/>
          <wp:effectExtent l="0" t="0" r="0" b="3810"/>
          <wp:docPr id="126" name="Picture 126" descr="http://upload.wikimedia.org/wikipedia/commons/thumb/c/c9/Intel-logo.svg/300px-Intel-lo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upload.wikimedia.org/wikipedia/commons/thumb/c/c9/Intel-logo.svg/300px-Intel-logo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C1193" w14:textId="77777777" w:rsidR="00516650" w:rsidRDefault="00516650">
      <w:r>
        <w:separator/>
      </w:r>
    </w:p>
  </w:footnote>
  <w:footnote w:type="continuationSeparator" w:id="0">
    <w:p w14:paraId="7059862A" w14:textId="77777777" w:rsidR="00516650" w:rsidRDefault="00516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A60F9" w14:textId="77777777" w:rsidR="007760FD" w:rsidRDefault="007760FD">
    <w:pPr>
      <w:pStyle w:val="Header"/>
      <w:tabs>
        <w:tab w:val="clear" w:pos="4320"/>
      </w:tabs>
      <w:rPr>
        <w:b/>
      </w:rPr>
    </w:pPr>
    <w:r>
      <w:rPr>
        <w:b/>
      </w:rPr>
      <w:t>Exercises</w:t>
    </w:r>
    <w:r>
      <w:rPr>
        <w:b/>
      </w:rPr>
      <w:tab/>
      <w:t>Optimizing OpenCL for Altera FPGAs</w:t>
    </w:r>
  </w:p>
  <w:p w14:paraId="7316E547" w14:textId="77777777" w:rsidR="007760FD" w:rsidRDefault="007760FD">
    <w:pPr>
      <w:pStyle w:val="Header"/>
      <w:tabs>
        <w:tab w:val="clear" w:pos="4320"/>
      </w:tabs>
      <w:rPr>
        <w:b/>
      </w:rPr>
    </w:pPr>
  </w:p>
  <w:p w14:paraId="5066D72B" w14:textId="77777777" w:rsidR="007760FD" w:rsidRPr="00183501" w:rsidRDefault="007760FD">
    <w:pPr>
      <w:pStyle w:val="Header"/>
      <w:tabs>
        <w:tab w:val="clear" w:pos="4320"/>
      </w:tabs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D0AEB" w14:textId="77777777" w:rsidR="007760FD" w:rsidRDefault="00FC5054">
    <w:pPr>
      <w:pStyle w:val="Header"/>
      <w:tabs>
        <w:tab w:val="clear" w:pos="4320"/>
      </w:tabs>
      <w:rPr>
        <w:b/>
      </w:rPr>
    </w:pPr>
    <w:r>
      <w:rPr>
        <w:b/>
      </w:rPr>
      <w:t>Inference with FPGAs</w:t>
    </w:r>
    <w:r w:rsidR="007760FD">
      <w:tab/>
    </w:r>
    <w:r w:rsidR="007760FD">
      <w:rPr>
        <w:b/>
      </w:rPr>
      <w:t>Exercises</w:t>
    </w:r>
  </w:p>
  <w:p w14:paraId="2068B277" w14:textId="77777777" w:rsidR="007760FD" w:rsidRDefault="007760FD">
    <w:pPr>
      <w:pStyle w:val="Header"/>
      <w:tabs>
        <w:tab w:val="clear" w:pos="4320"/>
      </w:tabs>
      <w:rPr>
        <w:b/>
      </w:rPr>
    </w:pPr>
  </w:p>
  <w:p w14:paraId="6B933194" w14:textId="77777777" w:rsidR="007760FD" w:rsidRDefault="007760FD">
    <w:pPr>
      <w:pStyle w:val="Header"/>
      <w:tabs>
        <w:tab w:val="clear" w:pos="43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69E6"/>
    <w:multiLevelType w:val="hybridMultilevel"/>
    <w:tmpl w:val="AB7EA618"/>
    <w:lvl w:ilvl="0" w:tplc="CA5E1618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4D199D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51B75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A6B3B"/>
    <w:multiLevelType w:val="hybridMultilevel"/>
    <w:tmpl w:val="E662F4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C6661"/>
    <w:multiLevelType w:val="hybridMultilevel"/>
    <w:tmpl w:val="32A07970"/>
    <w:lvl w:ilvl="0" w:tplc="CCD6E42E">
      <w:start w:val="2"/>
      <w:numFmt w:val="decimal"/>
      <w:pStyle w:val="exnumberedstep"/>
      <w:lvlText w:val="____ %1."/>
      <w:lvlJc w:val="right"/>
      <w:pPr>
        <w:tabs>
          <w:tab w:val="num" w:pos="-29"/>
        </w:tabs>
        <w:ind w:left="115" w:firstLine="72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11569484">
      <w:start w:val="1"/>
      <w:numFmt w:val="decimal"/>
      <w:lvlText w:val="%4."/>
      <w:lvlJc w:val="left"/>
      <w:pPr>
        <w:ind w:left="297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6F1154C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D66AD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E6780"/>
    <w:multiLevelType w:val="hybridMultilevel"/>
    <w:tmpl w:val="AB7EA618"/>
    <w:lvl w:ilvl="0" w:tplc="CA5E1618">
      <w:start w:val="1"/>
      <w:numFmt w:val="decimal"/>
      <w:lvlText w:val="____ %1."/>
      <w:lvlJc w:val="right"/>
      <w:pPr>
        <w:tabs>
          <w:tab w:val="num" w:pos="630"/>
        </w:tabs>
        <w:ind w:left="63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41DAF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3C6B6A"/>
    <w:multiLevelType w:val="hybridMultilevel"/>
    <w:tmpl w:val="E82676FE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CE0B94"/>
    <w:multiLevelType w:val="hybridMultilevel"/>
    <w:tmpl w:val="C4D22D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1AC73C0"/>
    <w:multiLevelType w:val="hybridMultilevel"/>
    <w:tmpl w:val="4EA809C2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07987"/>
    <w:multiLevelType w:val="hybridMultilevel"/>
    <w:tmpl w:val="74660F6A"/>
    <w:lvl w:ilvl="0" w:tplc="D4EE4E56">
      <w:start w:val="1"/>
      <w:numFmt w:val="bullet"/>
      <w:pStyle w:val="ExerciseIntroBullet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481CDBB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7C6319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7657A"/>
    <w:multiLevelType w:val="hybridMultilevel"/>
    <w:tmpl w:val="95601F9C"/>
    <w:lvl w:ilvl="0" w:tplc="3C785434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631AF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624FEE"/>
    <w:multiLevelType w:val="hybridMultilevel"/>
    <w:tmpl w:val="E82676FE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9248B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224EE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23F4D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35B9C"/>
    <w:multiLevelType w:val="hybridMultilevel"/>
    <w:tmpl w:val="7ACA38BA"/>
    <w:lvl w:ilvl="0" w:tplc="4BB8556A">
      <w:start w:val="1"/>
      <w:numFmt w:val="decimal"/>
      <w:lvlText w:val="____ %1."/>
      <w:lvlJc w:val="righ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30296"/>
    <w:multiLevelType w:val="hybridMultilevel"/>
    <w:tmpl w:val="589014E6"/>
    <w:lvl w:ilvl="0" w:tplc="EFECF7D2">
      <w:start w:val="1"/>
      <w:numFmt w:val="decimal"/>
      <w:pStyle w:val="Labnumberedsteps"/>
      <w:lvlText w:val="____ %1."/>
      <w:lvlJc w:val="right"/>
      <w:pPr>
        <w:ind w:left="-72" w:firstLine="72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090019">
      <w:start w:val="1"/>
      <w:numFmt w:val="lowerLetter"/>
      <w:lvlText w:val="%2."/>
      <w:lvlJc w:val="left"/>
      <w:pPr>
        <w:ind w:left="12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12"/>
  </w:num>
  <w:num w:numId="4">
    <w:abstractNumId w:val="7"/>
  </w:num>
  <w:num w:numId="5">
    <w:abstractNumId w:val="4"/>
  </w:num>
  <w:num w:numId="6">
    <w:abstractNumId w:val="6"/>
  </w:num>
  <w:num w:numId="7">
    <w:abstractNumId w:val="15"/>
  </w:num>
  <w:num w:numId="8">
    <w:abstractNumId w:val="20"/>
  </w:num>
  <w:num w:numId="9">
    <w:abstractNumId w:val="2"/>
  </w:num>
  <w:num w:numId="10">
    <w:abstractNumId w:val="8"/>
  </w:num>
  <w:num w:numId="11">
    <w:abstractNumId w:val="19"/>
  </w:num>
  <w:num w:numId="12">
    <w:abstractNumId w:val="5"/>
  </w:num>
  <w:num w:numId="13">
    <w:abstractNumId w:val="14"/>
  </w:num>
  <w:num w:numId="14">
    <w:abstractNumId w:val="17"/>
  </w:num>
  <w:num w:numId="15">
    <w:abstractNumId w:val="1"/>
  </w:num>
  <w:num w:numId="16">
    <w:abstractNumId w:val="18"/>
  </w:num>
  <w:num w:numId="17">
    <w:abstractNumId w:val="13"/>
  </w:num>
  <w:num w:numId="18">
    <w:abstractNumId w:val="10"/>
  </w:num>
  <w:num w:numId="19">
    <w:abstractNumId w:val="0"/>
  </w:num>
  <w:num w:numId="20">
    <w:abstractNumId w:val="9"/>
  </w:num>
  <w:num w:numId="21">
    <w:abstractNumId w:val="16"/>
  </w:num>
  <w:num w:numId="22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trackRevisions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A5F"/>
    <w:rsid w:val="00000AF0"/>
    <w:rsid w:val="00002C1E"/>
    <w:rsid w:val="00003D35"/>
    <w:rsid w:val="00003FC5"/>
    <w:rsid w:val="00004148"/>
    <w:rsid w:val="00004F7E"/>
    <w:rsid w:val="000060B9"/>
    <w:rsid w:val="000062BC"/>
    <w:rsid w:val="00006EE1"/>
    <w:rsid w:val="0000731E"/>
    <w:rsid w:val="00007903"/>
    <w:rsid w:val="00007A32"/>
    <w:rsid w:val="00013D0D"/>
    <w:rsid w:val="0001490A"/>
    <w:rsid w:val="0001781B"/>
    <w:rsid w:val="00023CC1"/>
    <w:rsid w:val="00023D6C"/>
    <w:rsid w:val="00026819"/>
    <w:rsid w:val="000303F1"/>
    <w:rsid w:val="0003049D"/>
    <w:rsid w:val="00031164"/>
    <w:rsid w:val="00034838"/>
    <w:rsid w:val="00035A43"/>
    <w:rsid w:val="00041905"/>
    <w:rsid w:val="00041EAC"/>
    <w:rsid w:val="00043575"/>
    <w:rsid w:val="00044235"/>
    <w:rsid w:val="0004797E"/>
    <w:rsid w:val="00047A60"/>
    <w:rsid w:val="000503C9"/>
    <w:rsid w:val="00051029"/>
    <w:rsid w:val="000519A9"/>
    <w:rsid w:val="00054626"/>
    <w:rsid w:val="00055436"/>
    <w:rsid w:val="00056A02"/>
    <w:rsid w:val="00056C25"/>
    <w:rsid w:val="00057D69"/>
    <w:rsid w:val="00060C72"/>
    <w:rsid w:val="00062E85"/>
    <w:rsid w:val="00066CA4"/>
    <w:rsid w:val="00067BF6"/>
    <w:rsid w:val="00067DF9"/>
    <w:rsid w:val="0007220A"/>
    <w:rsid w:val="0007241F"/>
    <w:rsid w:val="0007354F"/>
    <w:rsid w:val="00076E90"/>
    <w:rsid w:val="00080CC5"/>
    <w:rsid w:val="00083917"/>
    <w:rsid w:val="00084C26"/>
    <w:rsid w:val="00085E82"/>
    <w:rsid w:val="00087E38"/>
    <w:rsid w:val="00094398"/>
    <w:rsid w:val="000957D4"/>
    <w:rsid w:val="0009746E"/>
    <w:rsid w:val="000A05B2"/>
    <w:rsid w:val="000A1210"/>
    <w:rsid w:val="000A35BE"/>
    <w:rsid w:val="000A490E"/>
    <w:rsid w:val="000A5825"/>
    <w:rsid w:val="000A6F50"/>
    <w:rsid w:val="000A70F8"/>
    <w:rsid w:val="000B0A1A"/>
    <w:rsid w:val="000B0AD7"/>
    <w:rsid w:val="000B10D4"/>
    <w:rsid w:val="000B27BD"/>
    <w:rsid w:val="000B4101"/>
    <w:rsid w:val="000B58FA"/>
    <w:rsid w:val="000C0A84"/>
    <w:rsid w:val="000C1267"/>
    <w:rsid w:val="000C194B"/>
    <w:rsid w:val="000C52F4"/>
    <w:rsid w:val="000C5837"/>
    <w:rsid w:val="000C72D0"/>
    <w:rsid w:val="000D0B67"/>
    <w:rsid w:val="000D4754"/>
    <w:rsid w:val="000D49AC"/>
    <w:rsid w:val="000D745B"/>
    <w:rsid w:val="000E0574"/>
    <w:rsid w:val="000E0802"/>
    <w:rsid w:val="000E3C79"/>
    <w:rsid w:val="000E4A7B"/>
    <w:rsid w:val="000E4E05"/>
    <w:rsid w:val="000E5156"/>
    <w:rsid w:val="000E52E8"/>
    <w:rsid w:val="000F298F"/>
    <w:rsid w:val="000F2CB4"/>
    <w:rsid w:val="000F3E03"/>
    <w:rsid w:val="000F451B"/>
    <w:rsid w:val="000F5AFD"/>
    <w:rsid w:val="000F753C"/>
    <w:rsid w:val="0010245A"/>
    <w:rsid w:val="001025C4"/>
    <w:rsid w:val="00105478"/>
    <w:rsid w:val="001058BC"/>
    <w:rsid w:val="00106DFB"/>
    <w:rsid w:val="00107208"/>
    <w:rsid w:val="001105B3"/>
    <w:rsid w:val="0011177B"/>
    <w:rsid w:val="00114D88"/>
    <w:rsid w:val="001165D4"/>
    <w:rsid w:val="00126730"/>
    <w:rsid w:val="00127DC1"/>
    <w:rsid w:val="001313B4"/>
    <w:rsid w:val="00133004"/>
    <w:rsid w:val="00136868"/>
    <w:rsid w:val="0013701A"/>
    <w:rsid w:val="00137062"/>
    <w:rsid w:val="001411E9"/>
    <w:rsid w:val="00145C27"/>
    <w:rsid w:val="00146C55"/>
    <w:rsid w:val="00146FF9"/>
    <w:rsid w:val="00150A90"/>
    <w:rsid w:val="00152132"/>
    <w:rsid w:val="00153F25"/>
    <w:rsid w:val="00154AF0"/>
    <w:rsid w:val="00155261"/>
    <w:rsid w:val="001603F5"/>
    <w:rsid w:val="00165090"/>
    <w:rsid w:val="00166B4F"/>
    <w:rsid w:val="00170092"/>
    <w:rsid w:val="0017126B"/>
    <w:rsid w:val="00175851"/>
    <w:rsid w:val="00175877"/>
    <w:rsid w:val="00176212"/>
    <w:rsid w:val="0017684E"/>
    <w:rsid w:val="0017736E"/>
    <w:rsid w:val="0017748B"/>
    <w:rsid w:val="00181513"/>
    <w:rsid w:val="00182781"/>
    <w:rsid w:val="00183501"/>
    <w:rsid w:val="00186D0C"/>
    <w:rsid w:val="00187C73"/>
    <w:rsid w:val="00187DCA"/>
    <w:rsid w:val="001916AB"/>
    <w:rsid w:val="00191869"/>
    <w:rsid w:val="00191AD6"/>
    <w:rsid w:val="00193779"/>
    <w:rsid w:val="001971DB"/>
    <w:rsid w:val="00197243"/>
    <w:rsid w:val="001A01D1"/>
    <w:rsid w:val="001A061D"/>
    <w:rsid w:val="001A07B3"/>
    <w:rsid w:val="001A23A9"/>
    <w:rsid w:val="001A4AB2"/>
    <w:rsid w:val="001A6F81"/>
    <w:rsid w:val="001A79F9"/>
    <w:rsid w:val="001B5698"/>
    <w:rsid w:val="001B5FC9"/>
    <w:rsid w:val="001D1063"/>
    <w:rsid w:val="001D4C9D"/>
    <w:rsid w:val="001D4E46"/>
    <w:rsid w:val="001D504D"/>
    <w:rsid w:val="001D5F34"/>
    <w:rsid w:val="001D7CAC"/>
    <w:rsid w:val="001E0DD0"/>
    <w:rsid w:val="001E24EB"/>
    <w:rsid w:val="001E4755"/>
    <w:rsid w:val="001E5D20"/>
    <w:rsid w:val="001E70B7"/>
    <w:rsid w:val="001E769B"/>
    <w:rsid w:val="001F0C7E"/>
    <w:rsid w:val="001F1C66"/>
    <w:rsid w:val="001F31E5"/>
    <w:rsid w:val="001F4E6C"/>
    <w:rsid w:val="001F67A6"/>
    <w:rsid w:val="001F7BD6"/>
    <w:rsid w:val="00201123"/>
    <w:rsid w:val="00201973"/>
    <w:rsid w:val="00201B4A"/>
    <w:rsid w:val="002025A6"/>
    <w:rsid w:val="00202F56"/>
    <w:rsid w:val="002046F0"/>
    <w:rsid w:val="00204AAB"/>
    <w:rsid w:val="00205335"/>
    <w:rsid w:val="00207C2D"/>
    <w:rsid w:val="00211411"/>
    <w:rsid w:val="00213285"/>
    <w:rsid w:val="00217250"/>
    <w:rsid w:val="0021769E"/>
    <w:rsid w:val="0022061B"/>
    <w:rsid w:val="00221603"/>
    <w:rsid w:val="002226F7"/>
    <w:rsid w:val="00223C9F"/>
    <w:rsid w:val="00225C1E"/>
    <w:rsid w:val="00225C59"/>
    <w:rsid w:val="00230AAF"/>
    <w:rsid w:val="00230BFF"/>
    <w:rsid w:val="00230E52"/>
    <w:rsid w:val="00232685"/>
    <w:rsid w:val="00232A70"/>
    <w:rsid w:val="002333E8"/>
    <w:rsid w:val="00233D5D"/>
    <w:rsid w:val="002413F4"/>
    <w:rsid w:val="0024417E"/>
    <w:rsid w:val="00246088"/>
    <w:rsid w:val="00246A7E"/>
    <w:rsid w:val="00250597"/>
    <w:rsid w:val="00250C5E"/>
    <w:rsid w:val="00250CDC"/>
    <w:rsid w:val="0025113C"/>
    <w:rsid w:val="002514A3"/>
    <w:rsid w:val="00253E6A"/>
    <w:rsid w:val="00255E03"/>
    <w:rsid w:val="00256FA6"/>
    <w:rsid w:val="00257230"/>
    <w:rsid w:val="00260044"/>
    <w:rsid w:val="00262636"/>
    <w:rsid w:val="002631CE"/>
    <w:rsid w:val="00264F92"/>
    <w:rsid w:val="002723C3"/>
    <w:rsid w:val="0027282A"/>
    <w:rsid w:val="002730F3"/>
    <w:rsid w:val="002750DB"/>
    <w:rsid w:val="0027578E"/>
    <w:rsid w:val="002759E2"/>
    <w:rsid w:val="0027631B"/>
    <w:rsid w:val="002779F7"/>
    <w:rsid w:val="00277BAA"/>
    <w:rsid w:val="0028036A"/>
    <w:rsid w:val="00282622"/>
    <w:rsid w:val="0028339E"/>
    <w:rsid w:val="00284C2A"/>
    <w:rsid w:val="0028753A"/>
    <w:rsid w:val="00287B11"/>
    <w:rsid w:val="002928E9"/>
    <w:rsid w:val="00293DFC"/>
    <w:rsid w:val="00295F4F"/>
    <w:rsid w:val="002A0C2D"/>
    <w:rsid w:val="002A0F24"/>
    <w:rsid w:val="002A1EC9"/>
    <w:rsid w:val="002A3BF0"/>
    <w:rsid w:val="002B0A8E"/>
    <w:rsid w:val="002B1AA6"/>
    <w:rsid w:val="002B240D"/>
    <w:rsid w:val="002B31F4"/>
    <w:rsid w:val="002B43CB"/>
    <w:rsid w:val="002B797C"/>
    <w:rsid w:val="002C2292"/>
    <w:rsid w:val="002C348B"/>
    <w:rsid w:val="002C6D57"/>
    <w:rsid w:val="002C733F"/>
    <w:rsid w:val="002D0CF5"/>
    <w:rsid w:val="002D5300"/>
    <w:rsid w:val="002D5F05"/>
    <w:rsid w:val="002D6279"/>
    <w:rsid w:val="002D6715"/>
    <w:rsid w:val="002D7919"/>
    <w:rsid w:val="002E0A14"/>
    <w:rsid w:val="002E14A4"/>
    <w:rsid w:val="002E3AEE"/>
    <w:rsid w:val="002E3D2F"/>
    <w:rsid w:val="002E7172"/>
    <w:rsid w:val="002F10E3"/>
    <w:rsid w:val="002F1DF1"/>
    <w:rsid w:val="002F3101"/>
    <w:rsid w:val="002F3F5C"/>
    <w:rsid w:val="002F7664"/>
    <w:rsid w:val="003035FB"/>
    <w:rsid w:val="00305FFF"/>
    <w:rsid w:val="00310D8E"/>
    <w:rsid w:val="00316362"/>
    <w:rsid w:val="00322C1F"/>
    <w:rsid w:val="00322E65"/>
    <w:rsid w:val="003237D0"/>
    <w:rsid w:val="00330F63"/>
    <w:rsid w:val="00331C3D"/>
    <w:rsid w:val="003365C5"/>
    <w:rsid w:val="00337430"/>
    <w:rsid w:val="00340742"/>
    <w:rsid w:val="00341AA3"/>
    <w:rsid w:val="00342F39"/>
    <w:rsid w:val="003453A8"/>
    <w:rsid w:val="0034668E"/>
    <w:rsid w:val="0035033C"/>
    <w:rsid w:val="00360490"/>
    <w:rsid w:val="00366634"/>
    <w:rsid w:val="00370489"/>
    <w:rsid w:val="0037238E"/>
    <w:rsid w:val="00373EB5"/>
    <w:rsid w:val="00374D1C"/>
    <w:rsid w:val="0037583E"/>
    <w:rsid w:val="00375A3F"/>
    <w:rsid w:val="003763E5"/>
    <w:rsid w:val="00380241"/>
    <w:rsid w:val="00382628"/>
    <w:rsid w:val="003826EB"/>
    <w:rsid w:val="0038544D"/>
    <w:rsid w:val="003859F6"/>
    <w:rsid w:val="003919B5"/>
    <w:rsid w:val="00391FA3"/>
    <w:rsid w:val="00392023"/>
    <w:rsid w:val="00392C42"/>
    <w:rsid w:val="00393F03"/>
    <w:rsid w:val="00395802"/>
    <w:rsid w:val="00395D07"/>
    <w:rsid w:val="0039659F"/>
    <w:rsid w:val="003971F9"/>
    <w:rsid w:val="003A1B6E"/>
    <w:rsid w:val="003A33DD"/>
    <w:rsid w:val="003A3DD6"/>
    <w:rsid w:val="003A45F2"/>
    <w:rsid w:val="003A7434"/>
    <w:rsid w:val="003B1300"/>
    <w:rsid w:val="003B409B"/>
    <w:rsid w:val="003C06C2"/>
    <w:rsid w:val="003C1C53"/>
    <w:rsid w:val="003C278D"/>
    <w:rsid w:val="003C2CB6"/>
    <w:rsid w:val="003C325F"/>
    <w:rsid w:val="003C5973"/>
    <w:rsid w:val="003C61EE"/>
    <w:rsid w:val="003C6EF4"/>
    <w:rsid w:val="003D2485"/>
    <w:rsid w:val="003D3CAB"/>
    <w:rsid w:val="003D764D"/>
    <w:rsid w:val="003E6814"/>
    <w:rsid w:val="003E7D53"/>
    <w:rsid w:val="003F0305"/>
    <w:rsid w:val="003F21DE"/>
    <w:rsid w:val="003F54DF"/>
    <w:rsid w:val="003F5832"/>
    <w:rsid w:val="003F6E0B"/>
    <w:rsid w:val="003F73F2"/>
    <w:rsid w:val="003F7599"/>
    <w:rsid w:val="00400A7B"/>
    <w:rsid w:val="00400B97"/>
    <w:rsid w:val="00400E15"/>
    <w:rsid w:val="0040189A"/>
    <w:rsid w:val="004019F1"/>
    <w:rsid w:val="00406D40"/>
    <w:rsid w:val="00407B2B"/>
    <w:rsid w:val="00410308"/>
    <w:rsid w:val="00410B0E"/>
    <w:rsid w:val="00417456"/>
    <w:rsid w:val="004176EE"/>
    <w:rsid w:val="0041771A"/>
    <w:rsid w:val="004205B9"/>
    <w:rsid w:val="004206F1"/>
    <w:rsid w:val="00424DEB"/>
    <w:rsid w:val="00427D0B"/>
    <w:rsid w:val="0043150F"/>
    <w:rsid w:val="00431B78"/>
    <w:rsid w:val="00437550"/>
    <w:rsid w:val="00440B95"/>
    <w:rsid w:val="00443677"/>
    <w:rsid w:val="0044561B"/>
    <w:rsid w:val="00445E97"/>
    <w:rsid w:val="00447942"/>
    <w:rsid w:val="00447E27"/>
    <w:rsid w:val="00450DDC"/>
    <w:rsid w:val="00451E8E"/>
    <w:rsid w:val="00457844"/>
    <w:rsid w:val="00460940"/>
    <w:rsid w:val="00463BD8"/>
    <w:rsid w:val="0046483B"/>
    <w:rsid w:val="00465A84"/>
    <w:rsid w:val="004662FC"/>
    <w:rsid w:val="004666EA"/>
    <w:rsid w:val="00466C74"/>
    <w:rsid w:val="00470EC7"/>
    <w:rsid w:val="00472F0A"/>
    <w:rsid w:val="004749E2"/>
    <w:rsid w:val="0047554C"/>
    <w:rsid w:val="00477419"/>
    <w:rsid w:val="00477C53"/>
    <w:rsid w:val="0048033B"/>
    <w:rsid w:val="00484040"/>
    <w:rsid w:val="00487522"/>
    <w:rsid w:val="00490826"/>
    <w:rsid w:val="00493661"/>
    <w:rsid w:val="00493E5E"/>
    <w:rsid w:val="00494013"/>
    <w:rsid w:val="0049574D"/>
    <w:rsid w:val="00495918"/>
    <w:rsid w:val="00495AAD"/>
    <w:rsid w:val="00496676"/>
    <w:rsid w:val="00497529"/>
    <w:rsid w:val="004A263E"/>
    <w:rsid w:val="004A320A"/>
    <w:rsid w:val="004A6EB8"/>
    <w:rsid w:val="004A7A50"/>
    <w:rsid w:val="004B36CE"/>
    <w:rsid w:val="004B538F"/>
    <w:rsid w:val="004B5A69"/>
    <w:rsid w:val="004B7683"/>
    <w:rsid w:val="004C1CB9"/>
    <w:rsid w:val="004C23D7"/>
    <w:rsid w:val="004C2DDC"/>
    <w:rsid w:val="004C4988"/>
    <w:rsid w:val="004C5C60"/>
    <w:rsid w:val="004D1805"/>
    <w:rsid w:val="004D427E"/>
    <w:rsid w:val="004D4DD9"/>
    <w:rsid w:val="004D6C54"/>
    <w:rsid w:val="004E1EDE"/>
    <w:rsid w:val="004E2327"/>
    <w:rsid w:val="004E3DB0"/>
    <w:rsid w:val="004E553E"/>
    <w:rsid w:val="004E6044"/>
    <w:rsid w:val="004E6A36"/>
    <w:rsid w:val="004F025B"/>
    <w:rsid w:val="004F0790"/>
    <w:rsid w:val="00500A5E"/>
    <w:rsid w:val="00500EB4"/>
    <w:rsid w:val="00501070"/>
    <w:rsid w:val="00501F4D"/>
    <w:rsid w:val="00504873"/>
    <w:rsid w:val="005056B4"/>
    <w:rsid w:val="00510BA1"/>
    <w:rsid w:val="005115A2"/>
    <w:rsid w:val="00511941"/>
    <w:rsid w:val="00512D70"/>
    <w:rsid w:val="005145F4"/>
    <w:rsid w:val="00516650"/>
    <w:rsid w:val="00521FB2"/>
    <w:rsid w:val="00522363"/>
    <w:rsid w:val="00531093"/>
    <w:rsid w:val="00534E85"/>
    <w:rsid w:val="0053539B"/>
    <w:rsid w:val="0053602B"/>
    <w:rsid w:val="00537D20"/>
    <w:rsid w:val="0054072B"/>
    <w:rsid w:val="00542230"/>
    <w:rsid w:val="005436F2"/>
    <w:rsid w:val="00543C5D"/>
    <w:rsid w:val="00544128"/>
    <w:rsid w:val="00544391"/>
    <w:rsid w:val="00544825"/>
    <w:rsid w:val="0054561C"/>
    <w:rsid w:val="005464D6"/>
    <w:rsid w:val="0055319C"/>
    <w:rsid w:val="005548AF"/>
    <w:rsid w:val="00561066"/>
    <w:rsid w:val="00561E31"/>
    <w:rsid w:val="00563349"/>
    <w:rsid w:val="00566AEF"/>
    <w:rsid w:val="00566B6A"/>
    <w:rsid w:val="005700B5"/>
    <w:rsid w:val="005715E7"/>
    <w:rsid w:val="00572EEC"/>
    <w:rsid w:val="005743E0"/>
    <w:rsid w:val="00575C93"/>
    <w:rsid w:val="00575D8E"/>
    <w:rsid w:val="00577E8D"/>
    <w:rsid w:val="00583943"/>
    <w:rsid w:val="00583EBE"/>
    <w:rsid w:val="00586964"/>
    <w:rsid w:val="00586FC3"/>
    <w:rsid w:val="00586FF0"/>
    <w:rsid w:val="00590215"/>
    <w:rsid w:val="0059149C"/>
    <w:rsid w:val="00591FB9"/>
    <w:rsid w:val="0059381D"/>
    <w:rsid w:val="00594D5E"/>
    <w:rsid w:val="0059539D"/>
    <w:rsid w:val="00596158"/>
    <w:rsid w:val="005971A5"/>
    <w:rsid w:val="005A0509"/>
    <w:rsid w:val="005A355F"/>
    <w:rsid w:val="005A6B6C"/>
    <w:rsid w:val="005A7F89"/>
    <w:rsid w:val="005B01F7"/>
    <w:rsid w:val="005B0D22"/>
    <w:rsid w:val="005B1E43"/>
    <w:rsid w:val="005B25AB"/>
    <w:rsid w:val="005B5A19"/>
    <w:rsid w:val="005B5DD4"/>
    <w:rsid w:val="005C17C3"/>
    <w:rsid w:val="005C2DC9"/>
    <w:rsid w:val="005C71B1"/>
    <w:rsid w:val="005D044F"/>
    <w:rsid w:val="005D1CDF"/>
    <w:rsid w:val="005D1F0C"/>
    <w:rsid w:val="005D2E8E"/>
    <w:rsid w:val="005D382D"/>
    <w:rsid w:val="005D4519"/>
    <w:rsid w:val="005D5A23"/>
    <w:rsid w:val="005D6A5D"/>
    <w:rsid w:val="005D6E2C"/>
    <w:rsid w:val="005D74A8"/>
    <w:rsid w:val="005E304E"/>
    <w:rsid w:val="005E3794"/>
    <w:rsid w:val="005E3839"/>
    <w:rsid w:val="005F061E"/>
    <w:rsid w:val="005F0902"/>
    <w:rsid w:val="005F0E35"/>
    <w:rsid w:val="005F1DA7"/>
    <w:rsid w:val="005F2055"/>
    <w:rsid w:val="005F264C"/>
    <w:rsid w:val="005F2FB8"/>
    <w:rsid w:val="005F35B4"/>
    <w:rsid w:val="005F4265"/>
    <w:rsid w:val="005F42E6"/>
    <w:rsid w:val="005F5A56"/>
    <w:rsid w:val="005F624D"/>
    <w:rsid w:val="005F799E"/>
    <w:rsid w:val="0060048B"/>
    <w:rsid w:val="00600AD5"/>
    <w:rsid w:val="00601E50"/>
    <w:rsid w:val="00604211"/>
    <w:rsid w:val="0060437A"/>
    <w:rsid w:val="0060580A"/>
    <w:rsid w:val="00605A84"/>
    <w:rsid w:val="00606C0F"/>
    <w:rsid w:val="00607FF7"/>
    <w:rsid w:val="006118A2"/>
    <w:rsid w:val="00612667"/>
    <w:rsid w:val="00612D79"/>
    <w:rsid w:val="00614A6E"/>
    <w:rsid w:val="00617984"/>
    <w:rsid w:val="006212E9"/>
    <w:rsid w:val="0062206E"/>
    <w:rsid w:val="00623297"/>
    <w:rsid w:val="006240C0"/>
    <w:rsid w:val="00634BAD"/>
    <w:rsid w:val="00635155"/>
    <w:rsid w:val="0063557C"/>
    <w:rsid w:val="00636989"/>
    <w:rsid w:val="00640D6A"/>
    <w:rsid w:val="006413AB"/>
    <w:rsid w:val="00641989"/>
    <w:rsid w:val="0064458D"/>
    <w:rsid w:val="00645840"/>
    <w:rsid w:val="00646C29"/>
    <w:rsid w:val="00652416"/>
    <w:rsid w:val="00654463"/>
    <w:rsid w:val="00654701"/>
    <w:rsid w:val="00656230"/>
    <w:rsid w:val="00657FBC"/>
    <w:rsid w:val="00660A1D"/>
    <w:rsid w:val="00661017"/>
    <w:rsid w:val="00661325"/>
    <w:rsid w:val="00661E44"/>
    <w:rsid w:val="00662972"/>
    <w:rsid w:val="006656AB"/>
    <w:rsid w:val="00665C58"/>
    <w:rsid w:val="00667CBC"/>
    <w:rsid w:val="00671831"/>
    <w:rsid w:val="00672EA8"/>
    <w:rsid w:val="00675DB9"/>
    <w:rsid w:val="0067658F"/>
    <w:rsid w:val="006775E6"/>
    <w:rsid w:val="00680A5F"/>
    <w:rsid w:val="00682021"/>
    <w:rsid w:val="00684E1E"/>
    <w:rsid w:val="00685A2D"/>
    <w:rsid w:val="00685A87"/>
    <w:rsid w:val="006865B9"/>
    <w:rsid w:val="00687F4A"/>
    <w:rsid w:val="00691453"/>
    <w:rsid w:val="00692550"/>
    <w:rsid w:val="0069265C"/>
    <w:rsid w:val="006949FD"/>
    <w:rsid w:val="00696007"/>
    <w:rsid w:val="0069609D"/>
    <w:rsid w:val="0069776C"/>
    <w:rsid w:val="006A0383"/>
    <w:rsid w:val="006A09B1"/>
    <w:rsid w:val="006A3120"/>
    <w:rsid w:val="006A33B0"/>
    <w:rsid w:val="006A35D0"/>
    <w:rsid w:val="006A3FB9"/>
    <w:rsid w:val="006A7042"/>
    <w:rsid w:val="006B09E2"/>
    <w:rsid w:val="006B1418"/>
    <w:rsid w:val="006B14D7"/>
    <w:rsid w:val="006B28B1"/>
    <w:rsid w:val="006B474D"/>
    <w:rsid w:val="006B50E7"/>
    <w:rsid w:val="006B7146"/>
    <w:rsid w:val="006B7CE0"/>
    <w:rsid w:val="006C260C"/>
    <w:rsid w:val="006D1920"/>
    <w:rsid w:val="006D315F"/>
    <w:rsid w:val="006D5CE1"/>
    <w:rsid w:val="006D6BF4"/>
    <w:rsid w:val="006D7770"/>
    <w:rsid w:val="006E0E23"/>
    <w:rsid w:val="006E165D"/>
    <w:rsid w:val="006E2C75"/>
    <w:rsid w:val="006E47B6"/>
    <w:rsid w:val="006E56E2"/>
    <w:rsid w:val="006E7363"/>
    <w:rsid w:val="006E74C3"/>
    <w:rsid w:val="006F18A4"/>
    <w:rsid w:val="006F19E7"/>
    <w:rsid w:val="006F1B9C"/>
    <w:rsid w:val="006F4DB0"/>
    <w:rsid w:val="006F4EA3"/>
    <w:rsid w:val="0070548C"/>
    <w:rsid w:val="0070649C"/>
    <w:rsid w:val="0070794B"/>
    <w:rsid w:val="00711C36"/>
    <w:rsid w:val="007173E7"/>
    <w:rsid w:val="007212C3"/>
    <w:rsid w:val="00721BD1"/>
    <w:rsid w:val="00725DD9"/>
    <w:rsid w:val="007271C2"/>
    <w:rsid w:val="00731B03"/>
    <w:rsid w:val="00732E34"/>
    <w:rsid w:val="00734EED"/>
    <w:rsid w:val="00736B82"/>
    <w:rsid w:val="00736BF3"/>
    <w:rsid w:val="00740DEC"/>
    <w:rsid w:val="00741B89"/>
    <w:rsid w:val="007447A6"/>
    <w:rsid w:val="00744A79"/>
    <w:rsid w:val="00745AF1"/>
    <w:rsid w:val="00747EA0"/>
    <w:rsid w:val="007516E5"/>
    <w:rsid w:val="00753538"/>
    <w:rsid w:val="00754E1D"/>
    <w:rsid w:val="00760942"/>
    <w:rsid w:val="00761CC6"/>
    <w:rsid w:val="00763902"/>
    <w:rsid w:val="00771E0D"/>
    <w:rsid w:val="0077366D"/>
    <w:rsid w:val="00775B9D"/>
    <w:rsid w:val="00775BF0"/>
    <w:rsid w:val="007760FD"/>
    <w:rsid w:val="00776233"/>
    <w:rsid w:val="007803AF"/>
    <w:rsid w:val="007831D9"/>
    <w:rsid w:val="007859E4"/>
    <w:rsid w:val="00786157"/>
    <w:rsid w:val="007869DB"/>
    <w:rsid w:val="007873B9"/>
    <w:rsid w:val="0078776E"/>
    <w:rsid w:val="007877D1"/>
    <w:rsid w:val="00787C1B"/>
    <w:rsid w:val="00791DE4"/>
    <w:rsid w:val="00792457"/>
    <w:rsid w:val="007926C7"/>
    <w:rsid w:val="007940D9"/>
    <w:rsid w:val="007947A6"/>
    <w:rsid w:val="0079516E"/>
    <w:rsid w:val="00795245"/>
    <w:rsid w:val="00797E2B"/>
    <w:rsid w:val="007A004D"/>
    <w:rsid w:val="007A2AE1"/>
    <w:rsid w:val="007A2FE5"/>
    <w:rsid w:val="007A3CA5"/>
    <w:rsid w:val="007A5A12"/>
    <w:rsid w:val="007A68C9"/>
    <w:rsid w:val="007B038B"/>
    <w:rsid w:val="007B12CA"/>
    <w:rsid w:val="007B3AC1"/>
    <w:rsid w:val="007B4B70"/>
    <w:rsid w:val="007B5078"/>
    <w:rsid w:val="007C356A"/>
    <w:rsid w:val="007C3EF4"/>
    <w:rsid w:val="007C7172"/>
    <w:rsid w:val="007D0B98"/>
    <w:rsid w:val="007D16C0"/>
    <w:rsid w:val="007D2333"/>
    <w:rsid w:val="007D254C"/>
    <w:rsid w:val="007D2E7B"/>
    <w:rsid w:val="007D36ED"/>
    <w:rsid w:val="007D3F14"/>
    <w:rsid w:val="007D5D7E"/>
    <w:rsid w:val="007D6186"/>
    <w:rsid w:val="007D6389"/>
    <w:rsid w:val="007D78A3"/>
    <w:rsid w:val="007E02C0"/>
    <w:rsid w:val="007E191A"/>
    <w:rsid w:val="007E1B3B"/>
    <w:rsid w:val="007E1F6D"/>
    <w:rsid w:val="007E3508"/>
    <w:rsid w:val="007E457A"/>
    <w:rsid w:val="007E5071"/>
    <w:rsid w:val="007E5F5C"/>
    <w:rsid w:val="007E65CB"/>
    <w:rsid w:val="007F3DED"/>
    <w:rsid w:val="007F4579"/>
    <w:rsid w:val="007F73EC"/>
    <w:rsid w:val="007F7AE1"/>
    <w:rsid w:val="008014F8"/>
    <w:rsid w:val="00801F91"/>
    <w:rsid w:val="008020AB"/>
    <w:rsid w:val="008031CB"/>
    <w:rsid w:val="008041AA"/>
    <w:rsid w:val="00805B08"/>
    <w:rsid w:val="00805B21"/>
    <w:rsid w:val="00806493"/>
    <w:rsid w:val="00807744"/>
    <w:rsid w:val="0081224C"/>
    <w:rsid w:val="00812463"/>
    <w:rsid w:val="0081254F"/>
    <w:rsid w:val="00813D4A"/>
    <w:rsid w:val="00813FA4"/>
    <w:rsid w:val="0081598C"/>
    <w:rsid w:val="00815BB1"/>
    <w:rsid w:val="00817401"/>
    <w:rsid w:val="008203FC"/>
    <w:rsid w:val="008221C0"/>
    <w:rsid w:val="008239AE"/>
    <w:rsid w:val="00825257"/>
    <w:rsid w:val="0082772C"/>
    <w:rsid w:val="0082796A"/>
    <w:rsid w:val="00827BE5"/>
    <w:rsid w:val="00833A6C"/>
    <w:rsid w:val="008376F4"/>
    <w:rsid w:val="008400EB"/>
    <w:rsid w:val="008431AE"/>
    <w:rsid w:val="008445B3"/>
    <w:rsid w:val="00844BC9"/>
    <w:rsid w:val="00846613"/>
    <w:rsid w:val="008474DD"/>
    <w:rsid w:val="00847615"/>
    <w:rsid w:val="00850A04"/>
    <w:rsid w:val="00853F95"/>
    <w:rsid w:val="00855B6B"/>
    <w:rsid w:val="00856966"/>
    <w:rsid w:val="00857253"/>
    <w:rsid w:val="008610C2"/>
    <w:rsid w:val="00861525"/>
    <w:rsid w:val="008658DB"/>
    <w:rsid w:val="00866279"/>
    <w:rsid w:val="00866B79"/>
    <w:rsid w:val="008679AC"/>
    <w:rsid w:val="00867A70"/>
    <w:rsid w:val="008718F5"/>
    <w:rsid w:val="00872F2F"/>
    <w:rsid w:val="00874D06"/>
    <w:rsid w:val="008751B5"/>
    <w:rsid w:val="0087638A"/>
    <w:rsid w:val="008769E6"/>
    <w:rsid w:val="00877045"/>
    <w:rsid w:val="00877AE1"/>
    <w:rsid w:val="008810CD"/>
    <w:rsid w:val="00883172"/>
    <w:rsid w:val="00891B34"/>
    <w:rsid w:val="008932DC"/>
    <w:rsid w:val="0089612A"/>
    <w:rsid w:val="008A09E0"/>
    <w:rsid w:val="008A1D0A"/>
    <w:rsid w:val="008A2645"/>
    <w:rsid w:val="008A7D7A"/>
    <w:rsid w:val="008B6153"/>
    <w:rsid w:val="008B7495"/>
    <w:rsid w:val="008C227D"/>
    <w:rsid w:val="008C233F"/>
    <w:rsid w:val="008C5686"/>
    <w:rsid w:val="008C5D49"/>
    <w:rsid w:val="008C7DA8"/>
    <w:rsid w:val="008D1A8C"/>
    <w:rsid w:val="008D2A07"/>
    <w:rsid w:val="008D2C79"/>
    <w:rsid w:val="008D4099"/>
    <w:rsid w:val="008D615A"/>
    <w:rsid w:val="008D62C4"/>
    <w:rsid w:val="008D7D4A"/>
    <w:rsid w:val="008E18ED"/>
    <w:rsid w:val="008E2318"/>
    <w:rsid w:val="008E29F0"/>
    <w:rsid w:val="008E44AC"/>
    <w:rsid w:val="008E6ACE"/>
    <w:rsid w:val="008E6D0E"/>
    <w:rsid w:val="008F21BB"/>
    <w:rsid w:val="008F329F"/>
    <w:rsid w:val="008F4188"/>
    <w:rsid w:val="009022E4"/>
    <w:rsid w:val="009023E0"/>
    <w:rsid w:val="0090270A"/>
    <w:rsid w:val="00902819"/>
    <w:rsid w:val="009030F1"/>
    <w:rsid w:val="0090375E"/>
    <w:rsid w:val="00903CD3"/>
    <w:rsid w:val="00911997"/>
    <w:rsid w:val="00912363"/>
    <w:rsid w:val="00913838"/>
    <w:rsid w:val="009155A7"/>
    <w:rsid w:val="00915B59"/>
    <w:rsid w:val="009179D0"/>
    <w:rsid w:val="0092039C"/>
    <w:rsid w:val="009228B1"/>
    <w:rsid w:val="00922A91"/>
    <w:rsid w:val="00926F34"/>
    <w:rsid w:val="00927C35"/>
    <w:rsid w:val="00930871"/>
    <w:rsid w:val="00931B2E"/>
    <w:rsid w:val="00934192"/>
    <w:rsid w:val="009372C0"/>
    <w:rsid w:val="00937535"/>
    <w:rsid w:val="00941828"/>
    <w:rsid w:val="009425FE"/>
    <w:rsid w:val="00945AFF"/>
    <w:rsid w:val="00946BDA"/>
    <w:rsid w:val="0095069C"/>
    <w:rsid w:val="00951716"/>
    <w:rsid w:val="009522FE"/>
    <w:rsid w:val="00952562"/>
    <w:rsid w:val="00953185"/>
    <w:rsid w:val="009564F1"/>
    <w:rsid w:val="00956644"/>
    <w:rsid w:val="00960733"/>
    <w:rsid w:val="00960B88"/>
    <w:rsid w:val="00962DC3"/>
    <w:rsid w:val="00963A2F"/>
    <w:rsid w:val="00964618"/>
    <w:rsid w:val="00970689"/>
    <w:rsid w:val="00975AD7"/>
    <w:rsid w:val="00977B2F"/>
    <w:rsid w:val="00980BB7"/>
    <w:rsid w:val="0098608E"/>
    <w:rsid w:val="00995184"/>
    <w:rsid w:val="009A131D"/>
    <w:rsid w:val="009A243F"/>
    <w:rsid w:val="009A29F3"/>
    <w:rsid w:val="009A38F7"/>
    <w:rsid w:val="009A4803"/>
    <w:rsid w:val="009A586B"/>
    <w:rsid w:val="009A5953"/>
    <w:rsid w:val="009A60B4"/>
    <w:rsid w:val="009A6674"/>
    <w:rsid w:val="009A6847"/>
    <w:rsid w:val="009A6FC3"/>
    <w:rsid w:val="009B25D4"/>
    <w:rsid w:val="009B3548"/>
    <w:rsid w:val="009B3BC2"/>
    <w:rsid w:val="009B3CEC"/>
    <w:rsid w:val="009B74E4"/>
    <w:rsid w:val="009C17BD"/>
    <w:rsid w:val="009C1FAE"/>
    <w:rsid w:val="009C322D"/>
    <w:rsid w:val="009C3B35"/>
    <w:rsid w:val="009C5467"/>
    <w:rsid w:val="009C7358"/>
    <w:rsid w:val="009C74E8"/>
    <w:rsid w:val="009D054B"/>
    <w:rsid w:val="009D1D65"/>
    <w:rsid w:val="009D5154"/>
    <w:rsid w:val="009D691B"/>
    <w:rsid w:val="009D6F7F"/>
    <w:rsid w:val="009D7F8A"/>
    <w:rsid w:val="009E0015"/>
    <w:rsid w:val="009E0622"/>
    <w:rsid w:val="009E3190"/>
    <w:rsid w:val="009E31EC"/>
    <w:rsid w:val="009E325C"/>
    <w:rsid w:val="009E41D7"/>
    <w:rsid w:val="009E7BED"/>
    <w:rsid w:val="009F0EC5"/>
    <w:rsid w:val="009F268A"/>
    <w:rsid w:val="009F5BEB"/>
    <w:rsid w:val="009F6A3E"/>
    <w:rsid w:val="009F6AB0"/>
    <w:rsid w:val="00A00C50"/>
    <w:rsid w:val="00A059BA"/>
    <w:rsid w:val="00A06147"/>
    <w:rsid w:val="00A06DF6"/>
    <w:rsid w:val="00A073A5"/>
    <w:rsid w:val="00A07769"/>
    <w:rsid w:val="00A10205"/>
    <w:rsid w:val="00A10A93"/>
    <w:rsid w:val="00A1410F"/>
    <w:rsid w:val="00A143E8"/>
    <w:rsid w:val="00A16FAE"/>
    <w:rsid w:val="00A202B6"/>
    <w:rsid w:val="00A20512"/>
    <w:rsid w:val="00A206D2"/>
    <w:rsid w:val="00A22354"/>
    <w:rsid w:val="00A2240C"/>
    <w:rsid w:val="00A303C4"/>
    <w:rsid w:val="00A3697F"/>
    <w:rsid w:val="00A415ED"/>
    <w:rsid w:val="00A42D9A"/>
    <w:rsid w:val="00A42DDD"/>
    <w:rsid w:val="00A4423C"/>
    <w:rsid w:val="00A4462E"/>
    <w:rsid w:val="00A467FA"/>
    <w:rsid w:val="00A4759C"/>
    <w:rsid w:val="00A47F43"/>
    <w:rsid w:val="00A50092"/>
    <w:rsid w:val="00A50F29"/>
    <w:rsid w:val="00A5103F"/>
    <w:rsid w:val="00A5116C"/>
    <w:rsid w:val="00A516B2"/>
    <w:rsid w:val="00A539B3"/>
    <w:rsid w:val="00A53C61"/>
    <w:rsid w:val="00A53E2D"/>
    <w:rsid w:val="00A54136"/>
    <w:rsid w:val="00A54D71"/>
    <w:rsid w:val="00A5746B"/>
    <w:rsid w:val="00A61B3A"/>
    <w:rsid w:val="00A63672"/>
    <w:rsid w:val="00A66B92"/>
    <w:rsid w:val="00A7137F"/>
    <w:rsid w:val="00A71652"/>
    <w:rsid w:val="00A719C0"/>
    <w:rsid w:val="00A7331D"/>
    <w:rsid w:val="00A745EB"/>
    <w:rsid w:val="00A75B23"/>
    <w:rsid w:val="00A76655"/>
    <w:rsid w:val="00A77161"/>
    <w:rsid w:val="00A77A46"/>
    <w:rsid w:val="00A8040D"/>
    <w:rsid w:val="00A82AC8"/>
    <w:rsid w:val="00A86AEC"/>
    <w:rsid w:val="00A92192"/>
    <w:rsid w:val="00A97BFF"/>
    <w:rsid w:val="00AA2D36"/>
    <w:rsid w:val="00AA4BC0"/>
    <w:rsid w:val="00AA4CBE"/>
    <w:rsid w:val="00AB4312"/>
    <w:rsid w:val="00AB50A1"/>
    <w:rsid w:val="00AB5298"/>
    <w:rsid w:val="00AB677C"/>
    <w:rsid w:val="00AC0FE7"/>
    <w:rsid w:val="00AC279C"/>
    <w:rsid w:val="00AC5C2A"/>
    <w:rsid w:val="00AC7602"/>
    <w:rsid w:val="00AC7622"/>
    <w:rsid w:val="00AC7BE0"/>
    <w:rsid w:val="00AD0D78"/>
    <w:rsid w:val="00AD1EEC"/>
    <w:rsid w:val="00AD2EDE"/>
    <w:rsid w:val="00AD6EE5"/>
    <w:rsid w:val="00AE0216"/>
    <w:rsid w:val="00AE09E2"/>
    <w:rsid w:val="00AE12A0"/>
    <w:rsid w:val="00AE1485"/>
    <w:rsid w:val="00AE4374"/>
    <w:rsid w:val="00AE4600"/>
    <w:rsid w:val="00AE4A88"/>
    <w:rsid w:val="00AE714C"/>
    <w:rsid w:val="00AE74F0"/>
    <w:rsid w:val="00AF3880"/>
    <w:rsid w:val="00AF43EC"/>
    <w:rsid w:val="00AF5459"/>
    <w:rsid w:val="00AF578D"/>
    <w:rsid w:val="00AF5901"/>
    <w:rsid w:val="00B01DE0"/>
    <w:rsid w:val="00B02B53"/>
    <w:rsid w:val="00B033D4"/>
    <w:rsid w:val="00B05EC8"/>
    <w:rsid w:val="00B103F5"/>
    <w:rsid w:val="00B108D6"/>
    <w:rsid w:val="00B11D85"/>
    <w:rsid w:val="00B120A3"/>
    <w:rsid w:val="00B131B4"/>
    <w:rsid w:val="00B13DEE"/>
    <w:rsid w:val="00B1508D"/>
    <w:rsid w:val="00B161E0"/>
    <w:rsid w:val="00B16C13"/>
    <w:rsid w:val="00B21A8F"/>
    <w:rsid w:val="00B21F02"/>
    <w:rsid w:val="00B2386E"/>
    <w:rsid w:val="00B246F2"/>
    <w:rsid w:val="00B30BE8"/>
    <w:rsid w:val="00B3453B"/>
    <w:rsid w:val="00B36F19"/>
    <w:rsid w:val="00B40A8E"/>
    <w:rsid w:val="00B41BCF"/>
    <w:rsid w:val="00B4254E"/>
    <w:rsid w:val="00B44C4D"/>
    <w:rsid w:val="00B44DBE"/>
    <w:rsid w:val="00B44EB7"/>
    <w:rsid w:val="00B458CF"/>
    <w:rsid w:val="00B45E98"/>
    <w:rsid w:val="00B50CBE"/>
    <w:rsid w:val="00B510B0"/>
    <w:rsid w:val="00B5288E"/>
    <w:rsid w:val="00B52E82"/>
    <w:rsid w:val="00B556FE"/>
    <w:rsid w:val="00B55991"/>
    <w:rsid w:val="00B570FB"/>
    <w:rsid w:val="00B61C69"/>
    <w:rsid w:val="00B64882"/>
    <w:rsid w:val="00B726AA"/>
    <w:rsid w:val="00B73239"/>
    <w:rsid w:val="00B742F5"/>
    <w:rsid w:val="00B74CD4"/>
    <w:rsid w:val="00B74F75"/>
    <w:rsid w:val="00B76C59"/>
    <w:rsid w:val="00B804C3"/>
    <w:rsid w:val="00B82DCC"/>
    <w:rsid w:val="00B831FA"/>
    <w:rsid w:val="00B83700"/>
    <w:rsid w:val="00B83BCB"/>
    <w:rsid w:val="00B85BA6"/>
    <w:rsid w:val="00B90DB8"/>
    <w:rsid w:val="00B93D5B"/>
    <w:rsid w:val="00B94E51"/>
    <w:rsid w:val="00B94F00"/>
    <w:rsid w:val="00B962C7"/>
    <w:rsid w:val="00BA17B3"/>
    <w:rsid w:val="00BA5EA5"/>
    <w:rsid w:val="00BB0633"/>
    <w:rsid w:val="00BB2C61"/>
    <w:rsid w:val="00BB46E2"/>
    <w:rsid w:val="00BB52BA"/>
    <w:rsid w:val="00BB72B2"/>
    <w:rsid w:val="00BC299E"/>
    <w:rsid w:val="00BC2B70"/>
    <w:rsid w:val="00BC3F6B"/>
    <w:rsid w:val="00BC468F"/>
    <w:rsid w:val="00BC481B"/>
    <w:rsid w:val="00BC601D"/>
    <w:rsid w:val="00BC73A1"/>
    <w:rsid w:val="00BC7A94"/>
    <w:rsid w:val="00BD7CC6"/>
    <w:rsid w:val="00BE4686"/>
    <w:rsid w:val="00BE5F56"/>
    <w:rsid w:val="00BE6299"/>
    <w:rsid w:val="00BE6AEB"/>
    <w:rsid w:val="00BE7B98"/>
    <w:rsid w:val="00BE7FF1"/>
    <w:rsid w:val="00BF1B51"/>
    <w:rsid w:val="00BF61D1"/>
    <w:rsid w:val="00C0071B"/>
    <w:rsid w:val="00C01662"/>
    <w:rsid w:val="00C0184D"/>
    <w:rsid w:val="00C01B6F"/>
    <w:rsid w:val="00C01C6D"/>
    <w:rsid w:val="00C01CFD"/>
    <w:rsid w:val="00C02F99"/>
    <w:rsid w:val="00C03382"/>
    <w:rsid w:val="00C04DBB"/>
    <w:rsid w:val="00C06AB9"/>
    <w:rsid w:val="00C10FC3"/>
    <w:rsid w:val="00C144B4"/>
    <w:rsid w:val="00C145B2"/>
    <w:rsid w:val="00C146C6"/>
    <w:rsid w:val="00C15B0C"/>
    <w:rsid w:val="00C21865"/>
    <w:rsid w:val="00C2294A"/>
    <w:rsid w:val="00C31B99"/>
    <w:rsid w:val="00C328DE"/>
    <w:rsid w:val="00C32AC0"/>
    <w:rsid w:val="00C3526B"/>
    <w:rsid w:val="00C47C08"/>
    <w:rsid w:val="00C5044C"/>
    <w:rsid w:val="00C51579"/>
    <w:rsid w:val="00C52AD0"/>
    <w:rsid w:val="00C52F06"/>
    <w:rsid w:val="00C5313B"/>
    <w:rsid w:val="00C54321"/>
    <w:rsid w:val="00C55B80"/>
    <w:rsid w:val="00C56316"/>
    <w:rsid w:val="00C56528"/>
    <w:rsid w:val="00C616C5"/>
    <w:rsid w:val="00C61D91"/>
    <w:rsid w:val="00C650CE"/>
    <w:rsid w:val="00C714CA"/>
    <w:rsid w:val="00C71E39"/>
    <w:rsid w:val="00C7235C"/>
    <w:rsid w:val="00C72D9E"/>
    <w:rsid w:val="00C74070"/>
    <w:rsid w:val="00C7763B"/>
    <w:rsid w:val="00C82EF1"/>
    <w:rsid w:val="00C877AD"/>
    <w:rsid w:val="00C90557"/>
    <w:rsid w:val="00C90EF6"/>
    <w:rsid w:val="00C95D33"/>
    <w:rsid w:val="00C95D4B"/>
    <w:rsid w:val="00C97C56"/>
    <w:rsid w:val="00CA079C"/>
    <w:rsid w:val="00CA1CF4"/>
    <w:rsid w:val="00CA4C01"/>
    <w:rsid w:val="00CA54C5"/>
    <w:rsid w:val="00CA6002"/>
    <w:rsid w:val="00CA720A"/>
    <w:rsid w:val="00CA772F"/>
    <w:rsid w:val="00CB0F0E"/>
    <w:rsid w:val="00CB1A2F"/>
    <w:rsid w:val="00CB23BA"/>
    <w:rsid w:val="00CB2B8E"/>
    <w:rsid w:val="00CB541C"/>
    <w:rsid w:val="00CB5D1D"/>
    <w:rsid w:val="00CB6EFD"/>
    <w:rsid w:val="00CB7049"/>
    <w:rsid w:val="00CB7326"/>
    <w:rsid w:val="00CC1F19"/>
    <w:rsid w:val="00CD0383"/>
    <w:rsid w:val="00CD08BF"/>
    <w:rsid w:val="00CD1CE0"/>
    <w:rsid w:val="00CD2D95"/>
    <w:rsid w:val="00CD3493"/>
    <w:rsid w:val="00CD414C"/>
    <w:rsid w:val="00CD5A4E"/>
    <w:rsid w:val="00CD6FDB"/>
    <w:rsid w:val="00CD7AF7"/>
    <w:rsid w:val="00CE0509"/>
    <w:rsid w:val="00CE1417"/>
    <w:rsid w:val="00CE15B3"/>
    <w:rsid w:val="00CE2A2C"/>
    <w:rsid w:val="00CE3391"/>
    <w:rsid w:val="00CE4EE2"/>
    <w:rsid w:val="00CE5E08"/>
    <w:rsid w:val="00CE792A"/>
    <w:rsid w:val="00CF1495"/>
    <w:rsid w:val="00CF1798"/>
    <w:rsid w:val="00CF1D9A"/>
    <w:rsid w:val="00CF372D"/>
    <w:rsid w:val="00CF3989"/>
    <w:rsid w:val="00CF3CEB"/>
    <w:rsid w:val="00CF564F"/>
    <w:rsid w:val="00CF642D"/>
    <w:rsid w:val="00CF7663"/>
    <w:rsid w:val="00D02B8A"/>
    <w:rsid w:val="00D02F22"/>
    <w:rsid w:val="00D033BB"/>
    <w:rsid w:val="00D03839"/>
    <w:rsid w:val="00D071B5"/>
    <w:rsid w:val="00D07526"/>
    <w:rsid w:val="00D10662"/>
    <w:rsid w:val="00D10C6D"/>
    <w:rsid w:val="00D10DE0"/>
    <w:rsid w:val="00D11C9C"/>
    <w:rsid w:val="00D1324B"/>
    <w:rsid w:val="00D1332A"/>
    <w:rsid w:val="00D13AFE"/>
    <w:rsid w:val="00D17B1A"/>
    <w:rsid w:val="00D202E9"/>
    <w:rsid w:val="00D20FAF"/>
    <w:rsid w:val="00D2106D"/>
    <w:rsid w:val="00D23244"/>
    <w:rsid w:val="00D232F2"/>
    <w:rsid w:val="00D234F1"/>
    <w:rsid w:val="00D24328"/>
    <w:rsid w:val="00D25F46"/>
    <w:rsid w:val="00D31A69"/>
    <w:rsid w:val="00D32ED1"/>
    <w:rsid w:val="00D4131D"/>
    <w:rsid w:val="00D43C7F"/>
    <w:rsid w:val="00D43F9C"/>
    <w:rsid w:val="00D45046"/>
    <w:rsid w:val="00D45548"/>
    <w:rsid w:val="00D5406F"/>
    <w:rsid w:val="00D55B23"/>
    <w:rsid w:val="00D604A5"/>
    <w:rsid w:val="00D61703"/>
    <w:rsid w:val="00D67742"/>
    <w:rsid w:val="00D706DE"/>
    <w:rsid w:val="00D70962"/>
    <w:rsid w:val="00D7188C"/>
    <w:rsid w:val="00D73546"/>
    <w:rsid w:val="00D75582"/>
    <w:rsid w:val="00D763E8"/>
    <w:rsid w:val="00D77D04"/>
    <w:rsid w:val="00D80F90"/>
    <w:rsid w:val="00D827BF"/>
    <w:rsid w:val="00D84617"/>
    <w:rsid w:val="00D862E9"/>
    <w:rsid w:val="00D902D4"/>
    <w:rsid w:val="00D91C9F"/>
    <w:rsid w:val="00D95A56"/>
    <w:rsid w:val="00D95A93"/>
    <w:rsid w:val="00DA0C5A"/>
    <w:rsid w:val="00DA1510"/>
    <w:rsid w:val="00DA3420"/>
    <w:rsid w:val="00DA58C3"/>
    <w:rsid w:val="00DB0997"/>
    <w:rsid w:val="00DB0DCA"/>
    <w:rsid w:val="00DB7DF8"/>
    <w:rsid w:val="00DB7ED6"/>
    <w:rsid w:val="00DC0FF9"/>
    <w:rsid w:val="00DC1447"/>
    <w:rsid w:val="00DC14DE"/>
    <w:rsid w:val="00DC2B98"/>
    <w:rsid w:val="00DC30F0"/>
    <w:rsid w:val="00DC33F8"/>
    <w:rsid w:val="00DC4F30"/>
    <w:rsid w:val="00DC539D"/>
    <w:rsid w:val="00DC6E56"/>
    <w:rsid w:val="00DC7978"/>
    <w:rsid w:val="00DD0CB7"/>
    <w:rsid w:val="00DD7EE3"/>
    <w:rsid w:val="00DE055A"/>
    <w:rsid w:val="00DE0F44"/>
    <w:rsid w:val="00DE2E05"/>
    <w:rsid w:val="00DE2FC4"/>
    <w:rsid w:val="00DE5F3D"/>
    <w:rsid w:val="00DE6AF0"/>
    <w:rsid w:val="00DE6B48"/>
    <w:rsid w:val="00DF000F"/>
    <w:rsid w:val="00DF2765"/>
    <w:rsid w:val="00DF3727"/>
    <w:rsid w:val="00DF3AD7"/>
    <w:rsid w:val="00DF6DD4"/>
    <w:rsid w:val="00E0281B"/>
    <w:rsid w:val="00E02BC5"/>
    <w:rsid w:val="00E03CF7"/>
    <w:rsid w:val="00E046CA"/>
    <w:rsid w:val="00E04B55"/>
    <w:rsid w:val="00E0717A"/>
    <w:rsid w:val="00E1045C"/>
    <w:rsid w:val="00E10BB9"/>
    <w:rsid w:val="00E127D5"/>
    <w:rsid w:val="00E133B9"/>
    <w:rsid w:val="00E16FA1"/>
    <w:rsid w:val="00E2313B"/>
    <w:rsid w:val="00E23767"/>
    <w:rsid w:val="00E23AB8"/>
    <w:rsid w:val="00E23BDD"/>
    <w:rsid w:val="00E33B4A"/>
    <w:rsid w:val="00E3431B"/>
    <w:rsid w:val="00E3461C"/>
    <w:rsid w:val="00E34CA3"/>
    <w:rsid w:val="00E3699C"/>
    <w:rsid w:val="00E511C7"/>
    <w:rsid w:val="00E514C7"/>
    <w:rsid w:val="00E56305"/>
    <w:rsid w:val="00E62737"/>
    <w:rsid w:val="00E63870"/>
    <w:rsid w:val="00E638F6"/>
    <w:rsid w:val="00E64025"/>
    <w:rsid w:val="00E6402C"/>
    <w:rsid w:val="00E65BAD"/>
    <w:rsid w:val="00E65CFD"/>
    <w:rsid w:val="00E67B4D"/>
    <w:rsid w:val="00E738D6"/>
    <w:rsid w:val="00E827D5"/>
    <w:rsid w:val="00E84239"/>
    <w:rsid w:val="00E84B72"/>
    <w:rsid w:val="00E85534"/>
    <w:rsid w:val="00E861E7"/>
    <w:rsid w:val="00E8710A"/>
    <w:rsid w:val="00E92C8D"/>
    <w:rsid w:val="00E92DA3"/>
    <w:rsid w:val="00E93929"/>
    <w:rsid w:val="00E944EC"/>
    <w:rsid w:val="00E976D3"/>
    <w:rsid w:val="00EA6304"/>
    <w:rsid w:val="00EB2E3B"/>
    <w:rsid w:val="00EB30C4"/>
    <w:rsid w:val="00EB4B0E"/>
    <w:rsid w:val="00EC1222"/>
    <w:rsid w:val="00EC5D45"/>
    <w:rsid w:val="00EC60E4"/>
    <w:rsid w:val="00EC6F01"/>
    <w:rsid w:val="00EC7EA4"/>
    <w:rsid w:val="00ED04EC"/>
    <w:rsid w:val="00ED5550"/>
    <w:rsid w:val="00EE26E5"/>
    <w:rsid w:val="00EE59A8"/>
    <w:rsid w:val="00EE7190"/>
    <w:rsid w:val="00EE7FF6"/>
    <w:rsid w:val="00EF0F18"/>
    <w:rsid w:val="00EF21C6"/>
    <w:rsid w:val="00EF7DF3"/>
    <w:rsid w:val="00F0570D"/>
    <w:rsid w:val="00F0644B"/>
    <w:rsid w:val="00F10388"/>
    <w:rsid w:val="00F16D73"/>
    <w:rsid w:val="00F20448"/>
    <w:rsid w:val="00F22FFE"/>
    <w:rsid w:val="00F23270"/>
    <w:rsid w:val="00F2774F"/>
    <w:rsid w:val="00F30C1E"/>
    <w:rsid w:val="00F31CC5"/>
    <w:rsid w:val="00F32167"/>
    <w:rsid w:val="00F32742"/>
    <w:rsid w:val="00F329BD"/>
    <w:rsid w:val="00F329E7"/>
    <w:rsid w:val="00F3770F"/>
    <w:rsid w:val="00F40568"/>
    <w:rsid w:val="00F40F4F"/>
    <w:rsid w:val="00F41499"/>
    <w:rsid w:val="00F43126"/>
    <w:rsid w:val="00F43E77"/>
    <w:rsid w:val="00F450A8"/>
    <w:rsid w:val="00F47357"/>
    <w:rsid w:val="00F477AD"/>
    <w:rsid w:val="00F50E0E"/>
    <w:rsid w:val="00F51ACD"/>
    <w:rsid w:val="00F5220D"/>
    <w:rsid w:val="00F53503"/>
    <w:rsid w:val="00F53C3A"/>
    <w:rsid w:val="00F56EDC"/>
    <w:rsid w:val="00F578F0"/>
    <w:rsid w:val="00F6157C"/>
    <w:rsid w:val="00F63246"/>
    <w:rsid w:val="00F63B39"/>
    <w:rsid w:val="00F64E59"/>
    <w:rsid w:val="00F66229"/>
    <w:rsid w:val="00F70FA0"/>
    <w:rsid w:val="00F74B5A"/>
    <w:rsid w:val="00F75CEF"/>
    <w:rsid w:val="00F76DFA"/>
    <w:rsid w:val="00F823ED"/>
    <w:rsid w:val="00F83216"/>
    <w:rsid w:val="00F84AE8"/>
    <w:rsid w:val="00F85500"/>
    <w:rsid w:val="00F86FB3"/>
    <w:rsid w:val="00F87553"/>
    <w:rsid w:val="00F8785E"/>
    <w:rsid w:val="00F90338"/>
    <w:rsid w:val="00F910A5"/>
    <w:rsid w:val="00F9269A"/>
    <w:rsid w:val="00F92B73"/>
    <w:rsid w:val="00F92DD3"/>
    <w:rsid w:val="00F95935"/>
    <w:rsid w:val="00FA054F"/>
    <w:rsid w:val="00FA131D"/>
    <w:rsid w:val="00FA1BB5"/>
    <w:rsid w:val="00FA3BB5"/>
    <w:rsid w:val="00FA61BB"/>
    <w:rsid w:val="00FA64EA"/>
    <w:rsid w:val="00FB49CF"/>
    <w:rsid w:val="00FB6756"/>
    <w:rsid w:val="00FC4583"/>
    <w:rsid w:val="00FC5054"/>
    <w:rsid w:val="00FD013C"/>
    <w:rsid w:val="00FD0B08"/>
    <w:rsid w:val="00FD3308"/>
    <w:rsid w:val="00FD34A2"/>
    <w:rsid w:val="00FD3EF8"/>
    <w:rsid w:val="00FD42E8"/>
    <w:rsid w:val="00FD77C4"/>
    <w:rsid w:val="00FE1BF3"/>
    <w:rsid w:val="00FE4D3E"/>
    <w:rsid w:val="00FE59F7"/>
    <w:rsid w:val="00FE6550"/>
    <w:rsid w:val="00FE6906"/>
    <w:rsid w:val="00FF0D9E"/>
    <w:rsid w:val="00FF63B7"/>
    <w:rsid w:val="00FF6A1E"/>
    <w:rsid w:val="00FF723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30AB10"/>
  <w15:docId w15:val="{3C048F0B-9922-4DB8-BCB2-AE09B9A0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42F5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E0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255E0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5E03"/>
    <w:pPr>
      <w:keepNext/>
      <w:spacing w:before="120"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5E03"/>
    <w:pPr>
      <w:keepNext/>
      <w:jc w:val="center"/>
      <w:outlineLvl w:val="3"/>
    </w:pPr>
    <w:rPr>
      <w:b/>
      <w:sz w:val="36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5E03"/>
    <w:pPr>
      <w:keepNext/>
      <w:spacing w:before="1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qFormat/>
    <w:rsid w:val="00255E03"/>
    <w:pPr>
      <w:keepNext/>
      <w:numPr>
        <w:ilvl w:val="12"/>
      </w:numPr>
      <w:spacing w:before="160"/>
      <w:ind w:left="720" w:hanging="3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"/>
    <w:qFormat/>
    <w:rsid w:val="00255E03"/>
    <w:pPr>
      <w:keepNext/>
      <w:spacing w:before="160"/>
      <w:ind w:left="360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"/>
    <w:qFormat/>
    <w:rsid w:val="00255E03"/>
    <w:pPr>
      <w:keepNext/>
      <w:ind w:right="-540" w:firstLine="720"/>
      <w:jc w:val="center"/>
      <w:outlineLvl w:val="7"/>
    </w:pPr>
    <w:rPr>
      <w:b/>
      <w:sz w:val="36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5E03"/>
    <w:pPr>
      <w:keepNext/>
      <w:spacing w:before="24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3AB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43AB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3AB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043A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43AB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43AB"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43AB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43AB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43AB"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rsid w:val="00255E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3AB"/>
  </w:style>
  <w:style w:type="paragraph" w:styleId="Footer">
    <w:name w:val="footer"/>
    <w:basedOn w:val="Normal"/>
    <w:link w:val="FooterChar"/>
    <w:uiPriority w:val="99"/>
    <w:rsid w:val="00255E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3AB"/>
  </w:style>
  <w:style w:type="character" w:styleId="PageNumber">
    <w:name w:val="page number"/>
    <w:basedOn w:val="DefaultParagraphFont"/>
    <w:uiPriority w:val="99"/>
    <w:rsid w:val="00255E03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255E03"/>
    <w:pPr>
      <w:numPr>
        <w:ilvl w:val="12"/>
      </w:numPr>
      <w:spacing w:before="120"/>
      <w:ind w:left="360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043AB"/>
  </w:style>
  <w:style w:type="paragraph" w:styleId="BodyTextIndent2">
    <w:name w:val="Body Text Indent 2"/>
    <w:basedOn w:val="Normal"/>
    <w:link w:val="BodyTextIndent2Char"/>
    <w:uiPriority w:val="99"/>
    <w:rsid w:val="00255E03"/>
    <w:pPr>
      <w:spacing w:before="360"/>
      <w:ind w:left="360" w:hanging="36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043AB"/>
  </w:style>
  <w:style w:type="paragraph" w:styleId="BodyText">
    <w:name w:val="Body Text"/>
    <w:basedOn w:val="Normal"/>
    <w:link w:val="BodyTextChar"/>
    <w:uiPriority w:val="99"/>
    <w:rsid w:val="00255E03"/>
    <w:pPr>
      <w:spacing w:before="160"/>
    </w:pPr>
    <w:rPr>
      <w:i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043AB"/>
  </w:style>
  <w:style w:type="paragraph" w:styleId="Title">
    <w:name w:val="Title"/>
    <w:basedOn w:val="Normal"/>
    <w:link w:val="TitleChar"/>
    <w:uiPriority w:val="10"/>
    <w:qFormat/>
    <w:rsid w:val="00255E03"/>
    <w:pPr>
      <w:jc w:val="center"/>
    </w:pPr>
    <w:rPr>
      <w:rFonts w:ascii="Arial" w:hAnsi="Arial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7043AB"/>
    <w:rPr>
      <w:rFonts w:ascii="Calibri" w:eastAsia="Times New Roman" w:hAnsi="Calibri" w:cs="Times New Roman"/>
      <w:b/>
      <w:bCs/>
      <w:kern w:val="28"/>
      <w:sz w:val="32"/>
      <w:szCs w:val="32"/>
    </w:rPr>
  </w:style>
  <w:style w:type="paragraph" w:styleId="BlockText">
    <w:name w:val="Block Text"/>
    <w:basedOn w:val="Normal"/>
    <w:uiPriority w:val="99"/>
    <w:rsid w:val="00255E03"/>
    <w:pPr>
      <w:spacing w:after="120"/>
      <w:ind w:left="1440" w:right="1440"/>
    </w:pPr>
  </w:style>
  <w:style w:type="paragraph" w:styleId="Subtitle">
    <w:name w:val="Subtitle"/>
    <w:basedOn w:val="Normal"/>
    <w:link w:val="SubtitleChar"/>
    <w:uiPriority w:val="11"/>
    <w:qFormat/>
    <w:rsid w:val="00255E03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043AB"/>
    <w:rPr>
      <w:rFonts w:ascii="Calibri" w:eastAsia="Times New Roman" w:hAnsi="Calibri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255E03"/>
    <w:rPr>
      <w:rFonts w:ascii="Arial" w:hAnsi="Arial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043AB"/>
  </w:style>
  <w:style w:type="paragraph" w:styleId="BodyText3">
    <w:name w:val="Body Text 3"/>
    <w:basedOn w:val="Normal"/>
    <w:link w:val="BodyText3Char"/>
    <w:uiPriority w:val="99"/>
    <w:rsid w:val="00255E03"/>
    <w:rPr>
      <w:rFonts w:ascii="Arial" w:hAnsi="Arial"/>
      <w:b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043AB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255E03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43AB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uiPriority w:val="99"/>
    <w:semiHidden/>
    <w:rsid w:val="00255E03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043AB"/>
    <w:rPr>
      <w:sz w:val="0"/>
      <w:szCs w:val="0"/>
    </w:rPr>
  </w:style>
  <w:style w:type="paragraph" w:styleId="BodyTextIndent3">
    <w:name w:val="Body Text Indent 3"/>
    <w:basedOn w:val="Normal"/>
    <w:link w:val="BodyTextIndent3Char"/>
    <w:uiPriority w:val="99"/>
    <w:rsid w:val="00255E03"/>
    <w:pPr>
      <w:ind w:left="360"/>
    </w:pPr>
    <w:rPr>
      <w:b/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043AB"/>
    <w:rPr>
      <w:sz w:val="16"/>
      <w:szCs w:val="16"/>
    </w:rPr>
  </w:style>
  <w:style w:type="character" w:styleId="Hyperlink">
    <w:name w:val="Hyperlink"/>
    <w:basedOn w:val="DefaultParagraphFont"/>
    <w:uiPriority w:val="99"/>
    <w:rsid w:val="00255E03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255E0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55E0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3AB"/>
  </w:style>
  <w:style w:type="paragraph" w:styleId="Caption">
    <w:name w:val="caption"/>
    <w:basedOn w:val="Normal"/>
    <w:next w:val="Normal"/>
    <w:uiPriority w:val="35"/>
    <w:qFormat/>
    <w:rsid w:val="00255E03"/>
    <w:rPr>
      <w:b/>
      <w:bCs/>
    </w:rPr>
  </w:style>
  <w:style w:type="table" w:styleId="TableGrid">
    <w:name w:val="Table Grid"/>
    <w:basedOn w:val="TableNormal"/>
    <w:uiPriority w:val="59"/>
    <w:rsid w:val="001D1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D1063"/>
    <w:pPr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character" w:styleId="FollowedHyperlink">
    <w:name w:val="FollowedHyperlink"/>
    <w:basedOn w:val="DefaultParagraphFont"/>
    <w:uiPriority w:val="99"/>
    <w:rsid w:val="00612D79"/>
    <w:rPr>
      <w:rFonts w:cs="Times New Roman"/>
      <w:color w:val="800080"/>
      <w:u w:val="single"/>
    </w:rPr>
  </w:style>
  <w:style w:type="paragraph" w:customStyle="1" w:styleId="Labnotes">
    <w:name w:val="Lab notes"/>
    <w:basedOn w:val="Normal"/>
    <w:qFormat/>
    <w:rsid w:val="008A09E0"/>
    <w:pPr>
      <w:spacing w:before="160"/>
      <w:ind w:left="360"/>
    </w:pPr>
    <w:rPr>
      <w:i/>
      <w:sz w:val="24"/>
      <w:szCs w:val="24"/>
    </w:rPr>
  </w:style>
  <w:style w:type="paragraph" w:customStyle="1" w:styleId="Labnumberedsteps">
    <w:name w:val="Lab numbered steps"/>
    <w:basedOn w:val="Header"/>
    <w:qFormat/>
    <w:rsid w:val="008A09E0"/>
    <w:pPr>
      <w:numPr>
        <w:numId w:val="2"/>
      </w:numPr>
      <w:tabs>
        <w:tab w:val="clear" w:pos="4320"/>
        <w:tab w:val="clear" w:pos="8640"/>
      </w:tabs>
      <w:spacing w:before="160"/>
      <w:ind w:left="144"/>
    </w:pPr>
    <w:rPr>
      <w:noProof/>
      <w:sz w:val="24"/>
      <w:szCs w:val="24"/>
    </w:rPr>
  </w:style>
  <w:style w:type="paragraph" w:styleId="BalloonText">
    <w:name w:val="Balloon Text"/>
    <w:basedOn w:val="Normal"/>
    <w:link w:val="BalloonTextChar"/>
    <w:rsid w:val="002B43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43CB"/>
    <w:rPr>
      <w:rFonts w:ascii="Tahoma" w:hAnsi="Tahoma" w:cs="Tahoma"/>
      <w:sz w:val="16"/>
      <w:szCs w:val="16"/>
      <w:lang w:eastAsia="en-US"/>
    </w:rPr>
  </w:style>
  <w:style w:type="paragraph" w:customStyle="1" w:styleId="exnumberedstep">
    <w:name w:val="ex numbered step"/>
    <w:basedOn w:val="Normal"/>
    <w:link w:val="exnumberedstepChar"/>
    <w:uiPriority w:val="99"/>
    <w:rsid w:val="003B409B"/>
    <w:pPr>
      <w:numPr>
        <w:numId w:val="5"/>
      </w:numPr>
      <w:spacing w:before="160"/>
    </w:pPr>
    <w:rPr>
      <w:noProof/>
      <w:sz w:val="24"/>
      <w:szCs w:val="24"/>
    </w:rPr>
  </w:style>
  <w:style w:type="character" w:customStyle="1" w:styleId="exnumberedstepChar">
    <w:name w:val="ex numbered step Char"/>
    <w:basedOn w:val="DefaultParagraphFont"/>
    <w:link w:val="exnumberedstep"/>
    <w:uiPriority w:val="99"/>
    <w:rsid w:val="003B409B"/>
    <w:rPr>
      <w:noProof/>
      <w:sz w:val="24"/>
      <w:szCs w:val="24"/>
      <w:lang w:eastAsia="en-US"/>
    </w:rPr>
  </w:style>
  <w:style w:type="paragraph" w:customStyle="1" w:styleId="ExerciseComments">
    <w:name w:val="Exercise Comments"/>
    <w:basedOn w:val="BodyTextIndent"/>
    <w:link w:val="ExerciseCommentsChar"/>
    <w:uiPriority w:val="99"/>
    <w:rsid w:val="007B12CA"/>
    <w:pPr>
      <w:numPr>
        <w:ilvl w:val="0"/>
      </w:numPr>
      <w:spacing w:before="160"/>
      <w:ind w:left="360"/>
    </w:pPr>
    <w:rPr>
      <w:noProof/>
      <w:sz w:val="24"/>
      <w:szCs w:val="24"/>
    </w:rPr>
  </w:style>
  <w:style w:type="character" w:customStyle="1" w:styleId="ExerciseCommentsChar">
    <w:name w:val="Exercise Comments Char"/>
    <w:basedOn w:val="DefaultParagraphFont"/>
    <w:link w:val="ExerciseComments"/>
    <w:uiPriority w:val="99"/>
    <w:rsid w:val="007B12CA"/>
    <w:rPr>
      <w:i/>
      <w:noProof/>
      <w:sz w:val="24"/>
      <w:szCs w:val="24"/>
      <w:lang w:eastAsia="en-US"/>
    </w:rPr>
  </w:style>
  <w:style w:type="paragraph" w:customStyle="1" w:styleId="ExerciseConclusion">
    <w:name w:val="Exercise Conclusion"/>
    <w:basedOn w:val="Normal"/>
    <w:rsid w:val="007B12CA"/>
    <w:pPr>
      <w:overflowPunct w:val="0"/>
      <w:autoSpaceDE w:val="0"/>
      <w:autoSpaceDN w:val="0"/>
      <w:adjustRightInd w:val="0"/>
      <w:spacing w:before="160"/>
      <w:jc w:val="center"/>
      <w:textAlignment w:val="baseline"/>
    </w:pPr>
    <w:rPr>
      <w:b/>
      <w:bCs/>
      <w:sz w:val="28"/>
      <w:szCs w:val="24"/>
    </w:rPr>
  </w:style>
  <w:style w:type="paragraph" w:customStyle="1" w:styleId="ExerciseIntro">
    <w:name w:val="Exercise Intro"/>
    <w:basedOn w:val="ExerciseComments"/>
    <w:rsid w:val="007B12CA"/>
    <w:pPr>
      <w:ind w:left="0"/>
    </w:pPr>
  </w:style>
  <w:style w:type="paragraph" w:customStyle="1" w:styleId="ExerciseIntroBullet">
    <w:name w:val="Exercise Intro Bullet"/>
    <w:basedOn w:val="ExerciseIntro"/>
    <w:rsid w:val="007B12CA"/>
    <w:pPr>
      <w:numPr>
        <w:numId w:val="3"/>
      </w:numPr>
    </w:pPr>
  </w:style>
  <w:style w:type="paragraph" w:customStyle="1" w:styleId="ExerciseIntroHeading">
    <w:name w:val="Exercise Intro Heading"/>
    <w:basedOn w:val="Normal"/>
    <w:rsid w:val="007B12CA"/>
    <w:pPr>
      <w:overflowPunct w:val="0"/>
      <w:autoSpaceDE w:val="0"/>
      <w:autoSpaceDN w:val="0"/>
      <w:adjustRightInd w:val="0"/>
      <w:spacing w:before="160"/>
      <w:textAlignment w:val="baseline"/>
    </w:pPr>
    <w:rPr>
      <w:b/>
      <w:bCs/>
      <w:sz w:val="28"/>
      <w:szCs w:val="24"/>
    </w:rPr>
  </w:style>
  <w:style w:type="paragraph" w:customStyle="1" w:styleId="ExerciseObjective">
    <w:name w:val="Exercise Objective"/>
    <w:basedOn w:val="Normal"/>
    <w:rsid w:val="007B12CA"/>
    <w:pPr>
      <w:overflowPunct w:val="0"/>
      <w:autoSpaceDE w:val="0"/>
      <w:autoSpaceDN w:val="0"/>
      <w:adjustRightInd w:val="0"/>
      <w:spacing w:before="160"/>
      <w:textAlignment w:val="baseline"/>
    </w:pPr>
    <w:rPr>
      <w:i/>
      <w:iCs/>
      <w:sz w:val="24"/>
      <w:szCs w:val="24"/>
    </w:rPr>
  </w:style>
  <w:style w:type="paragraph" w:customStyle="1" w:styleId="ExerciseStep">
    <w:name w:val="Exercise Step"/>
    <w:basedOn w:val="BodyText3"/>
    <w:rsid w:val="007B12CA"/>
    <w:pPr>
      <w:overflowPunct w:val="0"/>
      <w:autoSpaceDE w:val="0"/>
      <w:autoSpaceDN w:val="0"/>
      <w:adjustRightInd w:val="0"/>
      <w:spacing w:before="360"/>
      <w:textAlignment w:val="baseline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C52AD0"/>
    <w:pPr>
      <w:ind w:left="720"/>
      <w:contextualSpacing/>
    </w:pPr>
  </w:style>
  <w:style w:type="paragraph" w:customStyle="1" w:styleId="Default">
    <w:name w:val="Default"/>
    <w:rsid w:val="00C144B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41B89"/>
  </w:style>
  <w:style w:type="character" w:styleId="PlaceholderText">
    <w:name w:val="Placeholder Text"/>
    <w:basedOn w:val="DefaultParagraphFont"/>
    <w:uiPriority w:val="67"/>
    <w:rsid w:val="00186D0C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E73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E736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5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Altera\cov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9F5B8C29114449C89679923E47263" ma:contentTypeVersion="0" ma:contentTypeDescription="Create a new document." ma:contentTypeScope="" ma:versionID="dbd1ed2964c4f1211d07236ae1af5c7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0D523-136D-41A0-87A9-7075207A32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99612F-5917-4738-8DEC-784BF6629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8EC0E1-D892-4BF4-BD7E-BA2AEF9D930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9FD7B3-0814-4413-A930-634A364D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cover.dot</Template>
  <TotalTime>9</TotalTime>
  <Pages>7</Pages>
  <Words>682</Words>
  <Characters>3698</Characters>
  <Application>Microsoft Office Word</Application>
  <DocSecurity>0</DocSecurity>
  <Lines>150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Optimization</vt:lpstr>
    </vt:vector>
  </TitlesOfParts>
  <Company>Altera</Company>
  <LinksUpToDate>false</LinksUpToDate>
  <CharactersWithSpaces>4313</CharactersWithSpaces>
  <SharedDoc>false</SharedDoc>
  <HLinks>
    <vt:vector size="12" baseType="variant">
      <vt:variant>
        <vt:i4>5439545</vt:i4>
      </vt:variant>
      <vt:variant>
        <vt:i4>3</vt:i4>
      </vt:variant>
      <vt:variant>
        <vt:i4>0</vt:i4>
      </vt:variant>
      <vt:variant>
        <vt:i4>5</vt:i4>
      </vt:variant>
      <vt:variant>
        <vt:lpwstr>http://www.altera.com/customertraining/ILT/Quartus_II_Design_Series_Optimization_10_1_v2.zip</vt:lpwstr>
      </vt:variant>
      <vt:variant>
        <vt:lpwstr/>
      </vt:variant>
      <vt:variant>
        <vt:i4>1048618</vt:i4>
      </vt:variant>
      <vt:variant>
        <vt:i4>0</vt:i4>
      </vt:variant>
      <vt:variant>
        <vt:i4>0</vt:i4>
      </vt:variant>
      <vt:variant>
        <vt:i4>5</vt:i4>
      </vt:variant>
      <vt:variant>
        <vt:lpwstr>http://www.altera.com/literature/hb/qts/quartusii_handbook.pdf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Optimization</dc:title>
  <dc:creator>Marlon Price</dc:creator>
  <cp:keywords>CTPClassification=CTP_NT</cp:keywords>
  <cp:lastModifiedBy>Qi, Karl</cp:lastModifiedBy>
  <cp:revision>3</cp:revision>
  <cp:lastPrinted>2015-08-19T16:59:00Z</cp:lastPrinted>
  <dcterms:created xsi:type="dcterms:W3CDTF">2018-10-29T23:57:00Z</dcterms:created>
  <dcterms:modified xsi:type="dcterms:W3CDTF">2018-11-01T05:54:00Z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0x0101004B49F5B8C29114449C89679923E47263</vt:lpwstr>
  </property>
  <property fmtid="{D5CDD505-2E9C-101B-9397-08002B2CF9AE}" pid="3" name="TitusGUID">
    <vt:lpwstr>0074209a-4da9-4bdf-bea9-730aeb190ecf</vt:lpwstr>
  </property>
  <property fmtid="{D5CDD505-2E9C-101B-9397-08002B2CF9AE}" pid="4" name="CTP_TimeStamp">
    <vt:lpwstr>2018-11-01 05:54:16Z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CTP_NT</vt:lpwstr>
  </property>
</Properties>
</file>